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425" w:rsidRDefault="00860425" w:rsidP="00C10DC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7</w:t>
      </w:r>
    </w:p>
    <w:p w:rsidR="00860425" w:rsidRDefault="00860425" w:rsidP="00C10DC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860425" w:rsidRPr="00A30E5A" w:rsidRDefault="008604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A30E5A">
        <w:rPr>
          <w:rFonts w:ascii="Times New Roman" w:hAnsi="Times New Roman"/>
        </w:rPr>
        <w:t>ДОГОВОР УПРАВЛЕНИЯ МНОГОКВАРТИРНЫМ ДОМОМ</w:t>
      </w:r>
    </w:p>
    <w:p w:rsidR="00860425" w:rsidRPr="00A30E5A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</w:rPr>
      </w:pPr>
    </w:p>
    <w:p w:rsidR="00860425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 xml:space="preserve">г. Родники                                   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A30E5A">
        <w:rPr>
          <w:rFonts w:ascii="Times New Roman" w:hAnsi="Times New Roman" w:cs="Times New Roman"/>
          <w:sz w:val="18"/>
          <w:szCs w:val="18"/>
        </w:rPr>
        <w:t xml:space="preserve"> "   " ______</w:t>
      </w:r>
      <w:r>
        <w:rPr>
          <w:rFonts w:ascii="Times New Roman" w:hAnsi="Times New Roman" w:cs="Times New Roman"/>
          <w:sz w:val="18"/>
          <w:szCs w:val="18"/>
        </w:rPr>
        <w:t>_________</w:t>
      </w:r>
      <w:r w:rsidRPr="00A30E5A">
        <w:rPr>
          <w:rFonts w:ascii="Times New Roman" w:hAnsi="Times New Roman" w:cs="Times New Roman"/>
          <w:sz w:val="18"/>
          <w:szCs w:val="18"/>
        </w:rPr>
        <w:t>____ 2012 г.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 xml:space="preserve">    ООО «Служба заказчика»,  именуемое  в  дальнейшем "Управляющая организация", влице генерального директора Сурнина Анатолия Александровича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 w:rsidRPr="00A30E5A">
        <w:rPr>
          <w:rFonts w:ascii="Times New Roman" w:hAnsi="Times New Roman" w:cs="Times New Roman"/>
          <w:sz w:val="18"/>
          <w:szCs w:val="18"/>
        </w:rPr>
        <w:t>действующего на основании Устава, с одной ст</w:t>
      </w:r>
      <w:r>
        <w:rPr>
          <w:rFonts w:ascii="Times New Roman" w:hAnsi="Times New Roman" w:cs="Times New Roman"/>
          <w:sz w:val="18"/>
          <w:szCs w:val="18"/>
        </w:rPr>
        <w:t xml:space="preserve">ороны, и ______________________ </w:t>
      </w:r>
      <w:r w:rsidRPr="00A30E5A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</w:t>
      </w:r>
      <w:r>
        <w:rPr>
          <w:rFonts w:ascii="Times New Roman" w:hAnsi="Times New Roman" w:cs="Times New Roman"/>
          <w:sz w:val="18"/>
          <w:szCs w:val="18"/>
        </w:rPr>
        <w:t>_____________________________</w:t>
      </w:r>
      <w:r w:rsidRPr="00A30E5A">
        <w:rPr>
          <w:rFonts w:ascii="Times New Roman" w:hAnsi="Times New Roman" w:cs="Times New Roman"/>
          <w:sz w:val="18"/>
          <w:szCs w:val="18"/>
        </w:rPr>
        <w:t>,</w:t>
      </w:r>
    </w:p>
    <w:p w:rsidR="00860425" w:rsidRDefault="00860425" w:rsidP="003574C7">
      <w:pPr>
        <w:pStyle w:val="ConsPlusNonformat"/>
        <w:ind w:left="1416" w:firstLine="708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(Фамилия, имя, отчество собственник</w:t>
      </w:r>
      <w:r>
        <w:rPr>
          <w:rFonts w:ascii="Times New Roman" w:hAnsi="Times New Roman" w:cs="Times New Roman"/>
          <w:sz w:val="18"/>
          <w:szCs w:val="18"/>
        </w:rPr>
        <w:t xml:space="preserve">а или наименование организации) </w:t>
      </w:r>
    </w:p>
    <w:p w:rsidR="00860425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являющийся(аяся) собственником _____________</w:t>
      </w:r>
      <w:r>
        <w:rPr>
          <w:rFonts w:ascii="Times New Roman" w:hAnsi="Times New Roman" w:cs="Times New Roman"/>
          <w:sz w:val="18"/>
          <w:szCs w:val="18"/>
        </w:rPr>
        <w:t>_______________________________</w:t>
      </w:r>
      <w:r w:rsidRPr="00A30E5A">
        <w:rPr>
          <w:rFonts w:ascii="Times New Roman" w:hAnsi="Times New Roman" w:cs="Times New Roman"/>
          <w:sz w:val="18"/>
          <w:szCs w:val="18"/>
        </w:rPr>
        <w:t>(нежилого(ых) помещения(й)</w:t>
      </w:r>
      <w:r>
        <w:rPr>
          <w:rFonts w:ascii="Times New Roman" w:hAnsi="Times New Roman" w:cs="Times New Roman"/>
          <w:sz w:val="18"/>
          <w:szCs w:val="18"/>
        </w:rPr>
        <w:t xml:space="preserve">, квартир(ы) N _______________, </w:t>
      </w:r>
      <w:r w:rsidRPr="00A30E5A">
        <w:rPr>
          <w:rFonts w:ascii="Times New Roman" w:hAnsi="Times New Roman" w:cs="Times New Roman"/>
          <w:sz w:val="18"/>
          <w:szCs w:val="18"/>
        </w:rPr>
        <w:t>ком</w:t>
      </w:r>
      <w:r>
        <w:rPr>
          <w:rFonts w:ascii="Times New Roman" w:hAnsi="Times New Roman" w:cs="Times New Roman"/>
          <w:sz w:val="18"/>
          <w:szCs w:val="18"/>
        </w:rPr>
        <w:t>нат(ы)</w:t>
      </w:r>
      <w:r w:rsidRPr="00A30E5A">
        <w:rPr>
          <w:rFonts w:ascii="Times New Roman" w:hAnsi="Times New Roman" w:cs="Times New Roman"/>
          <w:sz w:val="18"/>
          <w:szCs w:val="18"/>
        </w:rPr>
        <w:t>____________________________________________</w:t>
      </w:r>
      <w:r>
        <w:rPr>
          <w:rFonts w:ascii="Times New Roman" w:hAnsi="Times New Roman" w:cs="Times New Roman"/>
          <w:sz w:val="18"/>
          <w:szCs w:val="18"/>
        </w:rPr>
        <w:t xml:space="preserve">______________________________, в коммунальной квартире N ____) </w:t>
      </w:r>
      <w:r w:rsidRPr="00A30E5A">
        <w:rPr>
          <w:rFonts w:ascii="Times New Roman" w:hAnsi="Times New Roman" w:cs="Times New Roman"/>
          <w:sz w:val="18"/>
          <w:szCs w:val="18"/>
        </w:rPr>
        <w:t>общей  площадью  ____  кв.  м,  жилой площад</w:t>
      </w:r>
      <w:r>
        <w:rPr>
          <w:rFonts w:ascii="Times New Roman" w:hAnsi="Times New Roman" w:cs="Times New Roman"/>
          <w:sz w:val="18"/>
          <w:szCs w:val="18"/>
        </w:rPr>
        <w:t xml:space="preserve">ью _____ кв. м, далее именуемое "Помещение", </w:t>
      </w:r>
      <w:r w:rsidRPr="00A30E5A">
        <w:rPr>
          <w:rFonts w:ascii="Times New Roman" w:hAnsi="Times New Roman" w:cs="Times New Roman"/>
          <w:sz w:val="18"/>
          <w:szCs w:val="18"/>
        </w:rPr>
        <w:t>расположенное  на  ___  этаже _____-этажного многок</w:t>
      </w:r>
      <w:r>
        <w:rPr>
          <w:rFonts w:ascii="Times New Roman" w:hAnsi="Times New Roman" w:cs="Times New Roman"/>
          <w:sz w:val="18"/>
          <w:szCs w:val="18"/>
        </w:rPr>
        <w:t xml:space="preserve">вартирного </w:t>
      </w:r>
      <w:r w:rsidRPr="00A30E5A">
        <w:rPr>
          <w:rFonts w:ascii="Times New Roman" w:hAnsi="Times New Roman" w:cs="Times New Roman"/>
          <w:sz w:val="18"/>
          <w:szCs w:val="18"/>
        </w:rPr>
        <w:t>дома (далее - Дом) по адресу: г. ___________</w:t>
      </w:r>
      <w:r>
        <w:rPr>
          <w:rFonts w:ascii="Times New Roman" w:hAnsi="Times New Roman" w:cs="Times New Roman"/>
          <w:sz w:val="18"/>
          <w:szCs w:val="18"/>
        </w:rPr>
        <w:t xml:space="preserve">____, ул. _______, д. _____, на </w:t>
      </w:r>
      <w:r w:rsidRPr="00A30E5A">
        <w:rPr>
          <w:rFonts w:ascii="Times New Roman" w:hAnsi="Times New Roman" w:cs="Times New Roman"/>
          <w:sz w:val="18"/>
          <w:szCs w:val="18"/>
        </w:rPr>
        <w:t>основании _________________________________</w:t>
      </w:r>
      <w:r>
        <w:rPr>
          <w:rFonts w:ascii="Times New Roman" w:hAnsi="Times New Roman" w:cs="Times New Roman"/>
          <w:sz w:val="18"/>
          <w:szCs w:val="18"/>
        </w:rPr>
        <w:t>_________________________________________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(указать реквизиты правоустанавливающего документа)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_________________________________________________________________________</w:t>
      </w:r>
      <w:r>
        <w:rPr>
          <w:rFonts w:ascii="Times New Roman" w:hAnsi="Times New Roman" w:cs="Times New Roman"/>
          <w:sz w:val="18"/>
          <w:szCs w:val="18"/>
        </w:rPr>
        <w:t>_____________________________</w:t>
      </w:r>
      <w:r w:rsidRPr="00A30E5A">
        <w:rPr>
          <w:rFonts w:ascii="Times New Roman" w:hAnsi="Times New Roman" w:cs="Times New Roman"/>
          <w:sz w:val="18"/>
          <w:szCs w:val="18"/>
        </w:rPr>
        <w:t>_,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или его представитель в лице ____________________________________________</w:t>
      </w:r>
      <w:r>
        <w:rPr>
          <w:rFonts w:ascii="Times New Roman" w:hAnsi="Times New Roman" w:cs="Times New Roman"/>
          <w:sz w:val="18"/>
          <w:szCs w:val="18"/>
        </w:rPr>
        <w:t>________________________________</w:t>
      </w:r>
      <w:r w:rsidRPr="00A30E5A">
        <w:rPr>
          <w:rFonts w:ascii="Times New Roman" w:hAnsi="Times New Roman" w:cs="Times New Roman"/>
          <w:sz w:val="18"/>
          <w:szCs w:val="18"/>
        </w:rPr>
        <w:t>_,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A30E5A">
        <w:rPr>
          <w:rFonts w:ascii="Times New Roman" w:hAnsi="Times New Roman" w:cs="Times New Roman"/>
          <w:sz w:val="18"/>
          <w:szCs w:val="18"/>
        </w:rPr>
        <w:t>(фамилия, имя, отчество представителя)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действующего на основании ________________________________________________</w:t>
      </w:r>
      <w:r>
        <w:rPr>
          <w:rFonts w:ascii="Times New Roman" w:hAnsi="Times New Roman" w:cs="Times New Roman"/>
          <w:sz w:val="18"/>
          <w:szCs w:val="18"/>
        </w:rPr>
        <w:t>______________________________</w:t>
      </w:r>
      <w:r w:rsidRPr="00A30E5A">
        <w:rPr>
          <w:rFonts w:ascii="Times New Roman" w:hAnsi="Times New Roman" w:cs="Times New Roman"/>
          <w:sz w:val="18"/>
          <w:szCs w:val="18"/>
        </w:rPr>
        <w:t>,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именуемый(ая)   в   дальнейшем  "Собственник</w:t>
      </w:r>
      <w:r>
        <w:rPr>
          <w:rFonts w:ascii="Times New Roman" w:hAnsi="Times New Roman" w:cs="Times New Roman"/>
          <w:sz w:val="18"/>
          <w:szCs w:val="18"/>
        </w:rPr>
        <w:t xml:space="preserve">",  с  другой  стороны,  вместе именуемые далее </w:t>
      </w:r>
      <w:r w:rsidRPr="00A30E5A">
        <w:rPr>
          <w:rFonts w:ascii="Times New Roman" w:hAnsi="Times New Roman" w:cs="Times New Roman"/>
          <w:sz w:val="18"/>
          <w:szCs w:val="18"/>
        </w:rPr>
        <w:t>"Стороны",  заключили  нас</w:t>
      </w:r>
      <w:r>
        <w:rPr>
          <w:rFonts w:ascii="Times New Roman" w:hAnsi="Times New Roman" w:cs="Times New Roman"/>
          <w:sz w:val="18"/>
          <w:szCs w:val="18"/>
        </w:rPr>
        <w:t xml:space="preserve">тоящий Договор управления Домом </w:t>
      </w:r>
      <w:r w:rsidRPr="00A30E5A">
        <w:rPr>
          <w:rFonts w:ascii="Times New Roman" w:hAnsi="Times New Roman" w:cs="Times New Roman"/>
          <w:sz w:val="18"/>
          <w:szCs w:val="18"/>
        </w:rPr>
        <w:t>(далее - Договор) о нижеследующем.</w:t>
      </w:r>
    </w:p>
    <w:p w:rsidR="00860425" w:rsidRPr="00A30E5A" w:rsidRDefault="008604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860425" w:rsidRPr="00A30E5A" w:rsidRDefault="008604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</w:rPr>
      </w:pPr>
      <w:r w:rsidRPr="00A30E5A">
        <w:rPr>
          <w:rFonts w:ascii="Times New Roman" w:hAnsi="Times New Roman"/>
        </w:rPr>
        <w:t>1. ОБЩИЕ ПОЛОЖЕНИЯ</w:t>
      </w:r>
    </w:p>
    <w:p w:rsidR="00860425" w:rsidRPr="00A30E5A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860425" w:rsidRPr="003574C7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3574C7">
        <w:rPr>
          <w:rFonts w:ascii="Times New Roman" w:hAnsi="Times New Roman"/>
          <w:sz w:val="18"/>
          <w:szCs w:val="18"/>
        </w:rPr>
        <w:t xml:space="preserve">1.1. Условия настоящего Договора являются одинаковыми для </w:t>
      </w:r>
      <w:r>
        <w:rPr>
          <w:rFonts w:ascii="Times New Roman" w:hAnsi="Times New Roman"/>
          <w:sz w:val="18"/>
          <w:szCs w:val="18"/>
        </w:rPr>
        <w:t xml:space="preserve">всех </w:t>
      </w:r>
      <w:r w:rsidRPr="003574C7">
        <w:rPr>
          <w:rFonts w:ascii="Times New Roman" w:hAnsi="Times New Roman"/>
          <w:sz w:val="18"/>
          <w:szCs w:val="18"/>
        </w:rPr>
        <w:t>собственников помещений в Доме.</w:t>
      </w:r>
    </w:p>
    <w:p w:rsidR="00860425" w:rsidRPr="003574C7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1.2</w:t>
      </w:r>
      <w:r w:rsidRPr="003574C7">
        <w:rPr>
          <w:rFonts w:ascii="Times New Roman" w:hAnsi="Times New Roman"/>
          <w:sz w:val="18"/>
          <w:szCs w:val="18"/>
        </w:rPr>
        <w:t>. Стороны устанавливают отчетным финансовым периодом по настоящему Договору</w:t>
      </w:r>
      <w:r>
        <w:rPr>
          <w:rFonts w:ascii="Times New Roman" w:hAnsi="Times New Roman"/>
          <w:sz w:val="18"/>
          <w:szCs w:val="18"/>
        </w:rPr>
        <w:t xml:space="preserve"> с ______________ по 31 декабря 2013 года.</w:t>
      </w:r>
    </w:p>
    <w:p w:rsidR="00860425" w:rsidRPr="00A30E5A" w:rsidRDefault="008604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860425" w:rsidRPr="00A30E5A" w:rsidRDefault="008604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</w:rPr>
      </w:pPr>
      <w:r w:rsidRPr="00A30E5A">
        <w:rPr>
          <w:rFonts w:ascii="Times New Roman" w:hAnsi="Times New Roman"/>
        </w:rPr>
        <w:t>2. ПРЕДМЕТ ДОГОВОРА</w:t>
      </w:r>
    </w:p>
    <w:p w:rsidR="00860425" w:rsidRPr="00A30E5A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3574C7">
        <w:rPr>
          <w:rFonts w:ascii="Times New Roman" w:hAnsi="Times New Roman"/>
          <w:sz w:val="18"/>
          <w:szCs w:val="18"/>
        </w:rPr>
        <w:t xml:space="preserve">2.1. Предметом настоящего Договора является </w:t>
      </w:r>
      <w:r>
        <w:rPr>
          <w:rFonts w:ascii="Times New Roman" w:hAnsi="Times New Roman"/>
          <w:sz w:val="18"/>
          <w:szCs w:val="18"/>
        </w:rPr>
        <w:t>оказание Управляющей организациейуслуг и выполнение работ по содержанию</w:t>
      </w:r>
      <w:r w:rsidRPr="003574C7">
        <w:rPr>
          <w:rFonts w:ascii="Times New Roman" w:hAnsi="Times New Roman"/>
          <w:sz w:val="18"/>
          <w:szCs w:val="18"/>
        </w:rPr>
        <w:t xml:space="preserve"> общего имуще</w:t>
      </w:r>
      <w:r>
        <w:rPr>
          <w:rFonts w:ascii="Times New Roman" w:hAnsi="Times New Roman"/>
          <w:sz w:val="18"/>
          <w:szCs w:val="18"/>
        </w:rPr>
        <w:t>ства Дома, а также предоставление</w:t>
      </w:r>
      <w:r w:rsidRPr="003574C7">
        <w:rPr>
          <w:rFonts w:ascii="Times New Roman" w:hAnsi="Times New Roman"/>
          <w:sz w:val="18"/>
          <w:szCs w:val="18"/>
        </w:rPr>
        <w:t xml:space="preserve"> собственникам и иным законным пользователям жилых (нежилых) помещений (далее - иные ли</w:t>
      </w:r>
      <w:r>
        <w:rPr>
          <w:rFonts w:ascii="Times New Roman" w:hAnsi="Times New Roman"/>
          <w:sz w:val="18"/>
          <w:szCs w:val="18"/>
        </w:rPr>
        <w:t>ца) жилищно-коммунальных услуг.</w:t>
      </w:r>
    </w:p>
    <w:p w:rsidR="00860425" w:rsidRPr="003574C7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3574C7">
        <w:rPr>
          <w:rFonts w:ascii="Times New Roman" w:hAnsi="Times New Roman"/>
          <w:sz w:val="18"/>
          <w:szCs w:val="18"/>
        </w:rPr>
        <w:t>2.2. Управляющая организация обязуется по заданию Собственника выполнять работы и оказывать услуги по управлению Домом, содержанию и ремонту его общего имущества, предоставлять коммунальные услуги (далее - Услуги) Собственнику и иным лицам в отношении Дома, имеющего следующую характеристику: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 xml:space="preserve">    а) адрес: г. ________________, ул. _________________________, д. _____;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 xml:space="preserve">    б) номер технического паспорта _______________________________________;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 xml:space="preserve">    в) серия, тип постройки ______________________________________________;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 xml:space="preserve">    г) год постройки _____________________________________________________;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 xml:space="preserve">    д) этажность: _____ этажей;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 xml:space="preserve">    е) количество квартир: ________;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 xml:space="preserve">    ж) общая площадь с учетом летних помещений ____________ кв. м;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 xml:space="preserve">    з) общая площадь жилых помещений без учета летних ____ кв. м;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 xml:space="preserve">    и) общая площадь нежилых помещений ____________________ кв. м;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 xml:space="preserve">    к)   степень  износа  по  данным  государственного  технического  учета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______%;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 xml:space="preserve">    л)  год  последнего  капитального ремонта основных конструкций и систем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снабжения дома _________;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 xml:space="preserve">    м) правовой акт о признании дома аварийным и подлежащим сносу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__________________________________________________________________________;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 xml:space="preserve">    н)  площадь  земельного  участка,  входящего  в состав общего имущества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многоквартирного дома, ___________ кв. м;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 xml:space="preserve">    о) кадастровый номер земельного участка ______________________________.</w:t>
      </w: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E76015">
        <w:rPr>
          <w:rFonts w:ascii="Times New Roman" w:hAnsi="Times New Roman"/>
          <w:sz w:val="18"/>
          <w:szCs w:val="18"/>
        </w:rPr>
        <w:t xml:space="preserve">2.3. </w:t>
      </w:r>
      <w:hyperlink r:id="rId7" w:history="1">
        <w:r w:rsidRPr="00E76015">
          <w:rPr>
            <w:rFonts w:ascii="Times New Roman" w:hAnsi="Times New Roman"/>
            <w:sz w:val="18"/>
            <w:szCs w:val="18"/>
          </w:rPr>
          <w:t>Состав</w:t>
        </w:r>
      </w:hyperlink>
      <w:r w:rsidRPr="00E76015">
        <w:rPr>
          <w:rFonts w:ascii="Times New Roman" w:hAnsi="Times New Roman"/>
          <w:sz w:val="18"/>
          <w:szCs w:val="18"/>
        </w:rPr>
        <w:t xml:space="preserve"> общего имущества Дома, в отношении которого осуществляется управление, и его состояние, а также границы эксплуатационной ответственности между общим имуществом Дома и личным имуществом Собственника указаны в приложении 1, которое является неотъемлемой частью Договора.</w:t>
      </w: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2.4. Текущий и капитальный ремонт общего имущества дома выполняется Управляющей организацией только на основании решения общего собрания собственников помещений дома, оформленного протоколомссоответствии с действующим законодательством РФ.</w:t>
      </w:r>
    </w:p>
    <w:p w:rsidR="00860425" w:rsidRPr="00A30E5A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860425" w:rsidRPr="00A30E5A" w:rsidRDefault="008604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</w:rPr>
      </w:pPr>
      <w:r w:rsidRPr="00A30E5A">
        <w:rPr>
          <w:rFonts w:ascii="Times New Roman" w:hAnsi="Times New Roman"/>
        </w:rPr>
        <w:t>3. ПРАВА И ОБЯЗАННОСТИ СТОРОН</w:t>
      </w:r>
    </w:p>
    <w:p w:rsidR="00860425" w:rsidRPr="00A30E5A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E76015">
        <w:rPr>
          <w:rFonts w:ascii="Times New Roman" w:hAnsi="Times New Roman"/>
          <w:sz w:val="18"/>
          <w:szCs w:val="18"/>
        </w:rPr>
        <w:t>3.1. Управляющая организация, исходя из требований законодательства Российской Федерации, условий настоящего Договора, с наибольшей выгодой для Собственника, в строгом соответствии с установленными для жилищно-коммунальной сферы государственными техническими регламентами, стандартами, правилами, нормами и нормативами, обязана:</w:t>
      </w: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E76015">
        <w:rPr>
          <w:rFonts w:ascii="Times New Roman" w:hAnsi="Times New Roman"/>
          <w:sz w:val="18"/>
          <w:szCs w:val="18"/>
        </w:rPr>
        <w:t xml:space="preserve">3.1.1. Обеспечивать предоставление услуг и выполнение работ по содержанию и ремонту общего имущества Собственников помещений в многоквартирном доме (в том числе и услуги по управлению многоквартирным домом) в зависимости от фактического состояния общего имущества и в пределах денежных средств, поступающих в адрес Управляющей организации от Собственников. </w:t>
      </w:r>
      <w:hyperlink r:id="rId8" w:history="1">
        <w:r w:rsidRPr="00E76015">
          <w:rPr>
            <w:rFonts w:ascii="Times New Roman" w:hAnsi="Times New Roman"/>
            <w:color w:val="0000FF"/>
            <w:sz w:val="18"/>
            <w:szCs w:val="18"/>
          </w:rPr>
          <w:t>Перечень</w:t>
        </w:r>
      </w:hyperlink>
      <w:r w:rsidRPr="00E76015">
        <w:rPr>
          <w:rFonts w:ascii="Times New Roman" w:hAnsi="Times New Roman"/>
          <w:sz w:val="18"/>
          <w:szCs w:val="18"/>
        </w:rPr>
        <w:t xml:space="preserve"> данных работ и услуг определяется приложением 3 к настоящему Договору.</w:t>
      </w: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E76015">
        <w:rPr>
          <w:rFonts w:ascii="Times New Roman" w:hAnsi="Times New Roman"/>
          <w:sz w:val="18"/>
          <w:szCs w:val="18"/>
        </w:rPr>
        <w:t>3.1.2. Устранить все выявленные недостатки за свой счет в случае оказания услуг и выполнения работ ненадлежащего качества</w:t>
      </w:r>
      <w:r>
        <w:rPr>
          <w:rFonts w:ascii="Times New Roman" w:hAnsi="Times New Roman"/>
          <w:sz w:val="18"/>
          <w:szCs w:val="18"/>
        </w:rPr>
        <w:t xml:space="preserve"> при наличии вины или по решению суда</w:t>
      </w:r>
      <w:r w:rsidRPr="00E76015">
        <w:rPr>
          <w:rFonts w:ascii="Times New Roman" w:hAnsi="Times New Roman"/>
          <w:sz w:val="18"/>
          <w:szCs w:val="18"/>
        </w:rPr>
        <w:t>.</w:t>
      </w: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E76015">
        <w:rPr>
          <w:rFonts w:ascii="Times New Roman" w:hAnsi="Times New Roman"/>
          <w:sz w:val="18"/>
          <w:szCs w:val="18"/>
        </w:rPr>
        <w:t xml:space="preserve">3.1.3. Предоставлять коммунальные услуги Собственнику в соответствии с обязательными требованиями, установленными </w:t>
      </w:r>
      <w:hyperlink r:id="rId9" w:history="1">
        <w:r w:rsidRPr="00E76015">
          <w:rPr>
            <w:rFonts w:ascii="Times New Roman" w:hAnsi="Times New Roman"/>
            <w:color w:val="0000FF"/>
            <w:sz w:val="18"/>
            <w:szCs w:val="18"/>
          </w:rPr>
          <w:t>Правилами</w:t>
        </w:r>
      </w:hyperlink>
      <w:r>
        <w:rPr>
          <w:rFonts w:ascii="Times New Roman" w:hAnsi="Times New Roman"/>
          <w:sz w:val="18"/>
          <w:szCs w:val="18"/>
        </w:rPr>
        <w:t>о предоставлении</w:t>
      </w:r>
      <w:r w:rsidRPr="00E76015">
        <w:rPr>
          <w:rFonts w:ascii="Times New Roman" w:hAnsi="Times New Roman"/>
          <w:sz w:val="18"/>
          <w:szCs w:val="18"/>
        </w:rPr>
        <w:t xml:space="preserve"> коммунальных услуг</w:t>
      </w:r>
      <w:r>
        <w:rPr>
          <w:rFonts w:ascii="Times New Roman" w:hAnsi="Times New Roman"/>
          <w:sz w:val="18"/>
          <w:szCs w:val="18"/>
        </w:rPr>
        <w:t xml:space="preserve"> собственникам и пользователям помещений в многоквартирных домах и жилых домов</w:t>
      </w:r>
      <w:r w:rsidRPr="00E76015">
        <w:rPr>
          <w:rFonts w:ascii="Times New Roman" w:hAnsi="Times New Roman"/>
          <w:sz w:val="18"/>
          <w:szCs w:val="18"/>
        </w:rPr>
        <w:t>, утвержденными Правительством Российской Федерации, в том числе:</w:t>
      </w: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E76015">
        <w:rPr>
          <w:rFonts w:ascii="Times New Roman" w:hAnsi="Times New Roman"/>
          <w:sz w:val="18"/>
          <w:szCs w:val="18"/>
        </w:rPr>
        <w:t>а) холодное водоснабжение;</w:t>
      </w: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E76015">
        <w:rPr>
          <w:rFonts w:ascii="Times New Roman" w:hAnsi="Times New Roman"/>
          <w:sz w:val="18"/>
          <w:szCs w:val="18"/>
        </w:rPr>
        <w:t>б) горячее водоснабжение;</w:t>
      </w: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E76015">
        <w:rPr>
          <w:rFonts w:ascii="Times New Roman" w:hAnsi="Times New Roman"/>
          <w:sz w:val="18"/>
          <w:szCs w:val="18"/>
        </w:rPr>
        <w:t>в) водоотведение (канализация);</w:t>
      </w: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E76015">
        <w:rPr>
          <w:rFonts w:ascii="Times New Roman" w:hAnsi="Times New Roman"/>
          <w:sz w:val="18"/>
          <w:szCs w:val="18"/>
        </w:rPr>
        <w:t>г) электроснабжение;</w:t>
      </w: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E76015">
        <w:rPr>
          <w:rFonts w:ascii="Times New Roman" w:hAnsi="Times New Roman"/>
          <w:sz w:val="18"/>
          <w:szCs w:val="18"/>
        </w:rPr>
        <w:t>е) отопление.</w:t>
      </w: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Состав предоставляемых Собственнику коммунальных услуг определяется в зависимости от степени благоустройства многоквартирного дома или жилого дома. Предоставление коммунальных услуг осуществляется в необходимых Собственнику объемах в пределах технической возможности внутридомовых инженерных систем.</w:t>
      </w: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E76015">
        <w:rPr>
          <w:rFonts w:ascii="Times New Roman" w:hAnsi="Times New Roman"/>
          <w:sz w:val="18"/>
          <w:szCs w:val="18"/>
        </w:rPr>
        <w:t>3.1.4. Предоставлять иные услуги, предусмотренные решением общего собрания собственников помещений в многоквартирном доме.</w:t>
      </w: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E76015">
        <w:rPr>
          <w:rFonts w:ascii="Times New Roman" w:hAnsi="Times New Roman"/>
          <w:sz w:val="18"/>
          <w:szCs w:val="18"/>
        </w:rPr>
        <w:t>3.1.5. На основании проводимых в течение текущего года технических осмотров Дома готовить предложения по текущему и капитальному ремонту общего имущества дома, планируемому Управляющей организацией на новый календарный год.</w:t>
      </w: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E76015">
        <w:rPr>
          <w:rFonts w:ascii="Times New Roman" w:hAnsi="Times New Roman"/>
          <w:sz w:val="18"/>
          <w:szCs w:val="18"/>
        </w:rPr>
        <w:t xml:space="preserve">В срок до 1 ноября текущего года </w:t>
      </w:r>
      <w:r>
        <w:rPr>
          <w:rFonts w:ascii="Times New Roman" w:hAnsi="Times New Roman"/>
          <w:sz w:val="18"/>
          <w:szCs w:val="18"/>
        </w:rPr>
        <w:t>направить председателю Совета многоквартирного дома</w:t>
      </w:r>
      <w:r w:rsidRPr="00E76015">
        <w:rPr>
          <w:rFonts w:ascii="Times New Roman" w:hAnsi="Times New Roman"/>
          <w:sz w:val="18"/>
          <w:szCs w:val="18"/>
        </w:rPr>
        <w:t xml:space="preserve"> эти предложения на утверждение </w:t>
      </w:r>
      <w:r>
        <w:rPr>
          <w:rFonts w:ascii="Times New Roman" w:hAnsi="Times New Roman"/>
          <w:sz w:val="18"/>
          <w:szCs w:val="18"/>
        </w:rPr>
        <w:t xml:space="preserve"> их общим собранием</w:t>
      </w:r>
      <w:r w:rsidRPr="00E76015">
        <w:rPr>
          <w:rFonts w:ascii="Times New Roman" w:hAnsi="Times New Roman"/>
          <w:sz w:val="18"/>
          <w:szCs w:val="18"/>
        </w:rPr>
        <w:t xml:space="preserve"> собственников помещений в Доме</w:t>
      </w:r>
      <w:r>
        <w:rPr>
          <w:rFonts w:ascii="Times New Roman" w:hAnsi="Times New Roman"/>
          <w:sz w:val="18"/>
          <w:szCs w:val="18"/>
        </w:rPr>
        <w:t>, а в случае отсутствия такового (председателя совета многоквартирного дома) любому из собственников или старшему по подъезду</w:t>
      </w:r>
      <w:r w:rsidRPr="00E76015">
        <w:rPr>
          <w:rFonts w:ascii="Times New Roman" w:hAnsi="Times New Roman"/>
          <w:sz w:val="18"/>
          <w:szCs w:val="18"/>
        </w:rPr>
        <w:t xml:space="preserve">. </w:t>
      </w: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E76015">
        <w:rPr>
          <w:rFonts w:ascii="Times New Roman" w:hAnsi="Times New Roman"/>
          <w:sz w:val="18"/>
          <w:szCs w:val="18"/>
        </w:rPr>
        <w:t>3.1.6. Готовить ежегодный письменный отчет Управляющей организации о выполнении договора управления многоквартирным домом, включающий информацию о выполненных работах, оказанных услугах по содержа</w:t>
      </w:r>
      <w:r>
        <w:rPr>
          <w:rFonts w:ascii="Times New Roman" w:hAnsi="Times New Roman"/>
          <w:sz w:val="18"/>
          <w:szCs w:val="18"/>
        </w:rPr>
        <w:t xml:space="preserve">нию и ремонту общего имущества. </w:t>
      </w:r>
      <w:r w:rsidRPr="00E76015">
        <w:rPr>
          <w:rFonts w:ascii="Times New Roman" w:hAnsi="Times New Roman"/>
          <w:sz w:val="18"/>
          <w:szCs w:val="18"/>
        </w:rPr>
        <w:t xml:space="preserve">Предоставлять указанный отчет </w:t>
      </w:r>
      <w:r>
        <w:rPr>
          <w:rFonts w:ascii="Times New Roman" w:hAnsi="Times New Roman"/>
          <w:sz w:val="18"/>
          <w:szCs w:val="18"/>
        </w:rPr>
        <w:t>председателю совета многоквартирного дома</w:t>
      </w:r>
      <w:r w:rsidRPr="00E76015">
        <w:rPr>
          <w:rFonts w:ascii="Times New Roman" w:hAnsi="Times New Roman"/>
          <w:sz w:val="18"/>
          <w:szCs w:val="18"/>
        </w:rPr>
        <w:t>для ознакомления</w:t>
      </w:r>
      <w:r>
        <w:rPr>
          <w:rFonts w:ascii="Times New Roman" w:hAnsi="Times New Roman"/>
          <w:sz w:val="18"/>
          <w:szCs w:val="18"/>
        </w:rPr>
        <w:t>или по письменному запросу одного из Собственников, или путем его размещения в доступном для всех Собственников помещении в данном доме месте (на двери подъезда, на лестничном марше 1 этажа ).</w:t>
      </w: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E76015">
        <w:rPr>
          <w:rFonts w:ascii="Times New Roman" w:hAnsi="Times New Roman"/>
          <w:sz w:val="18"/>
          <w:szCs w:val="18"/>
        </w:rPr>
        <w:t xml:space="preserve">3.1.7. Выполнять заявки Собственника в сроки, </w:t>
      </w:r>
      <w:r>
        <w:rPr>
          <w:rFonts w:ascii="Times New Roman" w:hAnsi="Times New Roman"/>
          <w:sz w:val="18"/>
          <w:szCs w:val="18"/>
        </w:rPr>
        <w:t>предусмотренные</w:t>
      </w:r>
      <w:r w:rsidRPr="00E76015">
        <w:rPr>
          <w:rFonts w:ascii="Times New Roman" w:hAnsi="Times New Roman"/>
          <w:sz w:val="18"/>
          <w:szCs w:val="18"/>
        </w:rPr>
        <w:t>настоящим Договором.</w:t>
      </w: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3.1.8. У</w:t>
      </w:r>
      <w:r w:rsidRPr="00E76015">
        <w:rPr>
          <w:rFonts w:ascii="Times New Roman" w:hAnsi="Times New Roman"/>
          <w:sz w:val="18"/>
          <w:szCs w:val="18"/>
        </w:rPr>
        <w:t xml:space="preserve">странять аварии, приводящие к угрозе жизни, здоровью граждан, а также к порче их имущества, </w:t>
      </w:r>
      <w:r>
        <w:rPr>
          <w:rFonts w:ascii="Times New Roman" w:hAnsi="Times New Roman"/>
          <w:sz w:val="18"/>
          <w:szCs w:val="18"/>
        </w:rPr>
        <w:t>в сроки предусмотренные действующим законодательством если иное не предусмотрено настоящим договором.</w:t>
      </w: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E76015">
        <w:rPr>
          <w:rFonts w:ascii="Times New Roman" w:hAnsi="Times New Roman"/>
          <w:sz w:val="18"/>
          <w:szCs w:val="18"/>
        </w:rPr>
        <w:t>3.1.9. Вести и хр</w:t>
      </w:r>
      <w:r>
        <w:rPr>
          <w:rFonts w:ascii="Times New Roman" w:hAnsi="Times New Roman"/>
          <w:sz w:val="18"/>
          <w:szCs w:val="18"/>
        </w:rPr>
        <w:t>анить документацию</w:t>
      </w:r>
      <w:r w:rsidRPr="00E76015">
        <w:rPr>
          <w:rFonts w:ascii="Times New Roman" w:hAnsi="Times New Roman"/>
          <w:sz w:val="18"/>
          <w:szCs w:val="18"/>
        </w:rPr>
        <w:t xml:space="preserve"> в соответствии с </w:t>
      </w:r>
      <w:hyperlink r:id="rId10" w:history="1">
        <w:r w:rsidRPr="00E76015">
          <w:rPr>
            <w:rFonts w:ascii="Times New Roman" w:hAnsi="Times New Roman"/>
            <w:color w:val="0000FF"/>
            <w:sz w:val="18"/>
            <w:szCs w:val="18"/>
          </w:rPr>
          <w:t>перечнем</w:t>
        </w:r>
      </w:hyperlink>
      <w:r w:rsidRPr="00E76015">
        <w:rPr>
          <w:rFonts w:ascii="Times New Roman" w:hAnsi="Times New Roman"/>
          <w:sz w:val="18"/>
          <w:szCs w:val="18"/>
        </w:rPr>
        <w:t>, содержащимся в при</w:t>
      </w:r>
      <w:r>
        <w:rPr>
          <w:rFonts w:ascii="Times New Roman" w:hAnsi="Times New Roman"/>
          <w:sz w:val="18"/>
          <w:szCs w:val="18"/>
        </w:rPr>
        <w:t>ложении 2 к настоящему Договору</w:t>
      </w:r>
      <w:r w:rsidRPr="00E76015">
        <w:rPr>
          <w:rFonts w:ascii="Times New Roman" w:hAnsi="Times New Roman"/>
          <w:sz w:val="18"/>
          <w:szCs w:val="18"/>
        </w:rPr>
        <w:t xml:space="preserve">. По требованию </w:t>
      </w:r>
      <w:r>
        <w:rPr>
          <w:rFonts w:ascii="Times New Roman" w:hAnsi="Times New Roman"/>
          <w:sz w:val="18"/>
          <w:szCs w:val="18"/>
        </w:rPr>
        <w:t>председателя совета дома</w:t>
      </w:r>
      <w:r w:rsidRPr="00E76015">
        <w:rPr>
          <w:rFonts w:ascii="Times New Roman" w:hAnsi="Times New Roman"/>
          <w:sz w:val="18"/>
          <w:szCs w:val="18"/>
        </w:rPr>
        <w:t xml:space="preserve"> предоставлять их заверенные копии, а также копии лицевого счета, протоколов общих собраний</w:t>
      </w:r>
      <w:r>
        <w:rPr>
          <w:rFonts w:ascii="Times New Roman" w:hAnsi="Times New Roman"/>
          <w:sz w:val="18"/>
          <w:szCs w:val="18"/>
        </w:rPr>
        <w:t xml:space="preserve"> собственников помещений в Доме. </w:t>
      </w: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E76015">
        <w:rPr>
          <w:rFonts w:ascii="Times New Roman" w:hAnsi="Times New Roman"/>
          <w:sz w:val="18"/>
          <w:szCs w:val="18"/>
        </w:rPr>
        <w:t>3.1.10. Рассматривать предложения, заявления и жалобы Собственника, вести их учет, принимать меры, необходимые для устранения указанных в них недостатков</w:t>
      </w:r>
      <w:r>
        <w:rPr>
          <w:rFonts w:ascii="Times New Roman" w:hAnsi="Times New Roman"/>
          <w:sz w:val="18"/>
          <w:szCs w:val="18"/>
        </w:rPr>
        <w:t xml:space="preserve">. Не позднее одного месяца </w:t>
      </w:r>
      <w:r w:rsidRPr="00E76015">
        <w:rPr>
          <w:rFonts w:ascii="Times New Roman" w:hAnsi="Times New Roman"/>
          <w:sz w:val="18"/>
          <w:szCs w:val="18"/>
        </w:rPr>
        <w:t>со дня получения письменного заявления информировать заявителя о решении, принятом по заявленному вопросу.</w:t>
      </w: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E76015">
        <w:rPr>
          <w:rFonts w:ascii="Times New Roman" w:hAnsi="Times New Roman"/>
          <w:sz w:val="18"/>
          <w:szCs w:val="18"/>
        </w:rPr>
        <w:t xml:space="preserve">3.1.11. Информировать Собственника о причинах и предполагаемой продолжительности </w:t>
      </w:r>
      <w:r>
        <w:rPr>
          <w:rFonts w:ascii="Times New Roman" w:hAnsi="Times New Roman"/>
          <w:sz w:val="18"/>
          <w:szCs w:val="18"/>
        </w:rPr>
        <w:t>предоставления коммунальных услуг ненадлежащего качества и (или) с перерывами, превышающими установленную продолжительность в течение 2-х дней</w:t>
      </w:r>
      <w:r w:rsidRPr="00E76015">
        <w:rPr>
          <w:rFonts w:ascii="Times New Roman" w:hAnsi="Times New Roman"/>
          <w:sz w:val="18"/>
          <w:szCs w:val="18"/>
        </w:rPr>
        <w:t xml:space="preserve"> с момента обнаружения таких недостатков путем размещения соответствующей информации </w:t>
      </w:r>
      <w:r>
        <w:rPr>
          <w:rFonts w:ascii="Times New Roman" w:hAnsi="Times New Roman"/>
          <w:sz w:val="18"/>
          <w:szCs w:val="18"/>
        </w:rPr>
        <w:t>в доступном для всех собственников помещений месте.</w:t>
      </w: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E76015">
        <w:rPr>
          <w:rFonts w:ascii="Times New Roman" w:hAnsi="Times New Roman"/>
          <w:sz w:val="18"/>
          <w:szCs w:val="18"/>
        </w:rPr>
        <w:t xml:space="preserve">3.1.12. В случае невыполнения работ или непредоставления Услуг, предусмотренных настоящим Договором, уведомить Собственника помещений о причинах нарушения путем размещения соответствующей информации на досках объявлений или </w:t>
      </w:r>
      <w:r>
        <w:rPr>
          <w:rFonts w:ascii="Times New Roman" w:hAnsi="Times New Roman"/>
          <w:sz w:val="18"/>
          <w:szCs w:val="18"/>
        </w:rPr>
        <w:t>доступном для всех собственников помещений месте</w:t>
      </w:r>
      <w:r w:rsidRPr="00E76015">
        <w:rPr>
          <w:rFonts w:ascii="Times New Roman" w:hAnsi="Times New Roman"/>
          <w:sz w:val="18"/>
          <w:szCs w:val="18"/>
        </w:rPr>
        <w:t xml:space="preserve">. </w:t>
      </w: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3.1.13</w:t>
      </w:r>
      <w:r w:rsidRPr="00E76015">
        <w:rPr>
          <w:rFonts w:ascii="Times New Roman" w:hAnsi="Times New Roman"/>
          <w:sz w:val="18"/>
          <w:szCs w:val="18"/>
        </w:rPr>
        <w:t xml:space="preserve">. От своего имени и за свой счет заключать договоры на предоставление коммунальных услуг с ресурсоснабжающими организациями. </w:t>
      </w: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3.1.14</w:t>
      </w:r>
      <w:r w:rsidRPr="00E76015">
        <w:rPr>
          <w:rFonts w:ascii="Times New Roman" w:hAnsi="Times New Roman"/>
          <w:sz w:val="18"/>
          <w:szCs w:val="18"/>
        </w:rPr>
        <w:t>. По требованию Собственника выставлять платежные документы на предоплату Услуг Управляющей организации с последующей их корректировкой.</w:t>
      </w: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3.1.15</w:t>
      </w:r>
      <w:r w:rsidRPr="00E76015">
        <w:rPr>
          <w:rFonts w:ascii="Times New Roman" w:hAnsi="Times New Roman"/>
          <w:sz w:val="18"/>
          <w:szCs w:val="18"/>
        </w:rPr>
        <w:t xml:space="preserve">. Обеспечить Собственника </w:t>
      </w:r>
      <w:hyperlink r:id="rId11" w:history="1">
        <w:r w:rsidRPr="00E76015">
          <w:rPr>
            <w:rFonts w:ascii="Times New Roman" w:hAnsi="Times New Roman"/>
            <w:color w:val="0000FF"/>
            <w:sz w:val="18"/>
            <w:szCs w:val="18"/>
          </w:rPr>
          <w:t>информацией</w:t>
        </w:r>
      </w:hyperlink>
      <w:r w:rsidRPr="00E76015">
        <w:rPr>
          <w:rFonts w:ascii="Times New Roman" w:hAnsi="Times New Roman"/>
          <w:sz w:val="18"/>
          <w:szCs w:val="18"/>
        </w:rPr>
        <w:t xml:space="preserve"> о телефонах аварийных служб путем их указания в Договоре (прило</w:t>
      </w:r>
      <w:r>
        <w:rPr>
          <w:rFonts w:ascii="Times New Roman" w:hAnsi="Times New Roman"/>
          <w:sz w:val="18"/>
          <w:szCs w:val="18"/>
        </w:rPr>
        <w:t>жение 4 к настоящему Договору),доступном для всех собственников помещений месте.</w:t>
      </w: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3.1.16</w:t>
      </w:r>
      <w:r w:rsidRPr="00E76015">
        <w:rPr>
          <w:rFonts w:ascii="Times New Roman" w:hAnsi="Times New Roman"/>
          <w:sz w:val="18"/>
          <w:szCs w:val="18"/>
        </w:rPr>
        <w:t xml:space="preserve">. Осуществлять </w:t>
      </w:r>
      <w:r>
        <w:rPr>
          <w:rFonts w:ascii="Times New Roman" w:hAnsi="Times New Roman"/>
          <w:sz w:val="18"/>
          <w:szCs w:val="18"/>
        </w:rPr>
        <w:t>по заявлению потребителя ввод</w:t>
      </w:r>
      <w:r w:rsidRPr="00E76015">
        <w:rPr>
          <w:rFonts w:ascii="Times New Roman" w:hAnsi="Times New Roman"/>
          <w:sz w:val="18"/>
          <w:szCs w:val="18"/>
        </w:rPr>
        <w:t xml:space="preserve"> в эксплуатацию</w:t>
      </w:r>
      <w:r>
        <w:rPr>
          <w:rFonts w:ascii="Times New Roman" w:hAnsi="Times New Roman"/>
          <w:sz w:val="18"/>
          <w:szCs w:val="18"/>
        </w:rPr>
        <w:t xml:space="preserve"> установленного индивидуального прибора учёта не позднее месяца, следующего за датой его установки, а также приступить к осуществлению расчетов размера платы за коммунальные услуги исходя из показаний введенного в эксплуатацию прибора учета, начиная с 1-го числа месяца, следующего за месяцем ввода прибора учета в эксплуатацию</w:t>
      </w:r>
      <w:r w:rsidRPr="00E76015">
        <w:rPr>
          <w:rFonts w:ascii="Times New Roman" w:hAnsi="Times New Roman"/>
          <w:sz w:val="18"/>
          <w:szCs w:val="18"/>
        </w:rPr>
        <w:t xml:space="preserve"> с составлением соответствующего акта и фиксацией начальных показаний приборов.</w:t>
      </w:r>
    </w:p>
    <w:p w:rsidR="00860425" w:rsidRPr="00E76015" w:rsidRDefault="00860425" w:rsidP="000971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3.1.17</w:t>
      </w:r>
      <w:r w:rsidRPr="00E76015">
        <w:rPr>
          <w:rFonts w:ascii="Times New Roman" w:hAnsi="Times New Roman"/>
          <w:sz w:val="18"/>
          <w:szCs w:val="18"/>
        </w:rPr>
        <w:t xml:space="preserve">. </w:t>
      </w:r>
      <w:r>
        <w:rPr>
          <w:rFonts w:ascii="Times New Roman" w:hAnsi="Times New Roman"/>
          <w:sz w:val="18"/>
          <w:szCs w:val="18"/>
        </w:rPr>
        <w:t>Согласовать с Собственником устно время доступа в занимаемое им жилое помещение для</w:t>
      </w:r>
      <w:r w:rsidRPr="00E76015">
        <w:rPr>
          <w:rFonts w:ascii="Times New Roman" w:hAnsi="Times New Roman"/>
          <w:sz w:val="18"/>
          <w:szCs w:val="18"/>
        </w:rPr>
        <w:t xml:space="preserve"> проведения работ внутри помещения Собственника</w:t>
      </w:r>
      <w:r>
        <w:rPr>
          <w:rFonts w:ascii="Times New Roman" w:hAnsi="Times New Roman"/>
          <w:sz w:val="18"/>
          <w:szCs w:val="18"/>
        </w:rPr>
        <w:t>.</w:t>
      </w: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3.1.18</w:t>
      </w:r>
      <w:r w:rsidRPr="00E76015">
        <w:rPr>
          <w:rFonts w:ascii="Times New Roman" w:hAnsi="Times New Roman"/>
          <w:sz w:val="18"/>
          <w:szCs w:val="18"/>
        </w:rPr>
        <w:t>. По требо</w:t>
      </w:r>
      <w:r>
        <w:rPr>
          <w:rFonts w:ascii="Times New Roman" w:hAnsi="Times New Roman"/>
          <w:sz w:val="18"/>
          <w:szCs w:val="18"/>
        </w:rPr>
        <w:t>ванию Собственника производить про</w:t>
      </w:r>
      <w:r w:rsidRPr="00E76015">
        <w:rPr>
          <w:rFonts w:ascii="Times New Roman" w:hAnsi="Times New Roman"/>
          <w:sz w:val="18"/>
          <w:szCs w:val="18"/>
        </w:rPr>
        <w:t>верку платы за содержание и ремонт жилого помещения и коммунальные услуги</w:t>
      </w:r>
      <w:r>
        <w:rPr>
          <w:rFonts w:ascii="Times New Roman" w:hAnsi="Times New Roman"/>
          <w:sz w:val="18"/>
          <w:szCs w:val="18"/>
        </w:rPr>
        <w:t>, задолженности или переплаты потребителя</w:t>
      </w:r>
      <w:r w:rsidRPr="00E76015">
        <w:rPr>
          <w:rFonts w:ascii="Times New Roman" w:hAnsi="Times New Roman"/>
          <w:sz w:val="18"/>
          <w:szCs w:val="18"/>
        </w:rPr>
        <w:t xml:space="preserve"> и выдавать документы, подтверждающие правильность начисления такой оплаты с учетом соответствия их качества обязательным требованиям, установленным законодательством Российской Федерации и настоящим Договором, а также документы о начислении установленных федеральным законом или Договором неустоек (штрафов, пеней).</w:t>
      </w: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3.1.19</w:t>
      </w:r>
      <w:r w:rsidRPr="00E76015">
        <w:rPr>
          <w:rFonts w:ascii="Times New Roman" w:hAnsi="Times New Roman"/>
          <w:sz w:val="18"/>
          <w:szCs w:val="18"/>
        </w:rPr>
        <w:t>. Не передавать и не разглашать в любой форме конфиденциальную информацию, касающуюся Собственника, без письменного разрешения Собственника помещения или наличия иного законного основания.</w:t>
      </w: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3.1.20</w:t>
      </w:r>
      <w:r w:rsidRPr="00E76015">
        <w:rPr>
          <w:rFonts w:ascii="Times New Roman" w:hAnsi="Times New Roman"/>
          <w:sz w:val="18"/>
          <w:szCs w:val="18"/>
        </w:rPr>
        <w:t xml:space="preserve">. Передать техническую документацию (базы данных) и иные связанные с управлением Домом документы за 30 (тридцать) дней до прекращения действия Договора вновь выбранной Управляющей организации,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Домом собственниками помещений в нем </w:t>
      </w:r>
      <w:r>
        <w:rPr>
          <w:rFonts w:ascii="Times New Roman" w:hAnsi="Times New Roman"/>
          <w:sz w:val="18"/>
          <w:szCs w:val="18"/>
        </w:rPr>
        <w:t>–председателю совета дома</w:t>
      </w:r>
      <w:r w:rsidRPr="00E76015">
        <w:rPr>
          <w:rFonts w:ascii="Times New Roman" w:hAnsi="Times New Roman"/>
          <w:sz w:val="18"/>
          <w:szCs w:val="18"/>
        </w:rPr>
        <w:t xml:space="preserve">или, если такой </w:t>
      </w:r>
      <w:r>
        <w:rPr>
          <w:rFonts w:ascii="Times New Roman" w:hAnsi="Times New Roman"/>
          <w:sz w:val="18"/>
          <w:szCs w:val="18"/>
        </w:rPr>
        <w:t>отсутствует</w:t>
      </w:r>
      <w:r w:rsidRPr="00E76015">
        <w:rPr>
          <w:rFonts w:ascii="Times New Roman" w:hAnsi="Times New Roman"/>
          <w:sz w:val="18"/>
          <w:szCs w:val="18"/>
        </w:rPr>
        <w:t>, любому собственнику помещения в Доме.</w:t>
      </w: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3.1.22. Предоставлять Собственнику по его требованию в течение 3-х рабочих дней со дня обращения возможность ознакомиться со сведениями о показаниях коллективных приборов учета.</w:t>
      </w: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3.1.23</w:t>
      </w:r>
      <w:r w:rsidRPr="00E76015">
        <w:rPr>
          <w:rFonts w:ascii="Times New Roman" w:hAnsi="Times New Roman"/>
          <w:sz w:val="18"/>
          <w:szCs w:val="18"/>
        </w:rPr>
        <w:t xml:space="preserve">. Управляющая организация обязана выполнять требования </w:t>
      </w:r>
      <w:hyperlink r:id="rId12" w:history="1">
        <w:r w:rsidRPr="00E76015">
          <w:rPr>
            <w:rFonts w:ascii="Times New Roman" w:hAnsi="Times New Roman"/>
            <w:color w:val="0000FF"/>
            <w:sz w:val="18"/>
            <w:szCs w:val="18"/>
          </w:rPr>
          <w:t>Стандарта</w:t>
        </w:r>
      </w:hyperlink>
      <w:r w:rsidRPr="00E76015">
        <w:rPr>
          <w:rFonts w:ascii="Times New Roman" w:hAnsi="Times New Roman"/>
          <w:sz w:val="18"/>
          <w:szCs w:val="18"/>
        </w:rPr>
        <w:t xml:space="preserve"> раскрытия информации организациями, осуществляющими деятельность в сфере управления многоквартирными домами, утвержденного постановлением Правительства Российской Федерации от 23.09.2010 N 731, и раскрывать следующую информацию:</w:t>
      </w: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E76015">
        <w:rPr>
          <w:rFonts w:ascii="Times New Roman" w:hAnsi="Times New Roman"/>
          <w:sz w:val="18"/>
          <w:szCs w:val="18"/>
        </w:rPr>
        <w:t>а) общая информация об управляющей организации;</w:t>
      </w: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E76015">
        <w:rPr>
          <w:rFonts w:ascii="Times New Roman" w:hAnsi="Times New Roman"/>
          <w:sz w:val="18"/>
          <w:szCs w:val="18"/>
        </w:rPr>
        <w:t>б) основные показатели финансово-хозяйственной деятельности управляющей организации (в части исполнения такой управляющей организацией договоров управления);</w:t>
      </w: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E76015">
        <w:rPr>
          <w:rFonts w:ascii="Times New Roman" w:hAnsi="Times New Roman"/>
          <w:sz w:val="18"/>
          <w:szCs w:val="18"/>
        </w:rPr>
        <w:t>в) сведения о выполняемых работах (оказываемых услугах) по содержанию и ремонту общего имущества в Доме;</w:t>
      </w: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E76015">
        <w:rPr>
          <w:rFonts w:ascii="Times New Roman" w:hAnsi="Times New Roman"/>
          <w:sz w:val="18"/>
          <w:szCs w:val="18"/>
        </w:rPr>
        <w:t>г) порядок и условия оказания услуг по содержанию и ремонту общего имущества в Доме;</w:t>
      </w: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E76015">
        <w:rPr>
          <w:rFonts w:ascii="Times New Roman" w:hAnsi="Times New Roman"/>
          <w:sz w:val="18"/>
          <w:szCs w:val="18"/>
        </w:rPr>
        <w:t>д) сведения о стоимости работ (услуг) по содержанию и ремонту общего имущества в Доме;</w:t>
      </w: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E76015">
        <w:rPr>
          <w:rFonts w:ascii="Times New Roman" w:hAnsi="Times New Roman"/>
          <w:sz w:val="18"/>
          <w:szCs w:val="18"/>
        </w:rPr>
        <w:t>е) сведения о ценах (тарифах) на коммунальные ресурсы.</w:t>
      </w: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E76015">
        <w:rPr>
          <w:rFonts w:ascii="Times New Roman" w:hAnsi="Times New Roman"/>
          <w:sz w:val="18"/>
          <w:szCs w:val="18"/>
        </w:rPr>
        <w:t>Управляющей организацией указанная информация раскрывается путем:</w:t>
      </w: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E76015">
        <w:rPr>
          <w:rFonts w:ascii="Times New Roman" w:hAnsi="Times New Roman"/>
          <w:sz w:val="18"/>
          <w:szCs w:val="18"/>
        </w:rPr>
        <w:t>а) опубликования на официальном сайте управляющей организации в информационно-телекоммуникационной сети Интернет (далее - сеть Интернет</w:t>
      </w:r>
      <w:r>
        <w:rPr>
          <w:rFonts w:ascii="Times New Roman" w:hAnsi="Times New Roman"/>
          <w:sz w:val="18"/>
          <w:szCs w:val="18"/>
        </w:rPr>
        <w:t>); б</w:t>
      </w:r>
      <w:r w:rsidRPr="00E76015">
        <w:rPr>
          <w:rFonts w:ascii="Times New Roman" w:hAnsi="Times New Roman"/>
          <w:sz w:val="18"/>
          <w:szCs w:val="18"/>
        </w:rPr>
        <w:t>) размещения на информационных стендах (стойках) в помещении управляющей организации;</w:t>
      </w: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E76015">
        <w:rPr>
          <w:rFonts w:ascii="Times New Roman" w:hAnsi="Times New Roman"/>
          <w:sz w:val="18"/>
          <w:szCs w:val="18"/>
        </w:rPr>
        <w:t>3.2. Управляющая организация вправе:</w:t>
      </w: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3.2.1. Принимать и требовать от Собственника внесения платы за потреблённые коммунальные услуги.</w:t>
      </w: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3.2.2. В случае не внесения Собственником или нанимателем жилого помещения платы за коммунальные услуги в течение 3-х месяцев обращаться в судебные органы для принудительного взыскания задолженности и прочих действий, установленных действующим законодательством.</w:t>
      </w:r>
    </w:p>
    <w:p w:rsidR="00860425" w:rsidRDefault="00860425" w:rsidP="00FE70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3.2.3.</w:t>
      </w:r>
      <w:r w:rsidRPr="00A166ED">
        <w:rPr>
          <w:rFonts w:ascii="Times New Roman" w:hAnsi="Times New Roman"/>
          <w:sz w:val="18"/>
          <w:szCs w:val="18"/>
        </w:rPr>
        <w:t>По предписанию органов исполнительной власт</w:t>
      </w:r>
      <w:r>
        <w:rPr>
          <w:rFonts w:ascii="Times New Roman" w:hAnsi="Times New Roman"/>
          <w:sz w:val="18"/>
          <w:szCs w:val="18"/>
        </w:rPr>
        <w:t>и (</w:t>
      </w:r>
      <w:r w:rsidRPr="00A166ED">
        <w:rPr>
          <w:rFonts w:ascii="Times New Roman" w:hAnsi="Times New Roman"/>
          <w:sz w:val="18"/>
          <w:szCs w:val="18"/>
        </w:rPr>
        <w:t xml:space="preserve">службы государственной жилищной инспекции Ивановской области.Управления Федеральной службы по надзору в сфере защиты прав потребителей и благополучия человека, Федеральной противопожарной службы по Ивановской области, Ростехнадзора) </w:t>
      </w:r>
      <w:r>
        <w:rPr>
          <w:rFonts w:ascii="Times New Roman" w:hAnsi="Times New Roman"/>
          <w:sz w:val="18"/>
          <w:szCs w:val="18"/>
        </w:rPr>
        <w:t xml:space="preserve">и при </w:t>
      </w:r>
      <w:r w:rsidRPr="00A166ED">
        <w:rPr>
          <w:rFonts w:ascii="Times New Roman" w:hAnsi="Times New Roman"/>
          <w:sz w:val="18"/>
          <w:szCs w:val="18"/>
        </w:rPr>
        <w:t>наличи</w:t>
      </w:r>
      <w:r>
        <w:rPr>
          <w:rFonts w:ascii="Times New Roman" w:hAnsi="Times New Roman"/>
          <w:sz w:val="18"/>
          <w:szCs w:val="18"/>
        </w:rPr>
        <w:t>и</w:t>
      </w:r>
      <w:r w:rsidRPr="00A166ED">
        <w:rPr>
          <w:rFonts w:ascii="Times New Roman" w:hAnsi="Times New Roman"/>
          <w:sz w:val="18"/>
          <w:szCs w:val="18"/>
        </w:rPr>
        <w:t xml:space="preserve"> денежных средств на лицевом счёте многоквартирного дома самостоятельно без решения общего собрания </w:t>
      </w:r>
      <w:r>
        <w:rPr>
          <w:rFonts w:ascii="Times New Roman" w:hAnsi="Times New Roman"/>
          <w:sz w:val="18"/>
          <w:szCs w:val="18"/>
        </w:rPr>
        <w:t>Собственников дома</w:t>
      </w:r>
      <w:r w:rsidRPr="00A166ED">
        <w:rPr>
          <w:rFonts w:ascii="Times New Roman" w:hAnsi="Times New Roman"/>
          <w:sz w:val="18"/>
          <w:szCs w:val="18"/>
        </w:rPr>
        <w:t>, принимать решения о п</w:t>
      </w:r>
      <w:r>
        <w:rPr>
          <w:rFonts w:ascii="Times New Roman" w:hAnsi="Times New Roman"/>
          <w:sz w:val="18"/>
          <w:szCs w:val="18"/>
        </w:rPr>
        <w:t>роведении текущего ремонта общего имущества дома или его отдельных элементов, и (или)</w:t>
      </w:r>
      <w:r w:rsidRPr="00A166ED">
        <w:rPr>
          <w:rFonts w:ascii="Times New Roman" w:hAnsi="Times New Roman"/>
          <w:sz w:val="18"/>
          <w:szCs w:val="18"/>
        </w:rPr>
        <w:t xml:space="preserve"> если того требует его техническое состояние или физический износ.</w:t>
      </w:r>
    </w:p>
    <w:p w:rsidR="00860425" w:rsidRDefault="00860425" w:rsidP="00FE70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FE7063">
        <w:rPr>
          <w:rFonts w:ascii="Times New Roman" w:hAnsi="Times New Roman"/>
          <w:sz w:val="18"/>
          <w:szCs w:val="18"/>
        </w:rPr>
        <w:t>3.2.4. Самостоятельно определять порядок, сроки и способ выполнения работ и оказания услуг, необходимых для выполнения обязательств по настоящему договору в зависимости от фактического состояния общего имущества, объема поступивших средств собственников, а также привлекать сторонние организации, принимать решение по определению стоимости и трудозатрат произведенных ремонтных работ подрядчиками.</w:t>
      </w:r>
    </w:p>
    <w:p w:rsidR="00860425" w:rsidRPr="00FE7063" w:rsidRDefault="00860425" w:rsidP="00FE70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3.2.5.</w:t>
      </w:r>
      <w:r w:rsidRPr="00FE7063">
        <w:rPr>
          <w:rFonts w:ascii="Times New Roman" w:hAnsi="Times New Roman"/>
          <w:sz w:val="18"/>
          <w:szCs w:val="18"/>
        </w:rPr>
        <w:t>Выполнять обработку и передачу персональных данных граждан, проживающих в многоквартирном доме, использовать их в целях исполнения работы по управлению многоквартирным домом, передавать персональные данные третьим лицам и привлекать последних для их обработки и совершения операций с персональными данными.</w:t>
      </w: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3.2.6. Производить начисление платы за соответствующий вид коммунальной услуги временно проживающим потребителям пропорционально количеству прожитых дней с момента поступления в Управляющую компанию сообщения от любого из Собственников дома о проживании таких потребителей.</w:t>
      </w: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3.2.7. Производить начисление пени лицам, несвоевременно и (или) не полностью внесших плату за жилое помещение и коммунальные услуги в одном платёжном документе с коммунальными услугами.</w:t>
      </w: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3.2.8. В зимний период времени самостоятельно принять решение о выполнении работ по очистке кровли дома от снега и наледи. В случае невозможности выполнить работы по очистке кровли от снега по независящим от управляющей организации причинам, Управляющая компания вправе прекратить доступ людей в зону падения снега (перекрыть проходы) и привлечь на договорных условиях подрядчиков для выполнения работ по очистке кровли.</w:t>
      </w: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3.2.9</w:t>
      </w:r>
      <w:r w:rsidRPr="00E76015">
        <w:rPr>
          <w:rFonts w:ascii="Times New Roman" w:hAnsi="Times New Roman"/>
          <w:sz w:val="18"/>
          <w:szCs w:val="18"/>
        </w:rPr>
        <w:t>. Требовать допуска в заранее согласованное с Собственником время</w:t>
      </w:r>
      <w:r>
        <w:rPr>
          <w:rFonts w:ascii="Times New Roman" w:hAnsi="Times New Roman"/>
          <w:sz w:val="18"/>
          <w:szCs w:val="18"/>
        </w:rPr>
        <w:t xml:space="preserve"> (в устном порядке), но не чаще 1 раза в 3 месяца,</w:t>
      </w:r>
      <w:r w:rsidRPr="00E76015">
        <w:rPr>
          <w:rFonts w:ascii="Times New Roman" w:hAnsi="Times New Roman"/>
          <w:sz w:val="18"/>
          <w:szCs w:val="18"/>
        </w:rPr>
        <w:t xml:space="preserve"> в занимаемое им помещение работников или представителей Управляющей организации (в том числе работников аварийных служб) для осмотра технического и санитарного состояния </w:t>
      </w:r>
      <w:r>
        <w:rPr>
          <w:rFonts w:ascii="Times New Roman" w:hAnsi="Times New Roman"/>
          <w:sz w:val="18"/>
          <w:szCs w:val="18"/>
        </w:rPr>
        <w:t>внутриквартирного</w:t>
      </w:r>
      <w:r w:rsidRPr="00E76015">
        <w:rPr>
          <w:rFonts w:ascii="Times New Roman" w:hAnsi="Times New Roman"/>
          <w:sz w:val="18"/>
          <w:szCs w:val="18"/>
        </w:rPr>
        <w:t xml:space="preserve"> оборудования и выполнения необходимых ремонтных работ, а для ликвидации аварии - в любое время.</w:t>
      </w: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3.2.10. Требовать от Собственника полного возмещения убытков, возникших по его вине, в случае невыполнения обязанности допускать в занимаемое им жилое помещение представителей Управляющей организации.</w:t>
      </w: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3.2.11</w:t>
      </w:r>
      <w:r w:rsidRPr="00E76015">
        <w:rPr>
          <w:rFonts w:ascii="Times New Roman" w:hAnsi="Times New Roman"/>
          <w:sz w:val="18"/>
          <w:szCs w:val="18"/>
        </w:rPr>
        <w:t>.</w:t>
      </w:r>
      <w:r>
        <w:rPr>
          <w:rFonts w:ascii="Times New Roman" w:hAnsi="Times New Roman"/>
          <w:sz w:val="18"/>
          <w:szCs w:val="18"/>
        </w:rPr>
        <w:t xml:space="preserve"> О</w:t>
      </w:r>
      <w:r w:rsidRPr="00E76015">
        <w:rPr>
          <w:rFonts w:ascii="Times New Roman" w:hAnsi="Times New Roman"/>
          <w:sz w:val="18"/>
          <w:szCs w:val="18"/>
        </w:rPr>
        <w:t xml:space="preserve">существлять </w:t>
      </w:r>
      <w:r>
        <w:rPr>
          <w:rFonts w:ascii="Times New Roman" w:hAnsi="Times New Roman"/>
          <w:sz w:val="18"/>
          <w:szCs w:val="18"/>
        </w:rPr>
        <w:t>не чаще 1 раза в 3 месяца</w:t>
      </w:r>
      <w:r w:rsidRPr="00E76015">
        <w:rPr>
          <w:rFonts w:ascii="Times New Roman" w:hAnsi="Times New Roman"/>
          <w:sz w:val="18"/>
          <w:szCs w:val="18"/>
        </w:rPr>
        <w:t>проверку правильности снятия потребителем показаний индивидуальных приборов учета, их исправности, а также целостности на них пломб.</w:t>
      </w: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3.2.12. Привлекать на основании договора организацию для снятия показаний индивидуальных, общих, коллективных приборов учета; доставки платёжных документов Собственникам, начисления платы за коммунальные услуги и подготовки доставки платёжных документов Собственникам.</w:t>
      </w:r>
    </w:p>
    <w:p w:rsidR="00860425" w:rsidRPr="00E76015" w:rsidRDefault="00860425" w:rsidP="003B41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3.1.13</w:t>
      </w:r>
      <w:r w:rsidRPr="00E76015">
        <w:rPr>
          <w:rFonts w:ascii="Times New Roman" w:hAnsi="Times New Roman"/>
          <w:sz w:val="18"/>
          <w:szCs w:val="18"/>
        </w:rPr>
        <w:t xml:space="preserve">. </w:t>
      </w:r>
      <w:r>
        <w:rPr>
          <w:rFonts w:ascii="Times New Roman" w:hAnsi="Times New Roman"/>
          <w:sz w:val="18"/>
          <w:szCs w:val="18"/>
        </w:rPr>
        <w:t>Осуществлять иные права, предусмотренные действующим законодательством РФ.</w:t>
      </w: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E76015">
        <w:rPr>
          <w:rFonts w:ascii="Times New Roman" w:hAnsi="Times New Roman"/>
          <w:sz w:val="18"/>
          <w:szCs w:val="18"/>
        </w:rPr>
        <w:t>3.3. Собственник обязан:</w:t>
      </w: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E76015">
        <w:rPr>
          <w:rFonts w:ascii="Times New Roman" w:hAnsi="Times New Roman"/>
          <w:sz w:val="18"/>
          <w:szCs w:val="18"/>
        </w:rPr>
        <w:t>3.3.1. Своевременно и полностью вносить плату за Услуги Управляющей организации с учетом всех пользователей услуг</w:t>
      </w:r>
      <w:r>
        <w:rPr>
          <w:rFonts w:ascii="Times New Roman" w:hAnsi="Times New Roman"/>
          <w:sz w:val="18"/>
          <w:szCs w:val="18"/>
        </w:rPr>
        <w:t xml:space="preserve"> (в т.ч. за временно проживающих потребителей коммунальных услуг)</w:t>
      </w:r>
      <w:r w:rsidRPr="00E76015">
        <w:rPr>
          <w:rFonts w:ascii="Times New Roman" w:hAnsi="Times New Roman"/>
          <w:sz w:val="18"/>
          <w:szCs w:val="18"/>
        </w:rPr>
        <w:t>, а также иные платежи, установленные по решению общего собрания собственников помещений в Доме, принятому в соответствии с законодательством Российской Федерации.</w:t>
      </w: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E76015">
        <w:rPr>
          <w:rFonts w:ascii="Times New Roman" w:hAnsi="Times New Roman"/>
          <w:sz w:val="18"/>
          <w:szCs w:val="18"/>
        </w:rPr>
        <w:t>3.3.2. В рамках исполнения настоящего Договора рассматривать любые предложения Управляющей организации и принимать по ним соответствующие решения.</w:t>
      </w: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E76015">
        <w:rPr>
          <w:rFonts w:ascii="Times New Roman" w:hAnsi="Times New Roman"/>
          <w:sz w:val="18"/>
          <w:szCs w:val="18"/>
        </w:rPr>
        <w:t>3.3.3. Обеспечить в свое отсутствие контролируемый доступ в помещение для производства текущих и аварийных работ.</w:t>
      </w: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3.3.4. При обнаружении неисправностей, пожара и аварий во внутриквартирном оборудовании, внутридомовых инженерных системах, немедленно сообщить о них в аварийно-диспетчерскую службу по тел. 2-19-01, Управляющую организацию по тел. 2-44-60, коменданту, а при наличии возможности – принимать все меры по устранению таких неисправностей, пожара и аварий.</w:t>
      </w: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3.3.5. При наличии индивидуального прибора учета ежемесячно снимать его показания в период с 23 по 25 число текущего месяца и передавать полученные показания по тел. 2-24-53 (ОАО Расчетно-кассовый центр ЖКХ) не позднее 26 числа текущего месяца.</w:t>
      </w: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3.3.6.Допускать представителей Управляющей организации (в том числе работников аварийных служб), представителей органов государственного контроля и надзора в занимаемое жилое помещение для осмотра технического и санитарного состояния внутриквартирного оборудования в заранее согласованное с Управляющей организацией время, но не чаще 1 раза в 3 месяца для выполнения необходимых ремонтных работ – по мере необходимости, а для ликвидации аварий – в любое время.</w:t>
      </w:r>
    </w:p>
    <w:p w:rsidR="00860425" w:rsidRDefault="00860425" w:rsidP="001B6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3.3.7. Не чаще 1 раза в 3 месяца допускать представителя Управляющей организации в занимаемое жилое помещение для проверки состояния индивидуальных приборов учета.</w:t>
      </w:r>
    </w:p>
    <w:p w:rsidR="00860425" w:rsidRDefault="00860425" w:rsidP="001B6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1B6DDB">
        <w:rPr>
          <w:rFonts w:ascii="Times New Roman" w:hAnsi="Times New Roman"/>
          <w:sz w:val="18"/>
          <w:szCs w:val="18"/>
        </w:rPr>
        <w:t xml:space="preserve">3.3.8. Оказывать содействие </w:t>
      </w:r>
      <w:r>
        <w:rPr>
          <w:rFonts w:ascii="Times New Roman" w:hAnsi="Times New Roman"/>
          <w:sz w:val="18"/>
          <w:szCs w:val="18"/>
        </w:rPr>
        <w:t>Управляющей организации</w:t>
      </w:r>
      <w:r w:rsidRPr="001B6DDB">
        <w:rPr>
          <w:rFonts w:ascii="Times New Roman" w:hAnsi="Times New Roman"/>
          <w:sz w:val="18"/>
          <w:szCs w:val="18"/>
        </w:rPr>
        <w:t xml:space="preserve"> в работе с не</w:t>
      </w:r>
      <w:r>
        <w:rPr>
          <w:rFonts w:ascii="Times New Roman" w:hAnsi="Times New Roman"/>
          <w:sz w:val="18"/>
          <w:szCs w:val="18"/>
        </w:rPr>
        <w:t>плательщиками</w:t>
      </w:r>
      <w:r w:rsidRPr="001B6DDB">
        <w:rPr>
          <w:rFonts w:ascii="Times New Roman" w:hAnsi="Times New Roman"/>
          <w:sz w:val="18"/>
          <w:szCs w:val="18"/>
        </w:rPr>
        <w:t xml:space="preserve"> за полученные коммунальные </w:t>
      </w:r>
      <w:r>
        <w:rPr>
          <w:rFonts w:ascii="Times New Roman" w:hAnsi="Times New Roman"/>
          <w:sz w:val="18"/>
          <w:szCs w:val="18"/>
        </w:rPr>
        <w:t>услуги, их розыску.</w:t>
      </w:r>
    </w:p>
    <w:p w:rsidR="00860425" w:rsidRDefault="00860425" w:rsidP="001B6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1B6DDB">
        <w:rPr>
          <w:rFonts w:ascii="Times New Roman" w:hAnsi="Times New Roman"/>
          <w:sz w:val="18"/>
          <w:szCs w:val="18"/>
        </w:rPr>
        <w:t>3.3.9. Следить за техническим состоянием инженерного оборудования, санитарно-технических приборов и других конструкций, находящихся в квартирах, и своевременно производить ремонт изношенного оборудо</w:t>
      </w:r>
      <w:r>
        <w:rPr>
          <w:rFonts w:ascii="Times New Roman" w:hAnsi="Times New Roman"/>
          <w:sz w:val="18"/>
          <w:szCs w:val="18"/>
        </w:rPr>
        <w:t xml:space="preserve">вания, </w:t>
      </w:r>
      <w:r w:rsidRPr="001B6DDB">
        <w:rPr>
          <w:rFonts w:ascii="Times New Roman" w:hAnsi="Times New Roman"/>
          <w:sz w:val="18"/>
          <w:szCs w:val="18"/>
        </w:rPr>
        <w:t>конструктивных элементов</w:t>
      </w:r>
      <w:r>
        <w:rPr>
          <w:rFonts w:ascii="Times New Roman" w:hAnsi="Times New Roman"/>
          <w:sz w:val="18"/>
          <w:szCs w:val="18"/>
        </w:rPr>
        <w:t xml:space="preserve"> и приборов отопления</w:t>
      </w:r>
      <w:r w:rsidRPr="001B6DDB">
        <w:rPr>
          <w:rFonts w:ascii="Times New Roman" w:hAnsi="Times New Roman"/>
          <w:sz w:val="18"/>
          <w:szCs w:val="18"/>
        </w:rPr>
        <w:t xml:space="preserve"> за свой счет.</w:t>
      </w:r>
    </w:p>
    <w:p w:rsidR="00860425" w:rsidRDefault="00860425" w:rsidP="00E609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1B6DDB">
        <w:rPr>
          <w:rFonts w:ascii="Times New Roman" w:hAnsi="Times New Roman"/>
          <w:sz w:val="18"/>
          <w:szCs w:val="18"/>
        </w:rPr>
        <w:t xml:space="preserve">3.3.10. </w:t>
      </w:r>
      <w:r>
        <w:rPr>
          <w:rFonts w:ascii="Times New Roman" w:hAnsi="Times New Roman"/>
          <w:sz w:val="18"/>
          <w:szCs w:val="18"/>
        </w:rPr>
        <w:t>Нести</w:t>
      </w:r>
      <w:r w:rsidRPr="001B6DDB">
        <w:rPr>
          <w:rFonts w:ascii="Times New Roman" w:hAnsi="Times New Roman"/>
          <w:sz w:val="18"/>
          <w:szCs w:val="18"/>
        </w:rPr>
        <w:t xml:space="preserve"> ответственность за состояние внутри</w:t>
      </w:r>
      <w:r>
        <w:rPr>
          <w:rFonts w:ascii="Times New Roman" w:hAnsi="Times New Roman"/>
          <w:sz w:val="18"/>
          <w:szCs w:val="18"/>
        </w:rPr>
        <w:t>квартирных коммуникаций</w:t>
      </w:r>
      <w:r w:rsidRPr="001B6DDB">
        <w:rPr>
          <w:rFonts w:ascii="Times New Roman" w:hAnsi="Times New Roman"/>
          <w:sz w:val="18"/>
          <w:szCs w:val="18"/>
        </w:rPr>
        <w:t xml:space="preserve"> и внутриквартирной электропроводки от узла учета электроэнергии, включая узел учета.</w:t>
      </w:r>
    </w:p>
    <w:p w:rsidR="00860425" w:rsidRDefault="00860425" w:rsidP="00E609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3.3.11. Оплатить Управляющей организации в беспорном порядке работы по проведению очистки кровли дома от снега и наледи, в случае если такое решение принято управляющей организацией.</w:t>
      </w:r>
    </w:p>
    <w:p w:rsidR="00860425" w:rsidRDefault="00860425" w:rsidP="00E609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3.3.12</w:t>
      </w:r>
      <w:r w:rsidRPr="00E609C6">
        <w:rPr>
          <w:rFonts w:ascii="Times New Roman" w:hAnsi="Times New Roman"/>
          <w:sz w:val="18"/>
          <w:szCs w:val="18"/>
        </w:rPr>
        <w:t xml:space="preserve">. </w:t>
      </w:r>
      <w:r>
        <w:rPr>
          <w:rFonts w:ascii="Times New Roman" w:hAnsi="Times New Roman"/>
          <w:sz w:val="18"/>
          <w:szCs w:val="18"/>
        </w:rPr>
        <w:t>Не требовать от Управляющей организации</w:t>
      </w:r>
      <w:r w:rsidRPr="00E609C6">
        <w:rPr>
          <w:rFonts w:ascii="Times New Roman" w:hAnsi="Times New Roman"/>
          <w:sz w:val="18"/>
          <w:szCs w:val="18"/>
        </w:rPr>
        <w:t xml:space="preserve"> выполнения работ по содержа</w:t>
      </w:r>
      <w:r>
        <w:rPr>
          <w:rFonts w:ascii="Times New Roman" w:hAnsi="Times New Roman"/>
          <w:sz w:val="18"/>
          <w:szCs w:val="18"/>
        </w:rPr>
        <w:t>нию общего имущества</w:t>
      </w:r>
      <w:r w:rsidRPr="00E609C6">
        <w:rPr>
          <w:rFonts w:ascii="Times New Roman" w:hAnsi="Times New Roman"/>
          <w:sz w:val="18"/>
          <w:szCs w:val="18"/>
        </w:rPr>
        <w:t xml:space="preserve"> не предусмотренных в приложения</w:t>
      </w:r>
      <w:r>
        <w:rPr>
          <w:rFonts w:ascii="Times New Roman" w:hAnsi="Times New Roman"/>
          <w:sz w:val="18"/>
          <w:szCs w:val="18"/>
        </w:rPr>
        <w:t>х №3</w:t>
      </w:r>
      <w:r w:rsidRPr="00E609C6">
        <w:rPr>
          <w:rFonts w:ascii="Times New Roman" w:hAnsi="Times New Roman"/>
          <w:sz w:val="18"/>
          <w:szCs w:val="18"/>
        </w:rPr>
        <w:t xml:space="preserve"> к настоящему договору и не обеспеченных денежными средствами лице</w:t>
      </w:r>
      <w:r>
        <w:rPr>
          <w:rFonts w:ascii="Times New Roman" w:hAnsi="Times New Roman"/>
          <w:sz w:val="18"/>
          <w:szCs w:val="18"/>
        </w:rPr>
        <w:t>вого счета дома.</w:t>
      </w:r>
    </w:p>
    <w:p w:rsidR="00860425" w:rsidRDefault="00860425" w:rsidP="00E609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3.3.13. Не требовать от Управляющей организации</w:t>
      </w:r>
      <w:r w:rsidRPr="00E609C6">
        <w:rPr>
          <w:rFonts w:ascii="Times New Roman" w:hAnsi="Times New Roman"/>
          <w:sz w:val="18"/>
          <w:szCs w:val="18"/>
        </w:rPr>
        <w:t xml:space="preserve"> выполнения работ по содержанию общего имущества при отсутствии денежных средств на лицевом счете дома (с учетом задолженности всех жителей </w:t>
      </w:r>
      <w:r>
        <w:rPr>
          <w:rFonts w:ascii="Times New Roman" w:hAnsi="Times New Roman"/>
          <w:sz w:val="18"/>
          <w:szCs w:val="18"/>
        </w:rPr>
        <w:t>за жилищно-коммунальные услуги), кроме работ по предотвращению аварийных и чрезвычайных ситуаций.</w:t>
      </w:r>
    </w:p>
    <w:p w:rsidR="00860425" w:rsidRDefault="00860425" w:rsidP="00A261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3.3.14</w:t>
      </w:r>
      <w:r w:rsidRPr="00E609C6">
        <w:rPr>
          <w:rFonts w:ascii="Times New Roman" w:hAnsi="Times New Roman"/>
          <w:sz w:val="18"/>
          <w:szCs w:val="18"/>
        </w:rPr>
        <w:t>. Определить перечень мероприятий по ресурсосбережению, источник их финансирования.</w:t>
      </w:r>
      <w:r>
        <w:rPr>
          <w:rFonts w:ascii="Times New Roman" w:hAnsi="Times New Roman"/>
          <w:sz w:val="18"/>
          <w:szCs w:val="18"/>
        </w:rPr>
        <w:t xml:space="preserve"> У</w:t>
      </w:r>
      <w:r w:rsidRPr="00E609C6">
        <w:rPr>
          <w:rFonts w:ascii="Times New Roman" w:hAnsi="Times New Roman"/>
          <w:sz w:val="18"/>
          <w:szCs w:val="18"/>
        </w:rPr>
        <w:t>твердить на общем собрании собственников</w:t>
      </w:r>
      <w:r>
        <w:rPr>
          <w:rFonts w:ascii="Times New Roman" w:hAnsi="Times New Roman"/>
          <w:sz w:val="18"/>
          <w:szCs w:val="18"/>
        </w:rPr>
        <w:t xml:space="preserve"> помещений</w:t>
      </w:r>
      <w:r w:rsidRPr="00E609C6">
        <w:rPr>
          <w:rFonts w:ascii="Times New Roman" w:hAnsi="Times New Roman"/>
          <w:sz w:val="18"/>
          <w:szCs w:val="18"/>
        </w:rPr>
        <w:t xml:space="preserve"> многоквартирного дома перечень мероприятий по ресурсосбережению и обеспечивать их реализацию и финансирование в соответствии с Федеральным законом «Об энергосбережении и о повышении энергетической эффективности и о внесении изменений в отдельные законодательные акты РФ» от 23 ноября 2009 года № 261-ФЗ.</w:t>
      </w:r>
    </w:p>
    <w:p w:rsidR="00860425" w:rsidRDefault="00860425" w:rsidP="00A261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3.3.15. </w:t>
      </w:r>
      <w:r w:rsidRPr="00A261BF">
        <w:rPr>
          <w:rFonts w:ascii="Times New Roman" w:hAnsi="Times New Roman"/>
          <w:color w:val="000000"/>
          <w:sz w:val="18"/>
          <w:szCs w:val="18"/>
        </w:rPr>
        <w:t xml:space="preserve">Соблюдать </w:t>
      </w:r>
      <w:r w:rsidRPr="00A261BF">
        <w:rPr>
          <w:rFonts w:ascii="Times New Roman" w:hAnsi="Times New Roman"/>
          <w:sz w:val="18"/>
          <w:szCs w:val="18"/>
        </w:rPr>
        <w:t>Правила</w:t>
      </w:r>
      <w:r>
        <w:rPr>
          <w:rFonts w:ascii="Times New Roman" w:hAnsi="Times New Roman"/>
          <w:sz w:val="18"/>
          <w:szCs w:val="18"/>
        </w:rPr>
        <w:t xml:space="preserve"> </w:t>
      </w:r>
      <w:r w:rsidRPr="00A261BF">
        <w:rPr>
          <w:rFonts w:ascii="Times New Roman" w:hAnsi="Times New Roman"/>
          <w:sz w:val="18"/>
          <w:szCs w:val="18"/>
        </w:rPr>
        <w:t>пользования помещениями, содержаниямногоквартирного дома и придомовой территории</w:t>
      </w:r>
      <w:r>
        <w:rPr>
          <w:rFonts w:ascii="Times New Roman" w:hAnsi="Times New Roman"/>
          <w:sz w:val="18"/>
          <w:szCs w:val="18"/>
        </w:rPr>
        <w:t xml:space="preserve"> (Приложение № 4).</w:t>
      </w:r>
    </w:p>
    <w:p w:rsidR="00860425" w:rsidRPr="00A261BF" w:rsidRDefault="00860425" w:rsidP="00A261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3.3.16. Соблюдать правила пожарной безопасности в соответствии с законодательством РФ о пожарной безопасности.</w:t>
      </w: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3.3.16</w:t>
      </w:r>
      <w:r w:rsidRPr="00E76015">
        <w:rPr>
          <w:rFonts w:ascii="Times New Roman" w:hAnsi="Times New Roman"/>
          <w:sz w:val="18"/>
          <w:szCs w:val="18"/>
        </w:rPr>
        <w:t xml:space="preserve">. </w:t>
      </w:r>
      <w:r>
        <w:rPr>
          <w:rFonts w:ascii="Times New Roman" w:hAnsi="Times New Roman"/>
          <w:sz w:val="18"/>
          <w:szCs w:val="18"/>
        </w:rPr>
        <w:t>Собственник не вправе</w:t>
      </w:r>
      <w:r w:rsidRPr="00E76015">
        <w:rPr>
          <w:rFonts w:ascii="Times New Roman" w:hAnsi="Times New Roman"/>
          <w:sz w:val="18"/>
          <w:szCs w:val="18"/>
        </w:rPr>
        <w:t>:</w:t>
      </w: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а) </w:t>
      </w:r>
      <w:r w:rsidRPr="00E76015">
        <w:rPr>
          <w:rFonts w:ascii="Times New Roman" w:hAnsi="Times New Roman"/>
          <w:sz w:val="18"/>
          <w:szCs w:val="18"/>
        </w:rPr>
        <w:t>производить перенос инженерных сетей без разрешительной документации;</w:t>
      </w: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E76015">
        <w:rPr>
          <w:rFonts w:ascii="Times New Roman" w:hAnsi="Times New Roman"/>
          <w:sz w:val="18"/>
          <w:szCs w:val="18"/>
        </w:rPr>
        <w:t xml:space="preserve">б) </w:t>
      </w:r>
      <w:r>
        <w:rPr>
          <w:rFonts w:ascii="Times New Roman" w:hAnsi="Times New Roman"/>
          <w:sz w:val="18"/>
          <w:szCs w:val="18"/>
        </w:rPr>
        <w:t xml:space="preserve">самовольно демонтировать или отключать обогревающие элементы, предусмотренные технической документацией на дом, самовольно увеличивать поверхности нагрева приборов отопления, установленных в жилом помещении, свыше параметров, предусмотренных техничкой документацией на дом </w:t>
      </w: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E76015">
        <w:rPr>
          <w:rFonts w:ascii="Times New Roman" w:hAnsi="Times New Roman"/>
          <w:sz w:val="18"/>
          <w:szCs w:val="18"/>
        </w:rPr>
        <w:t xml:space="preserve">в) </w:t>
      </w:r>
      <w:r>
        <w:rPr>
          <w:rFonts w:ascii="Times New Roman" w:hAnsi="Times New Roman"/>
          <w:sz w:val="18"/>
          <w:szCs w:val="18"/>
        </w:rPr>
        <w:t>производитьслив теплоносителя</w:t>
      </w:r>
      <w:r w:rsidRPr="00E76015">
        <w:rPr>
          <w:rFonts w:ascii="Times New Roman" w:hAnsi="Times New Roman"/>
          <w:sz w:val="18"/>
          <w:szCs w:val="18"/>
        </w:rPr>
        <w:t xml:space="preserve"> из системы отопления </w:t>
      </w:r>
      <w:r>
        <w:rPr>
          <w:rFonts w:ascii="Times New Roman" w:hAnsi="Times New Roman"/>
          <w:sz w:val="18"/>
          <w:szCs w:val="18"/>
        </w:rPr>
        <w:t>без разрешения управляющей организации</w:t>
      </w:r>
      <w:r w:rsidRPr="00E76015">
        <w:rPr>
          <w:rFonts w:ascii="Times New Roman" w:hAnsi="Times New Roman"/>
          <w:sz w:val="18"/>
          <w:szCs w:val="18"/>
        </w:rPr>
        <w:t>;</w:t>
      </w: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3.3.17. Собственник обязан соблюдать следующие требования:</w:t>
      </w: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а</w:t>
      </w:r>
      <w:r w:rsidRPr="00E76015">
        <w:rPr>
          <w:rFonts w:ascii="Times New Roman" w:hAnsi="Times New Roman"/>
          <w:sz w:val="18"/>
          <w:szCs w:val="18"/>
        </w:rPr>
        <w:t xml:space="preserve">) не допускать выполнение работ или совершение других действий, приводящих к порче помещений или конструкций строения, не производить переустройства или перепланировки помещений без согласования, в порядке, установленном жилищным </w:t>
      </w:r>
      <w:hyperlink r:id="rId13" w:history="1">
        <w:r w:rsidRPr="00E76015">
          <w:rPr>
            <w:rFonts w:ascii="Times New Roman" w:hAnsi="Times New Roman"/>
            <w:color w:val="0000FF"/>
            <w:sz w:val="18"/>
            <w:szCs w:val="18"/>
          </w:rPr>
          <w:t>законодательством</w:t>
        </w:r>
      </w:hyperlink>
      <w:r w:rsidRPr="00E76015">
        <w:rPr>
          <w:rFonts w:ascii="Times New Roman" w:hAnsi="Times New Roman"/>
          <w:sz w:val="18"/>
          <w:szCs w:val="18"/>
        </w:rPr>
        <w:t>;</w:t>
      </w: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б</w:t>
      </w:r>
      <w:r w:rsidRPr="00E76015">
        <w:rPr>
          <w:rFonts w:ascii="Times New Roman" w:hAnsi="Times New Roman"/>
          <w:sz w:val="18"/>
          <w:szCs w:val="18"/>
        </w:rPr>
        <w:t>) не загораживать подходы к инженерным коммуникациям и запорной арматуре, не загромождать и не загрязнять эвакуационные пути и помещения общего пользования;</w:t>
      </w: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в</w:t>
      </w:r>
      <w:r w:rsidRPr="00E76015">
        <w:rPr>
          <w:rFonts w:ascii="Times New Roman" w:hAnsi="Times New Roman"/>
          <w:sz w:val="18"/>
          <w:szCs w:val="18"/>
        </w:rPr>
        <w:t>) не использовать пассажирские лифты для транспортировки строительных материалов и отходов без упаковки;</w:t>
      </w: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г</w:t>
      </w:r>
      <w:r w:rsidRPr="00E76015">
        <w:rPr>
          <w:rFonts w:ascii="Times New Roman" w:hAnsi="Times New Roman"/>
          <w:sz w:val="18"/>
          <w:szCs w:val="18"/>
        </w:rPr>
        <w:t>) не допускать сброса веществ и предметов в канализацию, которые могут засорять либо повреждать канализационный трубопровод и другие элементы канализации</w:t>
      </w:r>
      <w:r>
        <w:rPr>
          <w:rFonts w:ascii="Times New Roman" w:hAnsi="Times New Roman"/>
          <w:sz w:val="18"/>
          <w:szCs w:val="18"/>
        </w:rPr>
        <w:t xml:space="preserve"> (например: мусор, песок, тряпки, деревянные предметы)</w:t>
      </w:r>
      <w:r w:rsidRPr="00E76015">
        <w:rPr>
          <w:rFonts w:ascii="Times New Roman" w:hAnsi="Times New Roman"/>
          <w:sz w:val="18"/>
          <w:szCs w:val="18"/>
        </w:rPr>
        <w:t>;</w:t>
      </w: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д</w:t>
      </w:r>
      <w:r w:rsidRPr="00E76015">
        <w:rPr>
          <w:rFonts w:ascii="Times New Roman" w:hAnsi="Times New Roman"/>
          <w:sz w:val="18"/>
          <w:szCs w:val="18"/>
        </w:rPr>
        <w:t>) не использовать общее имущество Дома без решения общего собрания собственников помещений в Доме;</w:t>
      </w: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е</w:t>
      </w:r>
      <w:r w:rsidRPr="00E76015">
        <w:rPr>
          <w:rFonts w:ascii="Times New Roman" w:hAnsi="Times New Roman"/>
          <w:sz w:val="18"/>
          <w:szCs w:val="18"/>
        </w:rPr>
        <w:t>) не допускать совершения любых действий, приводящих к причинению вреда общему имуществу Дома и (или) имуществу собственников помещений в данном Доме.</w:t>
      </w: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3.3.18</w:t>
      </w:r>
      <w:r w:rsidRPr="00E76015">
        <w:rPr>
          <w:rFonts w:ascii="Times New Roman" w:hAnsi="Times New Roman"/>
          <w:sz w:val="18"/>
          <w:szCs w:val="18"/>
        </w:rPr>
        <w:t xml:space="preserve">. Предоставить Управляющей организации </w:t>
      </w:r>
      <w:r>
        <w:rPr>
          <w:rFonts w:ascii="Times New Roman" w:hAnsi="Times New Roman"/>
          <w:sz w:val="18"/>
          <w:szCs w:val="18"/>
        </w:rPr>
        <w:t xml:space="preserve">не позднее 5 рабочих дней со дня произошедших изменений </w:t>
      </w:r>
      <w:r w:rsidRPr="00E76015">
        <w:rPr>
          <w:rFonts w:ascii="Times New Roman" w:hAnsi="Times New Roman"/>
          <w:sz w:val="18"/>
          <w:szCs w:val="18"/>
        </w:rPr>
        <w:t>следующие сведения:</w:t>
      </w: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E76015">
        <w:rPr>
          <w:rFonts w:ascii="Times New Roman" w:hAnsi="Times New Roman"/>
          <w:sz w:val="18"/>
          <w:szCs w:val="18"/>
        </w:rPr>
        <w:t>а) о количестве граждан, проживающих в жилых помещениях, включая временно проживающих;</w:t>
      </w: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E76015">
        <w:rPr>
          <w:rFonts w:ascii="Times New Roman" w:hAnsi="Times New Roman"/>
          <w:sz w:val="18"/>
          <w:szCs w:val="18"/>
        </w:rPr>
        <w:t>б) об изменении количества граждан, проживающих в жилых помещениях, включая временно проживающих.</w:t>
      </w: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E76015">
        <w:rPr>
          <w:rFonts w:ascii="Times New Roman" w:hAnsi="Times New Roman"/>
          <w:sz w:val="18"/>
          <w:szCs w:val="18"/>
        </w:rPr>
        <w:t>3.4. Собственник имеет право:</w:t>
      </w: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3.4.1. Получать в необходимых объемах коммунальные услуги надлежащего качества</w:t>
      </w: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3.4.2. В течении 3-х рабочих дней с момента запроса получать от Управляющей организации сведения о правильности исчисления предъявленного потребителю к уплате размера платы за коммунальные услуги, наличии задолженности или переплаты Собственника за коммунальные услуги. </w:t>
      </w: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3.4.3</w:t>
      </w:r>
      <w:r w:rsidRPr="00E76015">
        <w:rPr>
          <w:rFonts w:ascii="Times New Roman" w:hAnsi="Times New Roman"/>
          <w:sz w:val="18"/>
          <w:szCs w:val="18"/>
        </w:rPr>
        <w:t>. Осуществлять контроль за выполнением Управляющей организацией ее обязательств по настоящему Договору, в ходе которого участвовать в измерениях, испытаниях, проверках</w:t>
      </w:r>
      <w:r w:rsidRPr="00A30E5A">
        <w:rPr>
          <w:rFonts w:ascii="Times New Roman" w:hAnsi="Times New Roman"/>
        </w:rPr>
        <w:t xml:space="preserve">, </w:t>
      </w:r>
      <w:r w:rsidRPr="00E76015">
        <w:rPr>
          <w:rFonts w:ascii="Times New Roman" w:hAnsi="Times New Roman"/>
          <w:sz w:val="18"/>
          <w:szCs w:val="18"/>
        </w:rPr>
        <w:t>осмотрах общего имущества в Доме, приемке работ, выполненных сторонними исполнителями, присутствовать при выполнении работ и оказании услуг Управляющей организацией, связанных с выполнением ею обязанностей по нас</w:t>
      </w:r>
      <w:r>
        <w:rPr>
          <w:rFonts w:ascii="Times New Roman" w:hAnsi="Times New Roman"/>
          <w:sz w:val="18"/>
          <w:szCs w:val="18"/>
        </w:rPr>
        <w:t>тоящему Договору, требовать оформления и предоставления Акта проверки.</w:t>
      </w: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3.4.4. Получать от Управляющей организации информацию, которую она обязана предоставить в соответствии с настоящим договором.</w:t>
      </w: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3.4.5</w:t>
      </w:r>
      <w:r w:rsidRPr="00E76015">
        <w:rPr>
          <w:rFonts w:ascii="Times New Roman" w:hAnsi="Times New Roman"/>
          <w:sz w:val="18"/>
          <w:szCs w:val="18"/>
        </w:rPr>
        <w:t>. Требова</w:t>
      </w:r>
      <w:r>
        <w:rPr>
          <w:rFonts w:ascii="Times New Roman" w:hAnsi="Times New Roman"/>
          <w:sz w:val="18"/>
          <w:szCs w:val="18"/>
        </w:rPr>
        <w:t>ть уменьшения размера платы за коммунальные у</w:t>
      </w:r>
      <w:r w:rsidRPr="00E76015">
        <w:rPr>
          <w:rFonts w:ascii="Times New Roman" w:hAnsi="Times New Roman"/>
          <w:sz w:val="18"/>
          <w:szCs w:val="18"/>
        </w:rPr>
        <w:t xml:space="preserve">слуги Управляющей организации в соответствии с </w:t>
      </w:r>
      <w:hyperlink r:id="rId14" w:history="1">
        <w:r>
          <w:rPr>
            <w:rFonts w:ascii="Times New Roman" w:hAnsi="Times New Roman"/>
            <w:sz w:val="18"/>
            <w:szCs w:val="18"/>
            <w:shd w:val="clear" w:color="auto" w:fill="FFFFFF"/>
          </w:rPr>
          <w:t>п.4.10.</w:t>
        </w:r>
      </w:hyperlink>
      <w:r w:rsidRPr="00E76015">
        <w:rPr>
          <w:rFonts w:ascii="Times New Roman" w:hAnsi="Times New Roman"/>
          <w:sz w:val="18"/>
          <w:szCs w:val="18"/>
        </w:rPr>
        <w:t xml:space="preserve"> настоящего Договора.</w:t>
      </w: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3.4.6</w:t>
      </w:r>
      <w:r w:rsidRPr="00E76015">
        <w:rPr>
          <w:rFonts w:ascii="Times New Roman" w:hAnsi="Times New Roman"/>
          <w:sz w:val="18"/>
          <w:szCs w:val="18"/>
        </w:rPr>
        <w:t>. Требовать от Управляющей организации возмещения убытков, причиненных вследствие невыполнения либо ненадлежащего выполнения Управляющей организацией своих обязанностей по настоящему Договору.</w:t>
      </w:r>
    </w:p>
    <w:p w:rsidR="00860425" w:rsidRPr="00E7601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E76015">
        <w:rPr>
          <w:rFonts w:ascii="Times New Roman" w:hAnsi="Times New Roman"/>
          <w:sz w:val="18"/>
          <w:szCs w:val="18"/>
        </w:rPr>
        <w:t xml:space="preserve">3.4.6. Требовать от Управляющей организации ежегодного представления отчета о выполнении настоящего Договора в соответствии с </w:t>
      </w:r>
      <w:r>
        <w:rPr>
          <w:rFonts w:ascii="Times New Roman" w:hAnsi="Times New Roman"/>
          <w:sz w:val="18"/>
          <w:szCs w:val="18"/>
        </w:rPr>
        <w:t xml:space="preserve">п. </w:t>
      </w:r>
      <w:hyperlink w:anchor="Par876" w:history="1">
        <w:r w:rsidRPr="00E72459">
          <w:rPr>
            <w:rFonts w:ascii="Times New Roman" w:hAnsi="Times New Roman"/>
            <w:sz w:val="18"/>
            <w:szCs w:val="18"/>
          </w:rPr>
          <w:t>3.1.6</w:t>
        </w:r>
      </w:hyperlink>
      <w:r w:rsidRPr="00E76015">
        <w:rPr>
          <w:rFonts w:ascii="Times New Roman" w:hAnsi="Times New Roman"/>
          <w:sz w:val="18"/>
          <w:szCs w:val="18"/>
        </w:rPr>
        <w:t xml:space="preserve"> настоящего Договора.</w:t>
      </w: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</w:rPr>
      </w:pP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</w:rPr>
      </w:pPr>
      <w:r w:rsidRPr="00566959">
        <w:rPr>
          <w:rFonts w:ascii="Times New Roman" w:hAnsi="Times New Roman"/>
        </w:rPr>
        <w:t>4. ЦЕНА ДОГОВОРА, РАЗМЕР ПЛАТЫ ЗА КОММУНАЛЬНЫЕ УСЛУГИ,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566959">
        <w:rPr>
          <w:rFonts w:ascii="Times New Roman" w:hAnsi="Times New Roman"/>
        </w:rPr>
        <w:t>ПОРЯДОК ЕЕ ВНЕСЕНИЯ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566959">
        <w:rPr>
          <w:rFonts w:ascii="Times New Roman" w:hAnsi="Times New Roman"/>
          <w:sz w:val="18"/>
          <w:szCs w:val="18"/>
        </w:rPr>
        <w:t>4.1. Цена настоящего Договора на момент его подписания определяется: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566959">
        <w:rPr>
          <w:rFonts w:ascii="Times New Roman" w:hAnsi="Times New Roman"/>
          <w:sz w:val="18"/>
          <w:szCs w:val="18"/>
        </w:rPr>
        <w:t>- стоимостью работ и услуг по содержанию и ремонту общего имущества Дома;</w:t>
      </w: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 стоимостью коммунальных услуг и в их составе стоимостью коммунальных услуг, потребленных в процессе использования общего имущества в доме (общедомовые нужды);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 стоимостью текущего ремонта общего имущества (при наличии решения общего собрания собственников помещений).</w:t>
      </w: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566959">
        <w:rPr>
          <w:rFonts w:ascii="Times New Roman" w:hAnsi="Times New Roman"/>
          <w:sz w:val="18"/>
          <w:szCs w:val="18"/>
        </w:rPr>
        <w:t xml:space="preserve">4.2. </w:t>
      </w:r>
      <w:r>
        <w:rPr>
          <w:rFonts w:ascii="Times New Roman" w:hAnsi="Times New Roman"/>
          <w:sz w:val="18"/>
          <w:szCs w:val="18"/>
        </w:rPr>
        <w:t xml:space="preserve">Размер платы за содержание и ремонт общего имущества устанавливается на срок – 1 год и составляет _______ рублей с одного квадратного метра общей площади в месяц. </w:t>
      </w:r>
      <w:r w:rsidRPr="00566959">
        <w:rPr>
          <w:rFonts w:ascii="Times New Roman" w:hAnsi="Times New Roman"/>
          <w:sz w:val="18"/>
          <w:szCs w:val="18"/>
        </w:rPr>
        <w:t xml:space="preserve">Размер платы </w:t>
      </w:r>
      <w:r>
        <w:rPr>
          <w:rFonts w:ascii="Times New Roman" w:hAnsi="Times New Roman"/>
          <w:sz w:val="18"/>
          <w:szCs w:val="18"/>
        </w:rPr>
        <w:t>за содержание и ремонт общего имущества дома на каждый год действия настоящего договора определяется в размере не менее чем размер платы текущего года умноженный на индекс потребительских цен.</w:t>
      </w: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566959">
        <w:rPr>
          <w:rFonts w:ascii="Times New Roman" w:hAnsi="Times New Roman"/>
          <w:sz w:val="18"/>
          <w:szCs w:val="18"/>
        </w:rPr>
        <w:t xml:space="preserve">4.3. Размер платы за коммунальные услуги, потребляемые в помещениях, оснащенных </w:t>
      </w:r>
      <w:r>
        <w:rPr>
          <w:rFonts w:ascii="Times New Roman" w:hAnsi="Times New Roman"/>
          <w:sz w:val="18"/>
          <w:szCs w:val="18"/>
        </w:rPr>
        <w:t>индивидуальным или общим</w:t>
      </w:r>
      <w:r w:rsidRPr="00566959">
        <w:rPr>
          <w:rFonts w:ascii="Times New Roman" w:hAnsi="Times New Roman"/>
          <w:sz w:val="18"/>
          <w:szCs w:val="18"/>
        </w:rPr>
        <w:t xml:space="preserve"> приборами учета, а также при оборудовании Дома общедомовыми приборами учета</w:t>
      </w:r>
      <w:r>
        <w:rPr>
          <w:rFonts w:ascii="Times New Roman" w:hAnsi="Times New Roman"/>
          <w:sz w:val="18"/>
          <w:szCs w:val="18"/>
        </w:rPr>
        <w:t xml:space="preserve">, </w:t>
      </w:r>
      <w:r w:rsidRPr="00566959">
        <w:rPr>
          <w:rFonts w:ascii="Times New Roman" w:hAnsi="Times New Roman"/>
          <w:sz w:val="18"/>
          <w:szCs w:val="18"/>
        </w:rPr>
        <w:t xml:space="preserve">при отсутствии </w:t>
      </w:r>
      <w:r>
        <w:rPr>
          <w:rFonts w:ascii="Times New Roman" w:hAnsi="Times New Roman"/>
          <w:sz w:val="18"/>
          <w:szCs w:val="18"/>
        </w:rPr>
        <w:t>индивидуальных</w:t>
      </w:r>
      <w:r w:rsidRPr="00566959">
        <w:rPr>
          <w:rFonts w:ascii="Times New Roman" w:hAnsi="Times New Roman"/>
          <w:sz w:val="18"/>
          <w:szCs w:val="18"/>
        </w:rPr>
        <w:t xml:space="preserve"> и (или) общедомовых приборов учета</w:t>
      </w:r>
      <w:r>
        <w:rPr>
          <w:rFonts w:ascii="Times New Roman" w:hAnsi="Times New Roman"/>
          <w:sz w:val="18"/>
          <w:szCs w:val="18"/>
        </w:rPr>
        <w:t>, за коммунальную услугу, предоставленную на общедомовые нужды в доме</w:t>
      </w:r>
      <w:r w:rsidRPr="00566959">
        <w:rPr>
          <w:rFonts w:ascii="Times New Roman" w:hAnsi="Times New Roman"/>
          <w:sz w:val="18"/>
          <w:szCs w:val="18"/>
        </w:rPr>
        <w:t xml:space="preserve"> рассчитывается в соответствии с </w:t>
      </w:r>
      <w:hyperlink r:id="rId15" w:history="1">
        <w:r w:rsidRPr="00566959">
          <w:rPr>
            <w:rFonts w:ascii="Times New Roman" w:hAnsi="Times New Roman"/>
            <w:color w:val="0000FF"/>
            <w:sz w:val="18"/>
            <w:szCs w:val="18"/>
          </w:rPr>
          <w:t>Правилами</w:t>
        </w:r>
      </w:hyperlink>
      <w:r>
        <w:t xml:space="preserve"> </w:t>
      </w:r>
      <w:r>
        <w:rPr>
          <w:rFonts w:ascii="Times New Roman" w:hAnsi="Times New Roman"/>
          <w:sz w:val="18"/>
          <w:szCs w:val="18"/>
        </w:rPr>
        <w:t>о предоставлении</w:t>
      </w:r>
      <w:r w:rsidRPr="00566959">
        <w:rPr>
          <w:rFonts w:ascii="Times New Roman" w:hAnsi="Times New Roman"/>
          <w:sz w:val="18"/>
          <w:szCs w:val="18"/>
        </w:rPr>
        <w:t xml:space="preserve"> коммунальных услуг</w:t>
      </w:r>
      <w:r>
        <w:rPr>
          <w:rFonts w:ascii="Times New Roman" w:hAnsi="Times New Roman"/>
          <w:sz w:val="18"/>
          <w:szCs w:val="18"/>
        </w:rPr>
        <w:t xml:space="preserve"> собственникам и пользователям помещений в многоквартирных домах и жилых домов.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566959">
        <w:rPr>
          <w:rFonts w:ascii="Times New Roman" w:hAnsi="Times New Roman"/>
          <w:sz w:val="18"/>
          <w:szCs w:val="18"/>
        </w:rPr>
        <w:t>4.4. Плата за Услуги Управляющей организации вносится ежемесячно до 10 числа месяца, следующего за истекшим.</w:t>
      </w: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566959">
        <w:rPr>
          <w:rFonts w:ascii="Times New Roman" w:hAnsi="Times New Roman"/>
          <w:sz w:val="18"/>
          <w:szCs w:val="18"/>
        </w:rPr>
        <w:t>4.5. Оплата Услуг Управляющей организации по настоящему Договору осуществляется на основании выставляемог</w:t>
      </w:r>
      <w:r>
        <w:rPr>
          <w:rFonts w:ascii="Times New Roman" w:hAnsi="Times New Roman"/>
          <w:sz w:val="18"/>
          <w:szCs w:val="18"/>
        </w:rPr>
        <w:t>о Управляющей организацией платёжного документа, предоставляемого Собственнику не позднее 1-го числа месяца, следующего за истёкшим расчетным периодом, за который производится оплата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4.6</w:t>
      </w:r>
      <w:r w:rsidRPr="00566959">
        <w:rPr>
          <w:rFonts w:ascii="Times New Roman" w:hAnsi="Times New Roman"/>
          <w:sz w:val="18"/>
          <w:szCs w:val="18"/>
        </w:rPr>
        <w:t>. Неиспользование помещений собственниками не является основанием невнесения платы за Услуги Управляющей организации.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4.7</w:t>
      </w:r>
      <w:r w:rsidRPr="00566959">
        <w:rPr>
          <w:rFonts w:ascii="Times New Roman" w:hAnsi="Times New Roman"/>
          <w:sz w:val="18"/>
          <w:szCs w:val="18"/>
        </w:rPr>
        <w:t xml:space="preserve">. При временном отсутствии проживающих в жилых помещениях граждан внесение платы за коммунальные услуги, за исключением услуги по отоплению, при отсутствии в жилом помещении индивидуальных приборов учета осуществляется с учетом перерасчета платежей за период временного отсутствия граждан в </w:t>
      </w:r>
      <w:hyperlink r:id="rId16" w:history="1">
        <w:r w:rsidRPr="00566959">
          <w:rPr>
            <w:rFonts w:ascii="Times New Roman" w:hAnsi="Times New Roman"/>
            <w:color w:val="0000FF"/>
            <w:sz w:val="18"/>
            <w:szCs w:val="18"/>
          </w:rPr>
          <w:t>порядке</w:t>
        </w:r>
      </w:hyperlink>
      <w:r w:rsidRPr="00566959">
        <w:rPr>
          <w:rFonts w:ascii="Times New Roman" w:hAnsi="Times New Roman"/>
          <w:sz w:val="18"/>
          <w:szCs w:val="18"/>
        </w:rPr>
        <w:t>, утвержденном Правительством Российской Федерации.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4.8</w:t>
      </w:r>
      <w:r w:rsidRPr="00566959">
        <w:rPr>
          <w:rFonts w:ascii="Times New Roman" w:hAnsi="Times New Roman"/>
          <w:sz w:val="18"/>
          <w:szCs w:val="18"/>
        </w:rPr>
        <w:t>. В случае выполнения работ и оказания услуг, указанных в приложении 3 к настоящему Договору, ненадлежащего качества и (или) с перерывами, превышающими установленную продолжительность, т.е. неоказания части услуг и (или) невыполнения части работ в Доме,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за Услуги в соответствии с</w:t>
      </w:r>
      <w:r>
        <w:rPr>
          <w:rFonts w:ascii="Times New Roman" w:hAnsi="Times New Roman"/>
          <w:sz w:val="18"/>
          <w:szCs w:val="18"/>
        </w:rPr>
        <w:t xml:space="preserve"> </w:t>
      </w:r>
      <w:hyperlink r:id="rId17" w:history="1">
        <w:r w:rsidRPr="00566959">
          <w:rPr>
            <w:rFonts w:ascii="Times New Roman" w:hAnsi="Times New Roman"/>
            <w:color w:val="0000FF"/>
            <w:sz w:val="18"/>
            <w:szCs w:val="18"/>
          </w:rPr>
          <w:t>Правилами</w:t>
        </w:r>
      </w:hyperlink>
      <w:r>
        <w:t xml:space="preserve"> </w:t>
      </w:r>
      <w:r>
        <w:rPr>
          <w:rFonts w:ascii="Times New Roman" w:hAnsi="Times New Roman"/>
          <w:sz w:val="18"/>
          <w:szCs w:val="18"/>
        </w:rPr>
        <w:t>о предоставлении коммунальных услуг собственникам и пользователям помещений в многоквартирных домах и жилых домов.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4.9</w:t>
      </w:r>
      <w:r w:rsidRPr="00566959">
        <w:rPr>
          <w:rFonts w:ascii="Times New Roman" w:hAnsi="Times New Roman"/>
          <w:sz w:val="18"/>
          <w:szCs w:val="18"/>
        </w:rPr>
        <w:t>. Собственник не вправе требовать изменения размера платы, если оказание услуг и выполнение работ ненадлежащего качества и (или) с перерывами, превышающими установленную продолжительность, связано с устранением угрозы жизни и здоровью граждан, предупреждением ущерба их имуществу или вследствие действия обстоятельств непреодолимой силы.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4.10</w:t>
      </w:r>
      <w:r w:rsidRPr="00566959">
        <w:rPr>
          <w:rFonts w:ascii="Times New Roman" w:hAnsi="Times New Roman"/>
          <w:sz w:val="18"/>
          <w:szCs w:val="18"/>
        </w:rPr>
        <w:t xml:space="preserve">. При предоставлении коммунальных услуг ненадлежащего качества и (или) с перерывами, превышающими установленную продолжительность, производится перерасчет платы за коммунальные услуги в соответствии с </w:t>
      </w:r>
      <w:hyperlink r:id="rId18" w:history="1">
        <w:r w:rsidRPr="00566959">
          <w:rPr>
            <w:rFonts w:ascii="Times New Roman" w:hAnsi="Times New Roman"/>
            <w:color w:val="0000FF"/>
            <w:sz w:val="18"/>
            <w:szCs w:val="18"/>
          </w:rPr>
          <w:t>Правилами</w:t>
        </w:r>
      </w:hyperlink>
      <w:r w:rsidRPr="00566959">
        <w:rPr>
          <w:rFonts w:ascii="Times New Roman" w:hAnsi="Times New Roman"/>
          <w:sz w:val="18"/>
          <w:szCs w:val="18"/>
        </w:rPr>
        <w:t xml:space="preserve"> предоставления коммунальных услуг гражданам.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4.11</w:t>
      </w:r>
      <w:r w:rsidRPr="00566959">
        <w:rPr>
          <w:rFonts w:ascii="Times New Roman" w:hAnsi="Times New Roman"/>
          <w:sz w:val="18"/>
          <w:szCs w:val="18"/>
        </w:rPr>
        <w:t xml:space="preserve">. Капитальный </w:t>
      </w:r>
      <w:r>
        <w:rPr>
          <w:rFonts w:ascii="Times New Roman" w:hAnsi="Times New Roman"/>
          <w:sz w:val="18"/>
          <w:szCs w:val="18"/>
        </w:rPr>
        <w:t xml:space="preserve">и текущий </w:t>
      </w:r>
      <w:r w:rsidRPr="00566959">
        <w:rPr>
          <w:rFonts w:ascii="Times New Roman" w:hAnsi="Times New Roman"/>
          <w:sz w:val="18"/>
          <w:szCs w:val="18"/>
        </w:rPr>
        <w:t>ремонт общего имущества Дома проводится только на основании решения общего собрания собственников помещений в Доме.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4.12</w:t>
      </w:r>
      <w:r w:rsidRPr="00566959">
        <w:rPr>
          <w:rFonts w:ascii="Times New Roman" w:hAnsi="Times New Roman"/>
          <w:sz w:val="18"/>
          <w:szCs w:val="18"/>
        </w:rPr>
        <w:t xml:space="preserve">. Решение общего собрания собственников помещений в Доме о капитальном </w:t>
      </w:r>
      <w:r>
        <w:rPr>
          <w:rFonts w:ascii="Times New Roman" w:hAnsi="Times New Roman"/>
          <w:sz w:val="18"/>
          <w:szCs w:val="18"/>
        </w:rPr>
        <w:t xml:space="preserve">и текущем </w:t>
      </w:r>
      <w:r w:rsidRPr="00566959">
        <w:rPr>
          <w:rFonts w:ascii="Times New Roman" w:hAnsi="Times New Roman"/>
          <w:sz w:val="18"/>
          <w:szCs w:val="18"/>
        </w:rPr>
        <w:t xml:space="preserve">ремонте общего </w:t>
      </w:r>
      <w:r>
        <w:rPr>
          <w:rFonts w:ascii="Times New Roman" w:hAnsi="Times New Roman"/>
          <w:sz w:val="18"/>
          <w:szCs w:val="18"/>
        </w:rPr>
        <w:t>имущества Дома</w:t>
      </w:r>
      <w:r w:rsidRPr="00566959">
        <w:rPr>
          <w:rFonts w:ascii="Times New Roman" w:hAnsi="Times New Roman"/>
          <w:sz w:val="18"/>
          <w:szCs w:val="18"/>
        </w:rPr>
        <w:t xml:space="preserve"> принимается с учетом предложений Управляющей организации.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4.13</w:t>
      </w:r>
      <w:r w:rsidRPr="00566959">
        <w:rPr>
          <w:rFonts w:ascii="Times New Roman" w:hAnsi="Times New Roman"/>
          <w:sz w:val="18"/>
          <w:szCs w:val="18"/>
        </w:rPr>
        <w:t>. Решение определяет необходимость капитального</w:t>
      </w:r>
      <w:r>
        <w:rPr>
          <w:rFonts w:ascii="Times New Roman" w:hAnsi="Times New Roman"/>
          <w:sz w:val="18"/>
          <w:szCs w:val="18"/>
        </w:rPr>
        <w:t xml:space="preserve"> и текущего</w:t>
      </w:r>
      <w:r w:rsidRPr="00566959">
        <w:rPr>
          <w:rFonts w:ascii="Times New Roman" w:hAnsi="Times New Roman"/>
          <w:sz w:val="18"/>
          <w:szCs w:val="18"/>
        </w:rPr>
        <w:t xml:space="preserve"> ремонта, срок начала капитального</w:t>
      </w:r>
      <w:r>
        <w:rPr>
          <w:rFonts w:ascii="Times New Roman" w:hAnsi="Times New Roman"/>
          <w:sz w:val="18"/>
          <w:szCs w:val="18"/>
        </w:rPr>
        <w:t xml:space="preserve"> и текущего</w:t>
      </w:r>
      <w:r w:rsidRPr="00566959">
        <w:rPr>
          <w:rFonts w:ascii="Times New Roman" w:hAnsi="Times New Roman"/>
          <w:sz w:val="18"/>
          <w:szCs w:val="18"/>
        </w:rPr>
        <w:t xml:space="preserve"> ремонта, необходимый объем работ, стоимость материалов, порядок финансирования ремонта, сроки возмещения расходов и другие предложения, связанные с условиями проведения капитального</w:t>
      </w:r>
      <w:r>
        <w:rPr>
          <w:rFonts w:ascii="Times New Roman" w:hAnsi="Times New Roman"/>
          <w:sz w:val="18"/>
          <w:szCs w:val="18"/>
        </w:rPr>
        <w:t xml:space="preserve"> и текущего</w:t>
      </w:r>
      <w:r w:rsidRPr="00566959">
        <w:rPr>
          <w:rFonts w:ascii="Times New Roman" w:hAnsi="Times New Roman"/>
          <w:sz w:val="18"/>
          <w:szCs w:val="18"/>
        </w:rPr>
        <w:t xml:space="preserve"> ремонта, если иное не предусмотрено законодательством Российской Федерации.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</w:rPr>
      </w:pPr>
      <w:r w:rsidRPr="00566959">
        <w:rPr>
          <w:rFonts w:ascii="Times New Roman" w:hAnsi="Times New Roman"/>
        </w:rPr>
        <w:t>5. ОТВЕТСТВЕННОСТЬ СТОРОН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566959">
        <w:rPr>
          <w:rFonts w:ascii="Times New Roman" w:hAnsi="Times New Roman"/>
          <w:sz w:val="18"/>
          <w:szCs w:val="18"/>
        </w:rPr>
        <w:t>5.1. За неисполнение или ненадлежащее исполнение настоящего Договора Стороны несут ответственность в соответствии с законодательством Российской Федерации и настоящим Договором.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566959">
        <w:rPr>
          <w:rFonts w:ascii="Times New Roman" w:hAnsi="Times New Roman"/>
          <w:sz w:val="18"/>
          <w:szCs w:val="18"/>
        </w:rPr>
        <w:t>5.2. В случае оказания услуг и выполнения работ по управлению, содержанию и ремонту общего имущества Дома ненадлежащего качества и (или) с перерывами, превышающими установленную продолжительность, а также при предоставлении коммунальных услуг ненадлежащего качества и (или) с перерывами, превышающими установленную продолжительность, Управляющая организация несет ответственность за исполнение своих обязанностей в соответствии с законодательством Российской Федерации.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566959">
        <w:rPr>
          <w:rFonts w:ascii="Times New Roman" w:hAnsi="Times New Roman"/>
          <w:sz w:val="18"/>
          <w:szCs w:val="18"/>
        </w:rPr>
        <w:t xml:space="preserve">5.3. В случае несвоевременного и (или) неполного внесения платы за Услуги Управляющей организации и коммунальные услуги, в том числе и при выявлении фактов, указанных в </w:t>
      </w:r>
      <w:hyperlink r:id="rId19" w:history="1">
        <w:r w:rsidRPr="00566959">
          <w:rPr>
            <w:rFonts w:ascii="Times New Roman" w:hAnsi="Times New Roman"/>
            <w:color w:val="0000FF"/>
            <w:sz w:val="18"/>
            <w:szCs w:val="18"/>
          </w:rPr>
          <w:t>п. 5.4</w:t>
        </w:r>
      </w:hyperlink>
      <w:r w:rsidRPr="00566959">
        <w:rPr>
          <w:rFonts w:ascii="Times New Roman" w:hAnsi="Times New Roman"/>
          <w:sz w:val="18"/>
          <w:szCs w:val="18"/>
        </w:rPr>
        <w:t xml:space="preserve"> настоящего Договора, Собственник обязан уплатить Управляющей организации пени в размере и в порядке, которые установлены </w:t>
      </w:r>
      <w:hyperlink r:id="rId20" w:history="1">
        <w:r w:rsidRPr="00566959">
          <w:rPr>
            <w:rFonts w:ascii="Times New Roman" w:hAnsi="Times New Roman"/>
            <w:color w:val="0000FF"/>
            <w:sz w:val="18"/>
            <w:szCs w:val="18"/>
          </w:rPr>
          <w:t>ч. 14 ст. 155</w:t>
        </w:r>
      </w:hyperlink>
      <w:r w:rsidRPr="00566959">
        <w:rPr>
          <w:rFonts w:ascii="Times New Roman" w:hAnsi="Times New Roman"/>
          <w:sz w:val="18"/>
          <w:szCs w:val="18"/>
        </w:rPr>
        <w:t xml:space="preserve"> Жилищного кодекса Российской Федерации.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566959">
        <w:rPr>
          <w:rFonts w:ascii="Times New Roman" w:hAnsi="Times New Roman"/>
          <w:sz w:val="18"/>
          <w:szCs w:val="18"/>
        </w:rPr>
        <w:t xml:space="preserve">5.4. При выявлении Управляющей организацией факта проживания в жилом помещении Собственника лиц, не зарегистрированных в установленном порядке, и невнесения за них платы за коммунальные услуги Управляющая организация обязана </w:t>
      </w:r>
      <w:r>
        <w:rPr>
          <w:rFonts w:ascii="Times New Roman" w:hAnsi="Times New Roman"/>
          <w:sz w:val="18"/>
          <w:szCs w:val="18"/>
        </w:rPr>
        <w:t xml:space="preserve">произвести начисление платы за коммунальные услуги пропорционально количеству прожитых такими потребителями дней и </w:t>
      </w:r>
      <w:r w:rsidRPr="00566959">
        <w:rPr>
          <w:rFonts w:ascii="Times New Roman" w:hAnsi="Times New Roman"/>
          <w:sz w:val="18"/>
          <w:szCs w:val="18"/>
        </w:rPr>
        <w:t>потребовать от Собственника возмещения причиненного ущерба в добровольном порядке, а в случае отказа обратиться в суд с иском о взыскании реального ущерба.</w:t>
      </w: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5.5</w:t>
      </w:r>
      <w:r w:rsidRPr="00566959">
        <w:rPr>
          <w:rFonts w:ascii="Times New Roman" w:hAnsi="Times New Roman"/>
          <w:sz w:val="18"/>
          <w:szCs w:val="18"/>
        </w:rPr>
        <w:t xml:space="preserve">. Управляющая организация не несет ответственности </w:t>
      </w:r>
      <w:r>
        <w:rPr>
          <w:rFonts w:ascii="Times New Roman" w:hAnsi="Times New Roman"/>
          <w:sz w:val="18"/>
          <w:szCs w:val="18"/>
        </w:rPr>
        <w:t xml:space="preserve">и не возмещает убытки </w:t>
      </w:r>
      <w:r w:rsidRPr="00566959">
        <w:rPr>
          <w:rFonts w:ascii="Times New Roman" w:hAnsi="Times New Roman"/>
          <w:sz w:val="18"/>
          <w:szCs w:val="18"/>
        </w:rPr>
        <w:t xml:space="preserve">за вред, причиненный имуществу Дома, в случае несоблюдения Собственниками помещений требований, предусмотренных </w:t>
      </w:r>
      <w:hyperlink r:id="rId21" w:history="1">
        <w:r>
          <w:rPr>
            <w:rFonts w:ascii="Times New Roman" w:hAnsi="Times New Roman"/>
            <w:color w:val="0000FF"/>
            <w:sz w:val="18"/>
            <w:szCs w:val="18"/>
          </w:rPr>
          <w:t>п.п.</w:t>
        </w:r>
      </w:hyperlink>
      <w:r>
        <w:rPr>
          <w:rFonts w:ascii="Times New Roman" w:hAnsi="Times New Roman"/>
          <w:color w:val="0000FF"/>
          <w:sz w:val="18"/>
          <w:szCs w:val="18"/>
        </w:rPr>
        <w:t xml:space="preserve"> 3.3.15 и 3.3.16</w:t>
      </w:r>
      <w:r w:rsidRPr="00566959">
        <w:rPr>
          <w:rFonts w:ascii="Times New Roman" w:hAnsi="Times New Roman"/>
          <w:sz w:val="18"/>
          <w:szCs w:val="18"/>
        </w:rPr>
        <w:t xml:space="preserve"> настоящего Договора.</w:t>
      </w:r>
      <w:r>
        <w:rPr>
          <w:rFonts w:ascii="Times New Roman" w:hAnsi="Times New Roman"/>
          <w:sz w:val="18"/>
          <w:szCs w:val="18"/>
        </w:rPr>
        <w:t xml:space="preserve"> Ремонтные работы, по устранению любого повреждения, возмещение материального и морального вреда, , возникшего вследствие несоблюдения Собственником требований, предусмотренных п.п.3.3.15 и 3.3.16, производятся за счет Собственников помещений в доме, по вине которых произошло такое повреждение. </w:t>
      </w: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5.6. Управляющая организация несёт ответственность за сброс снега и наледи с кровель и покрытий дома, предусмотренных проектом этого дома.</w:t>
      </w:r>
    </w:p>
    <w:p w:rsidR="00860425" w:rsidRDefault="00860425" w:rsidP="003E2E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5.7. Управляющая организация освобождается от ответственности за ненадлежащее содержание общего имущества дома, если Собственники помещений не профинансировали его содержание и ремонт.</w:t>
      </w:r>
    </w:p>
    <w:p w:rsidR="00860425" w:rsidRDefault="00860425" w:rsidP="003E2E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5.8. Управляющая организация не несет ответственность за техническое состояние общего имущества, которое существовало до момента заключения настоящего договора и ущерб возникший в результате аварий, произошедших не по вине Управляющей организации и при невозможности последней предусмотреть или устранить причины, вызвавшие эти аварии (вандализм).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</w:rPr>
      </w:pPr>
      <w:r w:rsidRPr="00566959">
        <w:rPr>
          <w:rFonts w:ascii="Times New Roman" w:hAnsi="Times New Roman"/>
        </w:rPr>
        <w:t>6. ОСУЩЕСТВЛЕНИЕ КОНТРОЛЯ ЗА ВЫПОЛНЕНИЕМ УПРАВЛЯЮЩЕЙ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566959">
        <w:rPr>
          <w:rFonts w:ascii="Times New Roman" w:hAnsi="Times New Roman"/>
        </w:rPr>
        <w:t>ОРГАНИЗАЦИЕЙ ЕЕ ОБЯЗАТЕЛЬСТВ ПО ДОГОВОРУ И ПОРЯДОК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566959">
        <w:rPr>
          <w:rFonts w:ascii="Times New Roman" w:hAnsi="Times New Roman"/>
        </w:rPr>
        <w:t>РЕГИСТРАЦИИ ФАКТА НАРУШЕНИЯ УСЛОВИЙ НАСТОЯЩЕГО ДОГОВОРА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566959">
        <w:rPr>
          <w:rFonts w:ascii="Times New Roman" w:hAnsi="Times New Roman"/>
          <w:sz w:val="18"/>
          <w:szCs w:val="18"/>
        </w:rPr>
        <w:t xml:space="preserve">6.1. Контроль за деятельностью Управляющей организации в части исполнения настоящего Договора осуществляется </w:t>
      </w:r>
      <w:r>
        <w:rPr>
          <w:rFonts w:ascii="Times New Roman" w:hAnsi="Times New Roman"/>
          <w:sz w:val="18"/>
          <w:szCs w:val="18"/>
        </w:rPr>
        <w:t>Советом дома и его председателем</w:t>
      </w:r>
      <w:r w:rsidRPr="00566959">
        <w:rPr>
          <w:rFonts w:ascii="Times New Roman" w:hAnsi="Times New Roman"/>
          <w:sz w:val="18"/>
          <w:szCs w:val="18"/>
        </w:rPr>
        <w:t xml:space="preserve"> посредством: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566959">
        <w:rPr>
          <w:rFonts w:ascii="Times New Roman" w:hAnsi="Times New Roman"/>
          <w:sz w:val="18"/>
          <w:szCs w:val="18"/>
        </w:rPr>
        <w:t>6.1.1. Получения от Упра</w:t>
      </w:r>
      <w:r>
        <w:rPr>
          <w:rFonts w:ascii="Times New Roman" w:hAnsi="Times New Roman"/>
          <w:sz w:val="18"/>
          <w:szCs w:val="18"/>
        </w:rPr>
        <w:t xml:space="preserve">вляющей организации не позднее одного месяца </w:t>
      </w:r>
      <w:r w:rsidRPr="00566959">
        <w:rPr>
          <w:rFonts w:ascii="Times New Roman" w:hAnsi="Times New Roman"/>
          <w:sz w:val="18"/>
          <w:szCs w:val="18"/>
        </w:rPr>
        <w:t>с даты обращения информации о перечнях, объемах в денежном и натуральном выражениях, качестве и периодичности оказанных услуг и (или) выполненных работ.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566959">
        <w:rPr>
          <w:rFonts w:ascii="Times New Roman" w:hAnsi="Times New Roman"/>
          <w:sz w:val="18"/>
          <w:szCs w:val="18"/>
        </w:rPr>
        <w:t>6.1.2. Реализации</w:t>
      </w:r>
      <w:r>
        <w:rPr>
          <w:rFonts w:ascii="Times New Roman" w:hAnsi="Times New Roman"/>
          <w:sz w:val="18"/>
          <w:szCs w:val="18"/>
        </w:rPr>
        <w:t xml:space="preserve"> прав Собственника, указанных в </w:t>
      </w:r>
      <w:r>
        <w:rPr>
          <w:rFonts w:ascii="Times New Roman" w:hAnsi="Times New Roman"/>
          <w:color w:val="0000FF"/>
          <w:sz w:val="18"/>
          <w:szCs w:val="18"/>
        </w:rPr>
        <w:t>п. 3.4.3.</w:t>
      </w:r>
      <w:r w:rsidRPr="00566959">
        <w:rPr>
          <w:rFonts w:ascii="Times New Roman" w:hAnsi="Times New Roman"/>
          <w:sz w:val="18"/>
          <w:szCs w:val="18"/>
        </w:rPr>
        <w:t>настоящего Договора.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566959">
        <w:rPr>
          <w:rFonts w:ascii="Times New Roman" w:hAnsi="Times New Roman"/>
          <w:sz w:val="18"/>
          <w:szCs w:val="18"/>
        </w:rPr>
        <w:t>6.1.3. Подачи в устном и (или) письменном виде жалоб, претензий и прочих обращений для устранения выявленных дефектов с проверкой полноты и своевременности их устранения.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566959">
        <w:rPr>
          <w:rFonts w:ascii="Times New Roman" w:hAnsi="Times New Roman"/>
          <w:sz w:val="18"/>
          <w:szCs w:val="18"/>
        </w:rPr>
        <w:t>6.1.4. Составления актов о нарушении условий Договора.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6.1.5. Участия председателя совета дома</w:t>
      </w:r>
      <w:r w:rsidRPr="00566959">
        <w:rPr>
          <w:rFonts w:ascii="Times New Roman" w:hAnsi="Times New Roman"/>
          <w:sz w:val="18"/>
          <w:szCs w:val="18"/>
        </w:rPr>
        <w:t xml:space="preserve"> и Управляющей организации в осмотрах общего имущества с целью определения технического состояния этого имущества и подготовки предложений по его ремонту.</w:t>
      </w: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566959">
        <w:rPr>
          <w:rFonts w:ascii="Times New Roman" w:hAnsi="Times New Roman"/>
          <w:sz w:val="18"/>
          <w:szCs w:val="18"/>
        </w:rPr>
        <w:t>6.2. В случаях нарушения качества Услуг Управляющей организацией, причинения вреда жизни, здоровью, имуществу Собственника и общему имуществу Дома составляется а</w:t>
      </w:r>
      <w:r>
        <w:rPr>
          <w:rFonts w:ascii="Times New Roman" w:hAnsi="Times New Roman"/>
          <w:sz w:val="18"/>
          <w:szCs w:val="18"/>
        </w:rPr>
        <w:t>кт о нарушении условий Договора.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</w:rPr>
      </w:pPr>
      <w:r w:rsidRPr="00566959">
        <w:rPr>
          <w:rFonts w:ascii="Times New Roman" w:hAnsi="Times New Roman"/>
        </w:rPr>
        <w:t>7. ПОРЯДОК ИЗМЕНЕНИЯ И РАСТОРЖЕНИЯ ДОГОВОРА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566959">
        <w:rPr>
          <w:rFonts w:ascii="Times New Roman" w:hAnsi="Times New Roman"/>
          <w:sz w:val="18"/>
          <w:szCs w:val="18"/>
        </w:rPr>
        <w:t>7.1. Настоящий Договор может быть расторгнут: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566959">
        <w:rPr>
          <w:rFonts w:ascii="Times New Roman" w:hAnsi="Times New Roman"/>
          <w:sz w:val="18"/>
          <w:szCs w:val="18"/>
        </w:rPr>
        <w:t>7.1.1. В одностороннем порядке: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566959">
        <w:rPr>
          <w:rFonts w:ascii="Times New Roman" w:hAnsi="Times New Roman"/>
          <w:sz w:val="18"/>
          <w:szCs w:val="18"/>
        </w:rPr>
        <w:t>- по инициативе Собственника в случае: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566959">
        <w:rPr>
          <w:rFonts w:ascii="Times New Roman" w:hAnsi="Times New Roman"/>
          <w:sz w:val="18"/>
          <w:szCs w:val="18"/>
        </w:rPr>
        <w:t>отчуждения ранее находящегося в его собственности помещения, вследствие заключения какого-либо договора (купли-продажи, мены, ренты и пр.), путем уведомления Управляющей организации о произведенных действиях с помещением и приложения соответствующего документа;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566959">
        <w:rPr>
          <w:rFonts w:ascii="Times New Roman" w:hAnsi="Times New Roman"/>
          <w:sz w:val="18"/>
          <w:szCs w:val="18"/>
        </w:rPr>
        <w:t>принятия общим собранием собственников помещений в многоквартирном доме решения о выборе иного способа управления, о чем Управляющая организация должна быть предупреждена не позже чем за два месяца до прекращения настоящего Договора путем предоставления ей копии протокола решения общего собрания, подтверждающего правомерность принятого решения;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566959">
        <w:rPr>
          <w:rFonts w:ascii="Times New Roman" w:hAnsi="Times New Roman"/>
          <w:sz w:val="18"/>
          <w:szCs w:val="18"/>
        </w:rPr>
        <w:t xml:space="preserve">принятия общим собранием собственников помещений в многоквартирном доме решения об отказе от исполнения настоящего Договора, если управляющая компания не выполняет </w:t>
      </w:r>
      <w:r>
        <w:rPr>
          <w:rFonts w:ascii="Times New Roman" w:hAnsi="Times New Roman"/>
          <w:sz w:val="18"/>
          <w:szCs w:val="18"/>
        </w:rPr>
        <w:t xml:space="preserve">своих обязанностей по условиямнастоящего </w:t>
      </w:r>
      <w:r w:rsidRPr="00566959">
        <w:rPr>
          <w:rFonts w:ascii="Times New Roman" w:hAnsi="Times New Roman"/>
          <w:sz w:val="18"/>
          <w:szCs w:val="18"/>
        </w:rPr>
        <w:t>Договора;</w:t>
      </w: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566959">
        <w:rPr>
          <w:rFonts w:ascii="Times New Roman" w:hAnsi="Times New Roman"/>
          <w:sz w:val="18"/>
          <w:szCs w:val="18"/>
        </w:rPr>
        <w:t>- по инициативе Управляющей организации,о чем Собственник должен быть предупрежден не позже чем за один месяц до расторжения Договора в случае если: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а) стороны настоящего договора не достигли соглашения о приведении договора в соответствие с существенно изменившимися обстоятельствами;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б) </w:t>
      </w:r>
      <w:r w:rsidRPr="00566959">
        <w:rPr>
          <w:rFonts w:ascii="Times New Roman" w:hAnsi="Times New Roman"/>
          <w:sz w:val="18"/>
          <w:szCs w:val="18"/>
        </w:rPr>
        <w:t>многоквартирный дом окажется в состоянии, непригодном для использования по назначению в силу обстоятельств, за которые Управляющая организация не отвечает.</w:t>
      </w: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566959">
        <w:rPr>
          <w:rFonts w:ascii="Times New Roman" w:hAnsi="Times New Roman"/>
          <w:sz w:val="18"/>
          <w:szCs w:val="18"/>
        </w:rPr>
        <w:t>К таким обстоятельствам относятся: техногенные и природные катастрофы, не связанные с виновной деятельностью Управляющей организации; военные действия; террористические акты и иные не зависящие от Управляю</w:t>
      </w:r>
      <w:r>
        <w:rPr>
          <w:rFonts w:ascii="Times New Roman" w:hAnsi="Times New Roman"/>
          <w:sz w:val="18"/>
          <w:szCs w:val="18"/>
        </w:rPr>
        <w:t>щей организации обстоятельства;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в) </w:t>
      </w:r>
      <w:r w:rsidRPr="00566959">
        <w:rPr>
          <w:rFonts w:ascii="Times New Roman" w:hAnsi="Times New Roman"/>
          <w:sz w:val="18"/>
          <w:szCs w:val="18"/>
        </w:rPr>
        <w:t>собственники помещений в многоквартирном доме на своем общем собрании приняли иные условия договора управления многоквартирным домом, которые оказались неприемлемыми для Управляющей организации;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г) </w:t>
      </w:r>
      <w:r w:rsidRPr="00566959">
        <w:rPr>
          <w:rFonts w:ascii="Times New Roman" w:hAnsi="Times New Roman"/>
          <w:sz w:val="18"/>
          <w:szCs w:val="18"/>
        </w:rPr>
        <w:t>собственники помещений регулярно не исполняют своих обязательств в части оплаты по настоящему Договору.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566959">
        <w:rPr>
          <w:rFonts w:ascii="Times New Roman" w:hAnsi="Times New Roman"/>
          <w:sz w:val="18"/>
          <w:szCs w:val="18"/>
        </w:rPr>
        <w:t>7.1.2. По соглашению Сторон.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566959">
        <w:rPr>
          <w:rFonts w:ascii="Times New Roman" w:hAnsi="Times New Roman"/>
          <w:sz w:val="18"/>
          <w:szCs w:val="18"/>
        </w:rPr>
        <w:t xml:space="preserve">7.1.3. В судебном порядке по основаниям, предусмотренным гражданским </w:t>
      </w:r>
      <w:hyperlink r:id="rId22" w:history="1">
        <w:r w:rsidRPr="00566959">
          <w:rPr>
            <w:rFonts w:ascii="Times New Roman" w:hAnsi="Times New Roman"/>
            <w:color w:val="0000FF"/>
            <w:sz w:val="18"/>
            <w:szCs w:val="18"/>
          </w:rPr>
          <w:t>законодательством</w:t>
        </w:r>
      </w:hyperlink>
      <w:r>
        <w:rPr>
          <w:rFonts w:ascii="Times New Roman" w:hAnsi="Times New Roman"/>
          <w:sz w:val="18"/>
          <w:szCs w:val="18"/>
        </w:rPr>
        <w:t xml:space="preserve"> РФ.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566959">
        <w:rPr>
          <w:rFonts w:ascii="Times New Roman" w:hAnsi="Times New Roman"/>
          <w:sz w:val="18"/>
          <w:szCs w:val="18"/>
        </w:rPr>
        <w:t>7.1.4. В случае смерти Собственника - со дня смерти.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566959">
        <w:rPr>
          <w:rFonts w:ascii="Times New Roman" w:hAnsi="Times New Roman"/>
          <w:sz w:val="18"/>
          <w:szCs w:val="18"/>
        </w:rPr>
        <w:t>7.1.5. В случае ликвидации Управляющей организации.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566959">
        <w:rPr>
          <w:rFonts w:ascii="Times New Roman" w:hAnsi="Times New Roman"/>
          <w:sz w:val="18"/>
          <w:szCs w:val="18"/>
        </w:rPr>
        <w:t>7.1.6. В связи с окончанием срока действия Договора и уведомления одной из Сторон другой Стороны о нежелании его продлевать: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566959">
        <w:rPr>
          <w:rFonts w:ascii="Times New Roman" w:hAnsi="Times New Roman"/>
          <w:sz w:val="18"/>
          <w:szCs w:val="18"/>
        </w:rPr>
        <w:t>- со стороны собственников - в соответствии с принятым общим собранием собственников помещений многоквартирного дома решением;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566959">
        <w:rPr>
          <w:rFonts w:ascii="Times New Roman" w:hAnsi="Times New Roman"/>
          <w:sz w:val="18"/>
          <w:szCs w:val="18"/>
        </w:rPr>
        <w:t>- со стороны Управляющей организации - в соответствии с ее решением.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7.2</w:t>
      </w:r>
      <w:r w:rsidRPr="00566959">
        <w:rPr>
          <w:rFonts w:ascii="Times New Roman" w:hAnsi="Times New Roman"/>
          <w:sz w:val="18"/>
          <w:szCs w:val="18"/>
        </w:rPr>
        <w:t>.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Собственником.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7.3</w:t>
      </w:r>
      <w:r w:rsidRPr="00566959">
        <w:rPr>
          <w:rFonts w:ascii="Times New Roman" w:hAnsi="Times New Roman"/>
          <w:sz w:val="18"/>
          <w:szCs w:val="18"/>
        </w:rPr>
        <w:t>. Расторжение Договора не является основанием для прекращения обязательств Сторон, возникших во время его действия и не исполненных к моменту его расторжения.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7.4</w:t>
      </w:r>
      <w:r w:rsidRPr="00566959">
        <w:rPr>
          <w:rFonts w:ascii="Times New Roman" w:hAnsi="Times New Roman"/>
          <w:sz w:val="18"/>
          <w:szCs w:val="18"/>
        </w:rPr>
        <w:t xml:space="preserve">. Изменение и расторжение условий настоящего Договора осуществляется в порядке, предусмотренном </w:t>
      </w:r>
      <w:hyperlink r:id="rId23" w:history="1">
        <w:r w:rsidRPr="00566959">
          <w:rPr>
            <w:rFonts w:ascii="Times New Roman" w:hAnsi="Times New Roman"/>
            <w:color w:val="0000FF"/>
            <w:sz w:val="18"/>
            <w:szCs w:val="18"/>
          </w:rPr>
          <w:t>жилищным</w:t>
        </w:r>
      </w:hyperlink>
      <w:r w:rsidRPr="00566959">
        <w:rPr>
          <w:rFonts w:ascii="Times New Roman" w:hAnsi="Times New Roman"/>
          <w:sz w:val="18"/>
          <w:szCs w:val="18"/>
        </w:rPr>
        <w:t xml:space="preserve"> и </w:t>
      </w:r>
      <w:hyperlink r:id="rId24" w:history="1">
        <w:r w:rsidRPr="00566959">
          <w:rPr>
            <w:rFonts w:ascii="Times New Roman" w:hAnsi="Times New Roman"/>
            <w:color w:val="0000FF"/>
            <w:sz w:val="18"/>
            <w:szCs w:val="18"/>
          </w:rPr>
          <w:t>гражданским</w:t>
        </w:r>
      </w:hyperlink>
      <w:r>
        <w:rPr>
          <w:rFonts w:ascii="Times New Roman" w:hAnsi="Times New Roman"/>
          <w:sz w:val="18"/>
          <w:szCs w:val="18"/>
        </w:rPr>
        <w:t xml:space="preserve"> законодательством РФ.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</w:rPr>
      </w:pPr>
      <w:r w:rsidRPr="00566959">
        <w:rPr>
          <w:rFonts w:ascii="Times New Roman" w:hAnsi="Times New Roman"/>
        </w:rPr>
        <w:t>8. ОСОБЫЕ УСЛОВИЯ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8.1. </w:t>
      </w:r>
      <w:r w:rsidRPr="00566959">
        <w:rPr>
          <w:rFonts w:ascii="Times New Roman" w:hAnsi="Times New Roman"/>
          <w:sz w:val="18"/>
          <w:szCs w:val="18"/>
        </w:rPr>
        <w:t>Все споры, возникшие из Договора или связанные с ним, разрешаются Сторонами путем переговоров. В случае если Стороны не могут достичь взаимного соглашения, споры и разногласия разрешаются в суде в порядке, установленном законодательством Российской Федерации.</w:t>
      </w: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8.2. Собственник муниципального имущества переуступает Управляющей организации право требования исполнения обязательств лицами, пользующимися помещениями Собственника (нанимателями), в части своевременной оплаты услуг и работ по содержанию и ремонту общего имущества, а также оплаты коммунальных услуг.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</w:rPr>
      </w:pPr>
      <w:r w:rsidRPr="00566959">
        <w:rPr>
          <w:rFonts w:ascii="Times New Roman" w:hAnsi="Times New Roman"/>
        </w:rPr>
        <w:t>9. ЗАКЛЮЧИТЕЛЬНЫЕ ПОЛОЖЕНИЯ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566959">
        <w:rPr>
          <w:rFonts w:ascii="Times New Roman" w:hAnsi="Times New Roman"/>
          <w:sz w:val="18"/>
          <w:szCs w:val="18"/>
        </w:rPr>
        <w:t>9.1. Договор заключен и вступает в действие с "___" _________ 20___ г.</w:t>
      </w:r>
      <w:r>
        <w:rPr>
          <w:rFonts w:ascii="Times New Roman" w:hAnsi="Times New Roman"/>
          <w:sz w:val="18"/>
          <w:szCs w:val="18"/>
        </w:rPr>
        <w:t xml:space="preserve"> При этом собственники помещений в данном доме, обладающие более чем 50% голосов от общего числа голосов собственников помещений в данном доме, выступают в качестве одной стороны настоящего договора.</w:t>
      </w: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566959">
        <w:rPr>
          <w:rFonts w:ascii="Times New Roman" w:hAnsi="Times New Roman"/>
          <w:sz w:val="18"/>
          <w:szCs w:val="18"/>
        </w:rPr>
        <w:t>9.2. При отсутствии заявления одной из Сторон о прекращении Договора по окончании срока его действия Договор считается продленным на тот же срок и на тех же условиях.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9.3. Любые изменения и дополнения к настоящему договору действительны лишь при условии, если они совершены в письменной форме</w:t>
      </w:r>
    </w:p>
    <w:p w:rsidR="00860425" w:rsidRDefault="00860425" w:rsidP="00645A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566959">
        <w:rPr>
          <w:rFonts w:ascii="Times New Roman" w:hAnsi="Times New Roman"/>
          <w:sz w:val="18"/>
          <w:szCs w:val="18"/>
        </w:rPr>
        <w:t>9.4. Настоящий Договор</w:t>
      </w:r>
      <w:r>
        <w:rPr>
          <w:rFonts w:ascii="Times New Roman" w:hAnsi="Times New Roman"/>
          <w:sz w:val="18"/>
          <w:szCs w:val="18"/>
        </w:rPr>
        <w:t xml:space="preserve"> с множественностью лиц</w:t>
      </w:r>
      <w:r w:rsidRPr="00566959">
        <w:rPr>
          <w:rFonts w:ascii="Times New Roman" w:hAnsi="Times New Roman"/>
          <w:sz w:val="18"/>
          <w:szCs w:val="18"/>
        </w:rPr>
        <w:t xml:space="preserve"> составлен в 2 экземплярах, по одному для каждой из Сторон. Оба экземпляра идентичны и имеют одинаковую юридическую силу. Все приложения к настоящему Договору являются его неотъемлемой частью. Договор составле</w:t>
      </w:r>
      <w:r>
        <w:rPr>
          <w:rFonts w:ascii="Times New Roman" w:hAnsi="Times New Roman"/>
          <w:sz w:val="18"/>
          <w:szCs w:val="18"/>
        </w:rPr>
        <w:t>н на ____ страницах и содержит 5 приложений, на _____ листах подписи собственников помещений дома.</w:t>
      </w:r>
    </w:p>
    <w:p w:rsidR="00860425" w:rsidRPr="00645AB8" w:rsidRDefault="00860425" w:rsidP="00645A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645AB8">
        <w:rPr>
          <w:rFonts w:ascii="Times New Roman" w:hAnsi="Times New Roman"/>
          <w:sz w:val="18"/>
          <w:szCs w:val="18"/>
        </w:rPr>
        <w:t>9.5. Экземпля</w:t>
      </w:r>
      <w:r>
        <w:rPr>
          <w:rFonts w:ascii="Times New Roman" w:hAnsi="Times New Roman"/>
          <w:sz w:val="18"/>
          <w:szCs w:val="18"/>
        </w:rPr>
        <w:t>р собственников помещений</w:t>
      </w:r>
      <w:r w:rsidRPr="00645AB8">
        <w:rPr>
          <w:rFonts w:ascii="Times New Roman" w:hAnsi="Times New Roman"/>
          <w:sz w:val="18"/>
          <w:szCs w:val="18"/>
        </w:rPr>
        <w:t xml:space="preserve"> дома передан </w:t>
      </w:r>
      <w:r>
        <w:rPr>
          <w:rFonts w:ascii="Times New Roman" w:hAnsi="Times New Roman"/>
          <w:sz w:val="18"/>
          <w:szCs w:val="18"/>
        </w:rPr>
        <w:t xml:space="preserve">председателю Совета многоквартирного дома, а если таковой отсутствует любому </w:t>
      </w:r>
      <w:r w:rsidRPr="00645AB8">
        <w:rPr>
          <w:rFonts w:ascii="Times New Roman" w:hAnsi="Times New Roman"/>
          <w:sz w:val="18"/>
          <w:szCs w:val="18"/>
        </w:rPr>
        <w:t>представителю собственников___________</w:t>
      </w:r>
      <w:r>
        <w:rPr>
          <w:rFonts w:ascii="Times New Roman" w:hAnsi="Times New Roman"/>
          <w:sz w:val="18"/>
          <w:szCs w:val="18"/>
        </w:rPr>
        <w:t>____________________________________</w:t>
      </w:r>
      <w:r w:rsidRPr="00645AB8">
        <w:rPr>
          <w:rFonts w:ascii="Times New Roman" w:hAnsi="Times New Roman"/>
          <w:sz w:val="18"/>
          <w:szCs w:val="18"/>
        </w:rPr>
        <w:t>прож. по адресу: ____________________________________________</w:t>
      </w:r>
      <w:r>
        <w:rPr>
          <w:rFonts w:ascii="Times New Roman" w:hAnsi="Times New Roman"/>
          <w:sz w:val="18"/>
          <w:szCs w:val="18"/>
        </w:rPr>
        <w:t>___________________________</w:t>
      </w:r>
      <w:r w:rsidRPr="00645AB8">
        <w:rPr>
          <w:rFonts w:ascii="Times New Roman" w:hAnsi="Times New Roman"/>
          <w:sz w:val="18"/>
          <w:szCs w:val="18"/>
        </w:rPr>
        <w:t>для дальнейшего хранения.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566959">
        <w:rPr>
          <w:rFonts w:ascii="Times New Roman" w:hAnsi="Times New Roman"/>
          <w:sz w:val="18"/>
          <w:szCs w:val="18"/>
        </w:rPr>
        <w:t>Приложения: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566959">
        <w:rPr>
          <w:rFonts w:ascii="Times New Roman" w:hAnsi="Times New Roman"/>
          <w:sz w:val="18"/>
          <w:szCs w:val="18"/>
        </w:rPr>
        <w:t xml:space="preserve">1. Приложение 1 - </w:t>
      </w:r>
      <w:hyperlink r:id="rId25" w:history="1">
        <w:r w:rsidRPr="00566959">
          <w:rPr>
            <w:rFonts w:ascii="Times New Roman" w:hAnsi="Times New Roman"/>
            <w:color w:val="0000FF"/>
            <w:sz w:val="18"/>
            <w:szCs w:val="18"/>
          </w:rPr>
          <w:t>Состав</w:t>
        </w:r>
      </w:hyperlink>
      <w:r w:rsidRPr="00566959">
        <w:rPr>
          <w:rFonts w:ascii="Times New Roman" w:hAnsi="Times New Roman"/>
          <w:sz w:val="18"/>
          <w:szCs w:val="18"/>
        </w:rPr>
        <w:t xml:space="preserve"> общего имущества многоквартирного дома.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566959">
        <w:rPr>
          <w:rFonts w:ascii="Times New Roman" w:hAnsi="Times New Roman"/>
          <w:sz w:val="18"/>
          <w:szCs w:val="18"/>
        </w:rPr>
        <w:t xml:space="preserve">2. Приложение 2 - </w:t>
      </w:r>
      <w:hyperlink r:id="rId26" w:history="1">
        <w:r w:rsidRPr="00566959">
          <w:rPr>
            <w:rFonts w:ascii="Times New Roman" w:hAnsi="Times New Roman"/>
            <w:color w:val="0000FF"/>
            <w:sz w:val="18"/>
            <w:szCs w:val="18"/>
          </w:rPr>
          <w:t>Перечень</w:t>
        </w:r>
      </w:hyperlink>
      <w:r w:rsidRPr="00566959">
        <w:rPr>
          <w:rFonts w:ascii="Times New Roman" w:hAnsi="Times New Roman"/>
          <w:sz w:val="18"/>
          <w:szCs w:val="18"/>
        </w:rPr>
        <w:t xml:space="preserve"> технической документации на многоквартирный дом и иных документов, связанных с управлением многоквартирным домом.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566959">
        <w:rPr>
          <w:rFonts w:ascii="Times New Roman" w:hAnsi="Times New Roman"/>
          <w:sz w:val="18"/>
          <w:szCs w:val="18"/>
        </w:rPr>
        <w:t xml:space="preserve">3. Приложение 3 - </w:t>
      </w:r>
      <w:hyperlink r:id="rId27" w:history="1">
        <w:r w:rsidRPr="00566959">
          <w:rPr>
            <w:rFonts w:ascii="Times New Roman" w:hAnsi="Times New Roman"/>
            <w:color w:val="0000FF"/>
            <w:sz w:val="18"/>
            <w:szCs w:val="18"/>
          </w:rPr>
          <w:t>Перечень</w:t>
        </w:r>
      </w:hyperlink>
      <w:r w:rsidRPr="00566959">
        <w:rPr>
          <w:rFonts w:ascii="Times New Roman" w:hAnsi="Times New Roman"/>
          <w:sz w:val="18"/>
          <w:szCs w:val="18"/>
        </w:rPr>
        <w:t xml:space="preserve"> работ и услуг по содержанию и ремонту общего имущества многоквартирного дома.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566959">
        <w:rPr>
          <w:rFonts w:ascii="Times New Roman" w:hAnsi="Times New Roman"/>
          <w:sz w:val="18"/>
          <w:szCs w:val="18"/>
        </w:rPr>
        <w:t xml:space="preserve">4. Приложение 4 –Правила </w:t>
      </w:r>
      <w:r>
        <w:rPr>
          <w:rFonts w:ascii="Times New Roman" w:hAnsi="Times New Roman"/>
          <w:sz w:val="18"/>
          <w:szCs w:val="18"/>
        </w:rPr>
        <w:t>пользования помещениями.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566959">
        <w:rPr>
          <w:rFonts w:ascii="Times New Roman" w:hAnsi="Times New Roman"/>
          <w:sz w:val="18"/>
          <w:szCs w:val="18"/>
        </w:rPr>
        <w:t xml:space="preserve">5. Приложение 5 - </w:t>
      </w:r>
      <w:hyperlink r:id="rId28" w:history="1">
        <w:r w:rsidRPr="00566959">
          <w:rPr>
            <w:rFonts w:ascii="Times New Roman" w:hAnsi="Times New Roman"/>
            <w:color w:val="0000FF"/>
            <w:sz w:val="18"/>
            <w:szCs w:val="18"/>
          </w:rPr>
          <w:t>Размер</w:t>
        </w:r>
      </w:hyperlink>
      <w:r w:rsidRPr="00566959">
        <w:rPr>
          <w:rFonts w:ascii="Times New Roman" w:hAnsi="Times New Roman"/>
          <w:sz w:val="18"/>
          <w:szCs w:val="18"/>
        </w:rPr>
        <w:t xml:space="preserve"> платы за работы и услуги по управлению многоквартирным домом, содержанию и ремонту его общего имущества.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18"/>
          <w:szCs w:val="18"/>
        </w:rPr>
      </w:pPr>
      <w:r w:rsidRPr="00566959">
        <w:rPr>
          <w:rFonts w:ascii="Times New Roman" w:hAnsi="Times New Roman"/>
          <w:sz w:val="18"/>
          <w:szCs w:val="18"/>
        </w:rPr>
        <w:t>РЕКВИЗИТЫ СТОРОН</w:t>
      </w: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860425" w:rsidRPr="00566959" w:rsidRDefault="008604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860425" w:rsidRPr="00A30E5A" w:rsidRDefault="008604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860425" w:rsidRPr="00A30E5A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 w:rsidRPr="00A30E5A">
        <w:rPr>
          <w:rFonts w:ascii="Times New Roman" w:hAnsi="Times New Roman"/>
        </w:rPr>
        <w:t>Приложение 1</w:t>
      </w:r>
    </w:p>
    <w:p w:rsidR="00860425" w:rsidRPr="00A30E5A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A30E5A">
        <w:rPr>
          <w:rFonts w:ascii="Times New Roman" w:hAnsi="Times New Roman"/>
        </w:rPr>
        <w:t>к Договору</w:t>
      </w:r>
    </w:p>
    <w:p w:rsidR="00860425" w:rsidRPr="00A30E5A" w:rsidRDefault="008604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0425" w:rsidRPr="00A30E5A" w:rsidRDefault="008604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A30E5A">
        <w:rPr>
          <w:rFonts w:ascii="Times New Roman" w:hAnsi="Times New Roman"/>
        </w:rPr>
        <w:t>СОСТАВ ОБЩЕГО ИМУЩЕСТВА МНОГОКВАРТИРНОГО ДОМА</w:t>
      </w:r>
    </w:p>
    <w:p w:rsidR="00860425" w:rsidRPr="00A30E5A" w:rsidRDefault="008604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1. Год постройки 19____.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2. Фундамент (тип и материал) - __________________________________________.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3. Несущие стены (материал) - ____________________________________________.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4. Перекрытия (материал) - _______________________________________________.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5. Крыша (материал кровли, площадь) - ____________________, ________ кв. м.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6. Балконные плиты, лоджии (наличие, шт., материал) - ж/б плиты _______ шт.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7. Несущие колонны (наличие, шт.) - ______________________________________.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8. Ограждающие ненесущие конструкции - ___________________________________.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9. Окна в помещениях общего пользования (шт.) - ________ шт.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10. Двери в помещениях общего пользования (шт.) - ______ шт.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11. Иные ограждающие и несущие конструкции -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__________________________________________________________________________.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12. Межквартирные лестничные площадки (шт.) - ______ шт.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13.  Инженерное и иное оборудование (нужное подчеркнуть): системы холодного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водоснабжения, горячего водоснабжения, канализации, отопления (состоящей из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стояков,   обогревающих   элементов,   регулирующей  и  запорной  арматуры,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коллективных (общедомовых) приборов учета тепловой энергии, а также другого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оборудования,     расположенного     на    этих    сетях),    мусоропровод,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электроснабжение,  тепловой  пункт, элеваторный узел, котельная, бойлерная,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насосы  (кол-во) ______, автоматизированная система противопожарной защиты,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переговорное  запирающее устройство, лифт пассажирский (кол-во) _____, лифт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грузовой (кол-во) ___,  иное оборудование ________________________________.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14. Нежилые помещения: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Подвальное помещение (площадь) - ____________________________ кв. м.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Техническое подполье (площадь) ______________________________ кв. м.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Технический этаж (площадь) - ________________________________ кв. м.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Колясочные (шт., площадь) - ___________ шт., ________________ кв. м.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Чердак (площадь) - ______________ кв. м.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Технический чердак (площадь) - ______________ кв. м.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Лестницы, лестничные площадки (площадь) - ______________ кв. м.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Коридоры (площадь) - ______________ кв. м.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15.  Земельный участок, на котором расположен многоквартирный дом и границы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которого определены на основании данных государственного кадастрового учета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с элементами озеленения и благоустройства: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Площадь (по видам и классам покрытия, газоны) - ______________ кв. м.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Контейнерная площадка (площадь) _____ кв. м.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Элементы благоустройства _________________________________________________.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Детская, спортивная площадка _____________________________________________.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Иные объекты, расположенные на земельном участке, ________________________.</w:t>
      </w:r>
    </w:p>
    <w:p w:rsidR="00860425" w:rsidRPr="00A30E5A" w:rsidRDefault="008604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860425" w:rsidRPr="00A30E5A" w:rsidRDefault="008604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</w:rPr>
      </w:pPr>
      <w:r w:rsidRPr="00A30E5A">
        <w:rPr>
          <w:rFonts w:ascii="Times New Roman" w:hAnsi="Times New Roman"/>
        </w:rPr>
        <w:t>Границы эксплуатационной ответственности</w:t>
      </w:r>
    </w:p>
    <w:p w:rsidR="00860425" w:rsidRPr="00A30E5A" w:rsidRDefault="008604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A30E5A">
        <w:rPr>
          <w:rFonts w:ascii="Times New Roman" w:hAnsi="Times New Roman"/>
        </w:rPr>
        <w:t>Управляющей организации</w:t>
      </w:r>
    </w:p>
    <w:p w:rsidR="00860425" w:rsidRPr="00A30E5A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860425" w:rsidRPr="009724E7" w:rsidRDefault="00860425" w:rsidP="009724E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9724E7">
        <w:rPr>
          <w:rFonts w:ascii="Times New Roman" w:hAnsi="Times New Roman"/>
        </w:rPr>
        <w:t>Внутридомовые инженерные системы холодного и горячего водоснабжения и газоснабжения, состоящие из стояков, ответвлений от стояков до первого отключающего устройства, расположенного на ответвлениях от стояков, указанных отключающих устройств, коллективных (общедомовых) приборов учета холодной и горячей воды, первых запорно-регулировочных кранов на отводах внутриквартирной разводки от стояков, а также механического, электрического, санитарно-технического и иного оборудования, расположенного на этих сетях.</w:t>
      </w:r>
    </w:p>
    <w:p w:rsidR="00860425" w:rsidRDefault="00860425" w:rsidP="009724E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Внутридомовая инженерная система отопления, состоящая из стояков и ответвлений от стояков до первого отключающего устройства, а при его отсутствии до сгона на прибор отопления (баратею), регулирующей и запорной арматуры, коллективных (общедомовых) приборов учета тепловой энергии.</w:t>
      </w:r>
    </w:p>
    <w:p w:rsidR="00860425" w:rsidRDefault="00860425" w:rsidP="00E66A2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9646DC">
        <w:rPr>
          <w:rFonts w:ascii="Times New Roman" w:hAnsi="Times New Roman"/>
        </w:rPr>
        <w:t xml:space="preserve">Внутридомовая система электроснабжения, состоящая из вводных шкафов, вводно-распределительных устройств, аппараты и приборы отходящих линий, коллективных (общедомовых) приборов учета электрической энергии, этажных щитков и шкафов, осветительных установок помещений общего пользования,,пассажирских лифтов, сетей (кабелей) от места соединения коллективного (общедомового) прибора учёта с линией электропередачи, входящей в многоквартирный дом, до индивидуальных, общих (квартирных) приборов учета электрической энергии, а также другого электрического оборудования, расположенного на этих сетях. </w:t>
      </w:r>
    </w:p>
    <w:p w:rsidR="00860425" w:rsidRPr="009646DC" w:rsidRDefault="00860425" w:rsidP="00E66A2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9646DC">
        <w:rPr>
          <w:rFonts w:ascii="Times New Roman" w:hAnsi="Times New Roman"/>
        </w:rPr>
        <w:t>Внутридомовая система газоснабжения. Внешней границей сетей газоснабжения является место соединения первого запорного устройства с внешней газораспределительной сетью.</w:t>
      </w:r>
    </w:p>
    <w:p w:rsidR="00860425" w:rsidRPr="00A30E5A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860425" w:rsidRPr="00A30E5A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860425" w:rsidRPr="00A30E5A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860425" w:rsidRPr="00A30E5A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860425" w:rsidRPr="00A30E5A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Pr="00A30E5A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 w:rsidRPr="00A30E5A">
        <w:rPr>
          <w:rFonts w:ascii="Times New Roman" w:hAnsi="Times New Roman"/>
        </w:rPr>
        <w:t>Приложение 2</w:t>
      </w:r>
    </w:p>
    <w:p w:rsidR="00860425" w:rsidRPr="00A30E5A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A30E5A">
        <w:rPr>
          <w:rFonts w:ascii="Times New Roman" w:hAnsi="Times New Roman"/>
        </w:rPr>
        <w:t>к Договору</w:t>
      </w:r>
    </w:p>
    <w:p w:rsidR="00860425" w:rsidRPr="00A30E5A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 xml:space="preserve">         ПЕРЕЧЕНЬ ТЕХНИЧЕСКОЙ ДОКУМЕНТАЦИИ НА МНОГОКВАРТИРНЫЙ ДОМ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 xml:space="preserve">     И ИНЫХ ДОКУМЕНТОВ, СВЯЗАННЫХ С УПРАВЛЕНИЕМ МНОГОКВАРТИРНЫМ ДОМОМ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1. Технический паспорт дома.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2. ________________________________________________________________________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3. ________________________________________________________________________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4. ________________________________________________________________________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5. ________________________________________________________________________</w:t>
      </w:r>
    </w:p>
    <w:p w:rsidR="00860425" w:rsidRPr="00A30E5A" w:rsidRDefault="008604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30E5A">
        <w:rPr>
          <w:rFonts w:ascii="Times New Roman" w:hAnsi="Times New Roman" w:cs="Times New Roman"/>
          <w:sz w:val="18"/>
          <w:szCs w:val="18"/>
        </w:rPr>
        <w:t>6. ________________________________________________________________________</w:t>
      </w:r>
    </w:p>
    <w:p w:rsidR="00860425" w:rsidRPr="00A30E5A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860425" w:rsidRPr="00A30E5A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860425" w:rsidRPr="00A30E5A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860425" w:rsidRPr="00A30E5A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860425" w:rsidRPr="00A30E5A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Pr="00A30E5A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 w:rsidRPr="00A30E5A">
        <w:rPr>
          <w:rFonts w:ascii="Times New Roman" w:hAnsi="Times New Roman"/>
        </w:rPr>
        <w:t>Приложение 3</w:t>
      </w:r>
    </w:p>
    <w:p w:rsidR="00860425" w:rsidRPr="00A30E5A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A30E5A">
        <w:rPr>
          <w:rFonts w:ascii="Times New Roman" w:hAnsi="Times New Roman"/>
        </w:rPr>
        <w:t>к Договору</w:t>
      </w:r>
    </w:p>
    <w:p w:rsidR="00860425" w:rsidRPr="00A30E5A" w:rsidRDefault="008604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0425" w:rsidRPr="00A30E5A" w:rsidRDefault="008604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A30E5A">
        <w:rPr>
          <w:rFonts w:ascii="Times New Roman" w:hAnsi="Times New Roman"/>
        </w:rPr>
        <w:t>ПЕРЕЧЕНЬ РАБОТ И УСЛУГ ПО СОДЕРЖАНИЮ И РЕМОНТУ</w:t>
      </w:r>
    </w:p>
    <w:p w:rsidR="00860425" w:rsidRPr="00A30E5A" w:rsidRDefault="008604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A30E5A">
        <w:rPr>
          <w:rFonts w:ascii="Times New Roman" w:hAnsi="Times New Roman"/>
        </w:rPr>
        <w:t>ОБЩЕГО ИМУЩЕСТВА МНОГОКВАРТИРНОГО ДОМА</w:t>
      </w:r>
    </w:p>
    <w:p w:rsidR="00860425" w:rsidRPr="00A30E5A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860425" w:rsidRPr="00A30E5A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A30E5A">
        <w:rPr>
          <w:rFonts w:ascii="Times New Roman" w:hAnsi="Times New Roman"/>
        </w:rPr>
        <w:t>Содержание общего имущества в зависимости от состава, конструктивных особенностей, степени физического износа и технического состояния общего имущества, а также в зависимости от геодезических и природно-климатических условий расположения многоквартирного дома включает в себя:</w:t>
      </w:r>
    </w:p>
    <w:p w:rsidR="00860425" w:rsidRPr="00A30E5A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A30E5A">
        <w:rPr>
          <w:rFonts w:ascii="Times New Roman" w:hAnsi="Times New Roman"/>
        </w:rPr>
        <w:t xml:space="preserve">- </w:t>
      </w:r>
      <w:r>
        <w:rPr>
          <w:rFonts w:ascii="Times New Roman" w:hAnsi="Times New Roman"/>
          <w:sz w:val="24"/>
          <w:szCs w:val="24"/>
          <w:lang w:eastAsia="ru-RU"/>
        </w:rPr>
        <w:t>у</w:t>
      </w:r>
      <w:r w:rsidRPr="005C412E">
        <w:rPr>
          <w:rFonts w:ascii="Times New Roman" w:hAnsi="Times New Roman"/>
          <w:sz w:val="24"/>
          <w:szCs w:val="24"/>
          <w:lang w:eastAsia="ru-RU"/>
        </w:rPr>
        <w:t>борка придомовой территори</w:t>
      </w:r>
      <w:r>
        <w:rPr>
          <w:rFonts w:ascii="Times New Roman" w:hAnsi="Times New Roman"/>
          <w:sz w:val="24"/>
          <w:szCs w:val="24"/>
          <w:lang w:eastAsia="ru-RU"/>
        </w:rPr>
        <w:t>и</w:t>
      </w:r>
      <w:r w:rsidRPr="005C412E">
        <w:rPr>
          <w:rFonts w:ascii="Times New Roman" w:hAnsi="Times New Roman"/>
          <w:sz w:val="24"/>
          <w:szCs w:val="24"/>
          <w:lang w:eastAsia="ru-RU"/>
        </w:rPr>
        <w:t xml:space="preserve"> в летний и зимний период</w:t>
      </w:r>
      <w:r>
        <w:rPr>
          <w:rFonts w:ascii="Times New Roman" w:hAnsi="Times New Roman"/>
        </w:rPr>
        <w:t>(уборка</w:t>
      </w:r>
      <w:r w:rsidRPr="00A30E5A">
        <w:rPr>
          <w:rFonts w:ascii="Times New Roman" w:hAnsi="Times New Roman"/>
        </w:rPr>
        <w:t xml:space="preserve"> земельного участка, входящего в состав общего имущества, и мусорных площадок</w:t>
      </w:r>
      <w:r>
        <w:rPr>
          <w:rFonts w:ascii="Times New Roman" w:hAnsi="Times New Roman"/>
        </w:rPr>
        <w:t>)</w:t>
      </w:r>
      <w:r w:rsidRPr="00A30E5A">
        <w:rPr>
          <w:rFonts w:ascii="Times New Roman" w:hAnsi="Times New Roman"/>
        </w:rPr>
        <w:t>;</w:t>
      </w: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A30E5A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сбор, транспортирование и захоронение</w:t>
      </w:r>
      <w:r w:rsidRPr="00A30E5A">
        <w:rPr>
          <w:rFonts w:ascii="Times New Roman" w:hAnsi="Times New Roman"/>
        </w:rPr>
        <w:t xml:space="preserve"> т</w:t>
      </w:r>
      <w:r>
        <w:rPr>
          <w:rFonts w:ascii="Times New Roman" w:hAnsi="Times New Roman"/>
        </w:rPr>
        <w:t>вердых и жидких бытовых отходов;</w:t>
      </w: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12E">
        <w:rPr>
          <w:rFonts w:ascii="Times New Roman" w:hAnsi="Times New Roman"/>
          <w:sz w:val="24"/>
          <w:szCs w:val="24"/>
          <w:lang w:eastAsia="ru-RU"/>
        </w:rPr>
        <w:t>плата за услуги и работы по управлению многоквартирными домами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- </w:t>
      </w:r>
      <w:r>
        <w:rPr>
          <w:rFonts w:ascii="Times New Roman" w:hAnsi="Times New Roman"/>
          <w:sz w:val="24"/>
          <w:szCs w:val="24"/>
          <w:lang w:eastAsia="ru-RU"/>
        </w:rPr>
        <w:t>о</w:t>
      </w:r>
      <w:r w:rsidRPr="005C412E">
        <w:rPr>
          <w:rFonts w:ascii="Times New Roman" w:hAnsi="Times New Roman"/>
          <w:sz w:val="24"/>
          <w:szCs w:val="24"/>
          <w:lang w:eastAsia="ru-RU"/>
        </w:rPr>
        <w:t>бслуживание внутридомового газового оборудования (ВДГО)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5C412E">
        <w:rPr>
          <w:rFonts w:ascii="Times New Roman" w:hAnsi="Times New Roman"/>
          <w:sz w:val="24"/>
          <w:szCs w:val="24"/>
          <w:lang w:eastAsia="ru-RU"/>
        </w:rPr>
        <w:t>роверка газоходов и вентканалов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-а</w:t>
      </w:r>
      <w:r w:rsidRPr="005C412E">
        <w:rPr>
          <w:rFonts w:ascii="Times New Roman" w:hAnsi="Times New Roman"/>
          <w:sz w:val="24"/>
          <w:szCs w:val="24"/>
          <w:lang w:eastAsia="ru-RU"/>
        </w:rPr>
        <w:t>варийное обслуживание на системах водоснабжения, теплоснабжения,  канализации, устранение аварий и незначительных неисправностей</w:t>
      </w: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о</w:t>
      </w:r>
      <w:r w:rsidRPr="003E7BB3">
        <w:rPr>
          <w:rFonts w:ascii="Times New Roman" w:hAnsi="Times New Roman"/>
          <w:sz w:val="24"/>
          <w:szCs w:val="24"/>
          <w:lang w:eastAsia="ru-RU"/>
        </w:rPr>
        <w:t>бслуживание общедомовых электрических сетей</w:t>
      </w:r>
    </w:p>
    <w:p w:rsidR="00860425" w:rsidRDefault="00860425" w:rsidP="003E7B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A30E5A">
        <w:rPr>
          <w:rFonts w:ascii="Times New Roman" w:hAnsi="Times New Roman"/>
        </w:rPr>
        <w:t xml:space="preserve">- </w:t>
      </w: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5C412E">
        <w:rPr>
          <w:rFonts w:ascii="Times New Roman" w:hAnsi="Times New Roman"/>
          <w:sz w:val="24"/>
          <w:szCs w:val="24"/>
          <w:lang w:eastAsia="ru-RU"/>
        </w:rPr>
        <w:t>одготовка дома к сезонной эксплуатации</w:t>
      </w:r>
      <w:r>
        <w:rPr>
          <w:rFonts w:ascii="Times New Roman" w:hAnsi="Times New Roman"/>
        </w:rPr>
        <w:t>(опрессовка);</w:t>
      </w:r>
    </w:p>
    <w:p w:rsidR="00860425" w:rsidRDefault="00860425" w:rsidP="003E7B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</w:rPr>
        <w:t xml:space="preserve">- </w:t>
      </w:r>
      <w:r>
        <w:rPr>
          <w:rFonts w:ascii="Times New Roman" w:hAnsi="Times New Roman"/>
          <w:sz w:val="24"/>
          <w:szCs w:val="24"/>
          <w:lang w:eastAsia="ru-RU"/>
        </w:rPr>
        <w:t>т</w:t>
      </w:r>
      <w:r w:rsidRPr="003E7BB3">
        <w:rPr>
          <w:rFonts w:ascii="Times New Roman" w:hAnsi="Times New Roman"/>
          <w:sz w:val="24"/>
          <w:szCs w:val="24"/>
          <w:lang w:eastAsia="ru-RU"/>
        </w:rPr>
        <w:t>ехническое обслуживание и устранение незначительных неисправностей на водопроводных, канализационных, теплоснабжающих сетях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860425" w:rsidRDefault="00860425" w:rsidP="003E7B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к</w:t>
      </w:r>
      <w:r w:rsidRPr="003E7BB3">
        <w:rPr>
          <w:rFonts w:ascii="Times New Roman" w:hAnsi="Times New Roman"/>
          <w:sz w:val="24"/>
          <w:szCs w:val="24"/>
          <w:lang w:eastAsia="ru-RU"/>
        </w:rPr>
        <w:t>омплекс строительных мероприятий с целью устранения неисправностей (восстановления работоспособности) элементов, здания для поддержания эксплуатационных показателей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860425" w:rsidRDefault="00860425" w:rsidP="003E7B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с</w:t>
      </w:r>
      <w:r w:rsidRPr="003E7BB3">
        <w:rPr>
          <w:rFonts w:ascii="Times New Roman" w:hAnsi="Times New Roman"/>
          <w:sz w:val="24"/>
          <w:szCs w:val="24"/>
          <w:lang w:eastAsia="ru-RU"/>
        </w:rPr>
        <w:t>одержание лифтов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860425" w:rsidRDefault="00860425" w:rsidP="003E7B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п</w:t>
      </w:r>
      <w:r w:rsidRPr="003E7BB3">
        <w:rPr>
          <w:rFonts w:ascii="Times New Roman" w:hAnsi="Times New Roman"/>
          <w:sz w:val="24"/>
          <w:szCs w:val="24"/>
          <w:lang w:eastAsia="ru-RU"/>
        </w:rPr>
        <w:t>роведение электротехнических измерений в МОП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860425" w:rsidRDefault="00860425" w:rsidP="003E7B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в</w:t>
      </w:r>
      <w:r w:rsidRPr="003E7BB3">
        <w:rPr>
          <w:rFonts w:ascii="Times New Roman" w:hAnsi="Times New Roman"/>
          <w:sz w:val="24"/>
          <w:szCs w:val="24"/>
          <w:lang w:eastAsia="ru-RU"/>
        </w:rPr>
        <w:t>ыполнение заявок населения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860425" w:rsidRDefault="00860425" w:rsidP="003E7B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60425" w:rsidRDefault="00860425" w:rsidP="003E7B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60425" w:rsidRPr="003E7BB3" w:rsidRDefault="00860425" w:rsidP="003E7B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60425" w:rsidRDefault="00860425" w:rsidP="003E7B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60425" w:rsidRPr="005C412E" w:rsidRDefault="008604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60425" w:rsidRPr="00A30E5A" w:rsidRDefault="008604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860425" w:rsidRPr="00A30E5A" w:rsidRDefault="008604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860425" w:rsidRPr="00A30E5A" w:rsidRDefault="008604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860425" w:rsidRPr="00A30E5A" w:rsidRDefault="008604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 4 </w:t>
      </w:r>
    </w:p>
    <w:p w:rsidR="00860425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к договору</w:t>
      </w:r>
    </w:p>
    <w:p w:rsidR="00860425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Правила</w:t>
      </w:r>
      <w:r w:rsidRPr="0080460A">
        <w:rPr>
          <w:rFonts w:ascii="Times New Roman" w:hAnsi="Times New Roman"/>
        </w:rPr>
        <w:t xml:space="preserve"> 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80460A">
        <w:rPr>
          <w:rFonts w:ascii="Times New Roman" w:hAnsi="Times New Roman"/>
        </w:rPr>
        <w:t>пользования помещениями, содержания</w:t>
      </w:r>
    </w:p>
    <w:p w:rsidR="00860425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80460A">
        <w:rPr>
          <w:rFonts w:ascii="Times New Roman" w:hAnsi="Times New Roman"/>
        </w:rPr>
        <w:t>многоквартирного дома и придомовой территории</w:t>
      </w:r>
    </w:p>
    <w:p w:rsidR="00860425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0425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0425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60425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0460A">
        <w:rPr>
          <w:rFonts w:ascii="Times New Roman" w:hAnsi="Times New Roman"/>
        </w:rPr>
        <w:t>Правила проживания и внутреннего рас</w:t>
      </w:r>
      <w:r>
        <w:rPr>
          <w:rFonts w:ascii="Times New Roman" w:hAnsi="Times New Roman"/>
        </w:rPr>
        <w:t xml:space="preserve">порядка в многоквартирном доме по </w:t>
      </w:r>
      <w:r w:rsidRPr="0080460A">
        <w:rPr>
          <w:rFonts w:ascii="Times New Roman" w:hAnsi="Times New Roman"/>
        </w:rPr>
        <w:t>адрес</w:t>
      </w:r>
      <w:r>
        <w:rPr>
          <w:rFonts w:ascii="Times New Roman" w:hAnsi="Times New Roman"/>
        </w:rPr>
        <w:t>у</w:t>
      </w:r>
      <w:r w:rsidRPr="0080460A">
        <w:rPr>
          <w:rFonts w:ascii="Times New Roman" w:hAnsi="Times New Roman"/>
        </w:rPr>
        <w:t>:</w:t>
      </w:r>
      <w:r>
        <w:rPr>
          <w:rFonts w:ascii="Times New Roman" w:hAnsi="Times New Roman"/>
        </w:rPr>
        <w:t>____________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_________________________________, </w:t>
      </w:r>
      <w:r w:rsidRPr="0080460A">
        <w:rPr>
          <w:rFonts w:ascii="Times New Roman" w:hAnsi="Times New Roman"/>
        </w:rPr>
        <w:t>приведенны</w:t>
      </w:r>
      <w:r>
        <w:rPr>
          <w:rFonts w:ascii="Times New Roman" w:hAnsi="Times New Roman"/>
        </w:rPr>
        <w:t>е ниже, были утверждены протоколом</w:t>
      </w:r>
      <w:r w:rsidRPr="0080460A">
        <w:rPr>
          <w:rFonts w:ascii="Times New Roman" w:hAnsi="Times New Roman"/>
        </w:rPr>
        <w:t xml:space="preserve"> Общего собрания Собственников помещений</w:t>
      </w:r>
      <w:r>
        <w:rPr>
          <w:rFonts w:ascii="Times New Roman" w:hAnsi="Times New Roman"/>
        </w:rPr>
        <w:t xml:space="preserve"> многоквартирного дома от "___"________________2012 года.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>1. Общие положения.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>1.1. Все Собственники жилых и нежилых помещений в многоквартирном доме и их семьи, наниматели, арендаторы и посетители должны соблюдать Правила проживания и внутреннего распорядка в многоквартирном доме. Нарушение этих Правил может привести к предупреждению со стороны Управляющего (управляющей компании), а повторное нарушение - к применению Управляющим правовых мер.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>1.2. Право изменять, дополнять, пересматривать, приостанавливать действие или отменять данные Правила принадлежит Общему собранию Собственников помещений многоквартирного дома. Решение по такому вопросу принимается большинством голосов (более 50%). В особо оговоренных данными Правилами случаях Управляющий имеет право выдавать временные разрешения на произведение каких-либо действий или работ, выходящих за рамки Правил, если выдача таких разрешений не противоречит интересам Собственников помещений.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>1.3. В тексте данных Правил под "обязанностями собственника жилых и нежилых помещений в многоквартирном доме" понимаются правила, обязательные к выполнению как Собственником любого помещения в многоквартирном доме, так и нанимателем и арендатором данного помещения, независимо от того, проживают ли они в данном помещении, а также членами семьи Собственника (нанимателя, арендатора) помещения, временно проживающими лицами, гостями и приглашенными.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>1.4. Собственники помещений в многоквартирном доме обязуются соблюдать настоящие Правила, ре</w:t>
      </w:r>
      <w:r>
        <w:rPr>
          <w:rFonts w:ascii="Times New Roman" w:hAnsi="Times New Roman"/>
        </w:rPr>
        <w:t>гламентирующие содержание общего имущества многоквартирного дома</w:t>
      </w:r>
      <w:r w:rsidRPr="0080460A">
        <w:rPr>
          <w:rFonts w:ascii="Times New Roman" w:hAnsi="Times New Roman"/>
        </w:rPr>
        <w:t>, лестничных</w:t>
      </w:r>
      <w:r>
        <w:rPr>
          <w:rFonts w:ascii="Times New Roman" w:hAnsi="Times New Roman"/>
        </w:rPr>
        <w:t xml:space="preserve"> клеток, подъездов дома</w:t>
      </w:r>
      <w:r w:rsidRPr="0080460A">
        <w:rPr>
          <w:rFonts w:ascii="Times New Roman" w:hAnsi="Times New Roman"/>
        </w:rPr>
        <w:t>, вера</w:t>
      </w:r>
      <w:r>
        <w:rPr>
          <w:rFonts w:ascii="Times New Roman" w:hAnsi="Times New Roman"/>
        </w:rPr>
        <w:t>нд, террас, балконов, проездов</w:t>
      </w:r>
      <w:r w:rsidRPr="0080460A">
        <w:rPr>
          <w:rFonts w:ascii="Times New Roman" w:hAnsi="Times New Roman"/>
        </w:rPr>
        <w:t>, прилегающей территории, стоянки автотранспорта и других элементов многоквартирного дома.</w:t>
      </w:r>
    </w:p>
    <w:p w:rsidR="00860425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>1.5. Владельцы жилых и нежилых помещений, наниматели, арендаторы и их посетители должны собл</w:t>
      </w:r>
      <w:r>
        <w:rPr>
          <w:rFonts w:ascii="Times New Roman" w:hAnsi="Times New Roman"/>
        </w:rPr>
        <w:t>юдать тишину в ночное время с 11 часов вечера до 7</w:t>
      </w:r>
      <w:r w:rsidRPr="0080460A">
        <w:rPr>
          <w:rFonts w:ascii="Times New Roman" w:hAnsi="Times New Roman"/>
        </w:rPr>
        <w:t xml:space="preserve"> часов утра. Это означает, что радиоприемники, телевизоры и иные источники шума должны быть приглушены, а звуки музыкальных инструментов или пение должны быть настолько тихими, чтобы не беспокоить соседей. </w:t>
      </w:r>
    </w:p>
    <w:p w:rsidR="00860425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1.6. Собственники обязаны на своём общем собрании избрать совет многоквартирного дома из числа собственников помещений в данном доме и председателя совета многоквартирного дома из числа его членов.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1.7</w:t>
      </w:r>
      <w:r w:rsidRPr="0080460A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Правила должны</w:t>
      </w:r>
      <w:r w:rsidRPr="0080460A">
        <w:rPr>
          <w:rFonts w:ascii="Times New Roman" w:hAnsi="Times New Roman"/>
        </w:rPr>
        <w:t xml:space="preserve"> храниться в доступном месте для каждого Собственника жилого и нежилого помещения, членов их семей, гостей и проживающих.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>2. Ограничения по использованию жилых и нежилых помещений.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 xml:space="preserve">2.1. Собственники жилых и нежилых помещений в многоквартирном доме и Управляющий не должны использовать собственность многоквартирного дома в целях, не соответствующих целям проживания, и обязаны соблюдать положения </w:t>
      </w:r>
      <w:r>
        <w:rPr>
          <w:rFonts w:ascii="Times New Roman" w:hAnsi="Times New Roman"/>
        </w:rPr>
        <w:t>действующего законодательства.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>2.2. На балконах запрещено хранение предметов, высота которых превышает высоту п</w:t>
      </w:r>
      <w:r>
        <w:rPr>
          <w:rFonts w:ascii="Times New Roman" w:hAnsi="Times New Roman"/>
        </w:rPr>
        <w:t>ерил балкона.</w:t>
      </w:r>
      <w:r w:rsidRPr="0080460A">
        <w:rPr>
          <w:rFonts w:ascii="Times New Roman" w:hAnsi="Times New Roman"/>
        </w:rPr>
        <w:t xml:space="preserve"> С балконов необходимо убирать мусор, а в зимнее время - лед и снег.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>2.3. Запрещается загромождать балконы и лоджии, лестничные клетки, тамбуры и чердаки вещами, оборудованием, хранить на них книги, журналы и газеты, бензин, взрывчатые или воспламеняющиеся материалы и т.д., содержать на балконе или лоджии животных и птиц.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>2.4. Запрещается устанавливать навесы над верандами, лоджиями или балконами, остекление веранд, лоджий, балконов возможно только после согласования и пись</w:t>
      </w:r>
      <w:r>
        <w:rPr>
          <w:rFonts w:ascii="Times New Roman" w:hAnsi="Times New Roman"/>
        </w:rPr>
        <w:t>менного разрешения уполномоченных органов.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>2.5. Разведение цветов и других растений возможно только внутри балкона или лоджии. Поливка растений должна осуществляться без ущерба для живущих этажами ниже, цветочные горшки, ящики и иные емкости, находящиеся на подоконниках и балконах, должны быть соответствующим образом закреплены.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>2.6. Запрещается сбрасывать пепел и окурки из окон, с балконов и лоджий, в лестничные проемы, непотушенные окурки в мусоропровод.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 xml:space="preserve">2.7. Выколачивание ковров, одежды, постельных принадлежностей должно проводиться не на балконах или в проемы лестничных клеток, а в специально отведенных для этого местах. 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2.8. Собственники и наниматели</w:t>
      </w:r>
      <w:r w:rsidRPr="0080460A">
        <w:rPr>
          <w:rFonts w:ascii="Times New Roman" w:hAnsi="Times New Roman"/>
        </w:rPr>
        <w:t>, и</w:t>
      </w:r>
      <w:r>
        <w:rPr>
          <w:rFonts w:ascii="Times New Roman" w:hAnsi="Times New Roman"/>
        </w:rPr>
        <w:t>меющие</w:t>
      </w:r>
      <w:r w:rsidRPr="0080460A">
        <w:rPr>
          <w:rFonts w:ascii="Times New Roman" w:hAnsi="Times New Roman"/>
        </w:rPr>
        <w:t xml:space="preserve"> домашнее животное, обязан</w:t>
      </w:r>
      <w:r>
        <w:rPr>
          <w:rFonts w:ascii="Times New Roman" w:hAnsi="Times New Roman"/>
        </w:rPr>
        <w:t>ы</w:t>
      </w:r>
      <w:r w:rsidRPr="0080460A">
        <w:rPr>
          <w:rFonts w:ascii="Times New Roman" w:hAnsi="Times New Roman"/>
        </w:rPr>
        <w:t xml:space="preserve"> соблюдать условия его содержания. Запрещается разводить животных внутри жилого или нежилого помещения в коммерческих целях.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 xml:space="preserve">2.9. </w:t>
      </w:r>
      <w:r>
        <w:rPr>
          <w:rFonts w:ascii="Times New Roman" w:hAnsi="Times New Roman"/>
        </w:rPr>
        <w:t xml:space="preserve">Не допускается крепление к стенам домов различных растяжек, подвесок, вывесок, установку кондиционеров и спутниковых антенн без соответствующего разрешения. </w:t>
      </w:r>
      <w:r w:rsidRPr="0080460A">
        <w:rPr>
          <w:rFonts w:ascii="Times New Roman" w:hAnsi="Times New Roman"/>
        </w:rPr>
        <w:t xml:space="preserve">Если подобная установка приведет к повреждению стены дома, крыши, пользователь(и) будет(ут) нести ответственность в соответствии с </w:t>
      </w:r>
      <w:hyperlink r:id="rId29" w:history="1">
        <w:r w:rsidRPr="0080460A">
          <w:rPr>
            <w:rFonts w:ascii="Times New Roman" w:hAnsi="Times New Roman"/>
            <w:color w:val="0000FF"/>
          </w:rPr>
          <w:t>Правилами</w:t>
        </w:r>
      </w:hyperlink>
      <w:r w:rsidRPr="0080460A">
        <w:rPr>
          <w:rFonts w:ascii="Times New Roman" w:hAnsi="Times New Roman"/>
        </w:rPr>
        <w:t xml:space="preserve"> и нормами технической эксплуатации жилищного фонда, утвержденными Госстроем России от 27.09.2003 N 170, зарегистрированными в Минюсте РФ от 15.10.2003 N 5176, вступившими в действие с 03.11.2003.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 xml:space="preserve">2.10. Запрещается </w:t>
      </w:r>
      <w:r>
        <w:rPr>
          <w:rFonts w:ascii="Times New Roman" w:hAnsi="Times New Roman"/>
        </w:rPr>
        <w:t xml:space="preserve">допускать поломки, установленных в квартире санитарных приборов и арматуры, выливать в унитазы, раковины и умывальники легковоспламеняющиеся жидкости и кислоты, </w:t>
      </w:r>
      <w:r w:rsidRPr="0080460A">
        <w:rPr>
          <w:rFonts w:ascii="Times New Roman" w:hAnsi="Times New Roman"/>
        </w:rPr>
        <w:t xml:space="preserve">выбрасывать в сантехническое и канализационное оборудование </w:t>
      </w:r>
      <w:r>
        <w:rPr>
          <w:rFonts w:ascii="Times New Roman" w:hAnsi="Times New Roman"/>
        </w:rPr>
        <w:t xml:space="preserve">песок, строительный мусор, спички, тряпки, кости, стекло, металлические и деревянные предметы </w:t>
      </w:r>
      <w:r w:rsidRPr="0080460A">
        <w:rPr>
          <w:rFonts w:ascii="Times New Roman" w:hAnsi="Times New Roman"/>
        </w:rPr>
        <w:t>и другие несоответствующие предметы. Ремонтные работы по устранению любого повреждения,</w:t>
      </w:r>
      <w:r>
        <w:rPr>
          <w:rFonts w:ascii="Times New Roman" w:hAnsi="Times New Roman"/>
        </w:rPr>
        <w:t xml:space="preserve"> возмещение ущерба</w:t>
      </w:r>
      <w:r w:rsidRPr="0080460A">
        <w:rPr>
          <w:rFonts w:ascii="Times New Roman" w:hAnsi="Times New Roman"/>
        </w:rPr>
        <w:t xml:space="preserve"> возникшего вследствие неправильного использования любого сантехнического оборудования, производятся за счет Собственника помещения в многоквартирном доме, по вине котор</w:t>
      </w:r>
      <w:r>
        <w:rPr>
          <w:rFonts w:ascii="Times New Roman" w:hAnsi="Times New Roman"/>
        </w:rPr>
        <w:t>ого произошло такое повреждение и возникновение ущерба.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>2.11. Жилое помещение, принадлежащее Собственнику на праве собственности, используется в соответствии с действующем законодательством для проживания в нем членов семьи, родственников, гостей и т.д. Ни один из Собственников не вправе изменить назначение жилого или нежилого помещения, принадлежащего ему на праве собственности, иначе как в соответствии с действующим законодательством.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>2.12. В случае если в жилом помещении Собственника в его отсутствие длительное время будут проживать гости либо квартира будет сдана в аренду, Собственник должен уведомить об этом Управляющего.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>3. Ограничения по использованию объектов совместного пользования.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>Объекты совместного пользования используются только для обеспечения домовладельцев определенными услугами. Использование их в других целях возможно по решению Общего собрания.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>Запрещается: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>3.1. В местах общего пользования вести какую-либо производственную или коммерческую деятельность, торговую или другую профессиональную деятельность в области коммерции или религии с целью получения прибыли или с некоммерческими целями, не предусмотренную решением Общего собр</w:t>
      </w:r>
      <w:r>
        <w:rPr>
          <w:rFonts w:ascii="Times New Roman" w:hAnsi="Times New Roman"/>
        </w:rPr>
        <w:t>ания Собственников.</w:t>
      </w:r>
      <w:r w:rsidRPr="0080460A">
        <w:rPr>
          <w:rFonts w:ascii="Times New Roman" w:hAnsi="Times New Roman"/>
        </w:rPr>
        <w:t xml:space="preserve"> Пешеходные дорожки, подъезды жилого здания и лестничные клетки могут использоваться только для прохода или проезда.</w:t>
      </w:r>
    </w:p>
    <w:p w:rsidR="00860425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>3.2. Производить в поме</w:t>
      </w:r>
      <w:r>
        <w:rPr>
          <w:rFonts w:ascii="Times New Roman" w:hAnsi="Times New Roman"/>
        </w:rPr>
        <w:t>щениях или элементах общего</w:t>
      </w:r>
      <w:r w:rsidRPr="0080460A">
        <w:rPr>
          <w:rFonts w:ascii="Times New Roman" w:hAnsi="Times New Roman"/>
        </w:rPr>
        <w:t xml:space="preserve"> пользования какие-либо работы, могущие привести к нарушению целостности здания или изменить его конструкцию, а также перестраивать, достраивать или ликвидировать какие-либо части элементов совместного пользования без соответствующего предварительног</w:t>
      </w:r>
      <w:r>
        <w:rPr>
          <w:rFonts w:ascii="Times New Roman" w:hAnsi="Times New Roman"/>
        </w:rPr>
        <w:t>о утверждения такой перестройки.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>3.3. Собственники помещений не должны оставлять, хранить или разрешать хранение каких-либо п</w:t>
      </w:r>
      <w:r>
        <w:rPr>
          <w:rFonts w:ascii="Times New Roman" w:hAnsi="Times New Roman"/>
        </w:rPr>
        <w:t>редметов в местах общего</w:t>
      </w:r>
      <w:r w:rsidRPr="0080460A">
        <w:rPr>
          <w:rFonts w:ascii="Times New Roman" w:hAnsi="Times New Roman"/>
        </w:rPr>
        <w:t xml:space="preserve"> пользования, за исключением мест, отведенных под кла</w:t>
      </w:r>
      <w:r>
        <w:rPr>
          <w:rFonts w:ascii="Times New Roman" w:hAnsi="Times New Roman"/>
        </w:rPr>
        <w:t>довые в соответствии с Правилами.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>3.4. Писать что-либо на стенах, дверях, ступеньках лестниц, в кабинах лифтов и на любых поверхностях других элементов совместного пользования.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>3.5. Размещать в местах общего пользования мебель, велосипеды, детские коляски и другое имущество, мешающее проходу к помещениям.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>3.6. Вывешивать объявления на лестничных клетках, стенах, дверях, в лифтах,</w:t>
      </w:r>
      <w:r>
        <w:rPr>
          <w:rFonts w:ascii="Times New Roman" w:hAnsi="Times New Roman"/>
        </w:rPr>
        <w:t xml:space="preserve"> входных дверей подъездов,</w:t>
      </w:r>
      <w:r w:rsidRPr="0080460A">
        <w:rPr>
          <w:rFonts w:ascii="Times New Roman" w:hAnsi="Times New Roman"/>
        </w:rPr>
        <w:t xml:space="preserve"> кроме определенных Управляющим для этого мест.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>3.7. Уста</w:t>
      </w:r>
      <w:r>
        <w:rPr>
          <w:rFonts w:ascii="Times New Roman" w:hAnsi="Times New Roman"/>
        </w:rPr>
        <w:t xml:space="preserve">навливать дополнительные двери </w:t>
      </w:r>
      <w:r w:rsidRPr="0080460A">
        <w:rPr>
          <w:rFonts w:ascii="Times New Roman" w:hAnsi="Times New Roman"/>
        </w:rPr>
        <w:t>без согласования вопроса с Собственниками помещений, условия жизни которых могут измениться в связи с подобными установками.</w:t>
      </w:r>
    </w:p>
    <w:p w:rsidR="00860425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>3.8. Мусор перед сбросом в мусорные контейнеры должен быть со</w:t>
      </w:r>
      <w:r>
        <w:rPr>
          <w:rFonts w:ascii="Times New Roman" w:hAnsi="Times New Roman"/>
        </w:rPr>
        <w:t xml:space="preserve">ответствующим образом </w:t>
      </w:r>
      <w:r w:rsidRPr="0080460A">
        <w:rPr>
          <w:rFonts w:ascii="Times New Roman" w:hAnsi="Times New Roman"/>
        </w:rPr>
        <w:t>упакован (в бумагу, пластиковые пакеты и т.п.). Особенно необходимо следить за тем, чтобы не замусоривать территорию вокр</w:t>
      </w:r>
      <w:r>
        <w:rPr>
          <w:rFonts w:ascii="Times New Roman" w:hAnsi="Times New Roman"/>
        </w:rPr>
        <w:t>уг контейнеров.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 xml:space="preserve">3.9. Жители не должны замусоривать территории, находящиеся в общем пользовании. Если локальные виды деятельности на этих площадях привели к загрязнению, мусор и его следы должны быть удалены сразу же, как только это позволит проведение работ. 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>4. Ограничения по использованию придомовых территорий.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 xml:space="preserve">Все транспортные средства должны быть запаркованы </w:t>
      </w:r>
      <w:r>
        <w:rPr>
          <w:rFonts w:ascii="Times New Roman" w:hAnsi="Times New Roman"/>
        </w:rPr>
        <w:t>в пределах мест отведенных для этого.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>Собственник не может использовать придомовую территорию: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4.1</w:t>
      </w:r>
      <w:r w:rsidRPr="0080460A">
        <w:rPr>
          <w:rFonts w:ascii="Times New Roman" w:hAnsi="Times New Roman"/>
        </w:rPr>
        <w:t>. Запрещаются парковка и мойка транспортных средств на газонах, детских площадках, в местах расположения противопожарного оборудования; ремонт и обслуживание транспортных средств на территории многоквартирного дома не допускается за исключением работ, вызванных чрезвычайными обстоятельствами, мытья машин в специально отведенных местах.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4.2</w:t>
      </w:r>
      <w:r w:rsidRPr="0080460A">
        <w:rPr>
          <w:rFonts w:ascii="Times New Roman" w:hAnsi="Times New Roman"/>
        </w:rPr>
        <w:t>. В случае нанесения ущерба общей собственности при пользовании транспортными средствами владелец транспортного средства или Собственник жилого или нежилого помещения, к кому он(а) приехал(а), обязаны возместить ремонт поврежденных объектов общей собственности.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4.3</w:t>
      </w:r>
      <w:r w:rsidRPr="0080460A">
        <w:rPr>
          <w:rFonts w:ascii="Times New Roman" w:hAnsi="Times New Roman"/>
        </w:rPr>
        <w:t>. При парковке машин у входа в подъезд жилого дома необходимо оставлять возможность проезда к центральному входу или проходу в подъезд, парковка, перекрывающая дорожки или проезд, запрещается.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4.4</w:t>
      </w:r>
      <w:r w:rsidRPr="0080460A">
        <w:rPr>
          <w:rFonts w:ascii="Times New Roman" w:hAnsi="Times New Roman"/>
        </w:rPr>
        <w:t xml:space="preserve">. Управляющий не несет ответственности перед владельцами автосредств за любое повреждение или утрату, которые могут иметь </w:t>
      </w:r>
      <w:r>
        <w:rPr>
          <w:rFonts w:ascii="Times New Roman" w:hAnsi="Times New Roman"/>
        </w:rPr>
        <w:t>место при его парковке в запрещённых местах.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4.5</w:t>
      </w:r>
      <w:r w:rsidRPr="0080460A">
        <w:rPr>
          <w:rFonts w:ascii="Times New Roman" w:hAnsi="Times New Roman"/>
        </w:rPr>
        <w:t>. Домовладельцам запрещается выгуливать собак на детских площадках и песочницах, цветниках и т.п.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>5. Правила содержания домашних животных.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>5.1. Не допускается содержание, разведение или кормление в помещениях многоквартирного дома или элементах совместного пользования домашнего скота, птицы или животных дикой фауны в любых количествах. Разрешается содержание в помещениях обычных домашних животных (таких как собаки, кошки, птицы в клетках), а также других животных, которые обычно не покидают пределы помещений в многоквартирном доме и не производят шума.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>5.2. Содержание в помещениях домашних животных не должно быть связано с нарушением общественного порядка. К владельцу домашнего животного, создающего или приводящего к</w:t>
      </w:r>
      <w:r>
        <w:rPr>
          <w:rFonts w:ascii="Times New Roman" w:hAnsi="Times New Roman"/>
        </w:rPr>
        <w:t xml:space="preserve"> возникновению беспорядка</w:t>
      </w:r>
      <w:r w:rsidRPr="0080460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могут быть применены меры административного характера.</w:t>
      </w:r>
    </w:p>
    <w:p w:rsidR="00860425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 xml:space="preserve">5.3. Домашних животных можно выгуливать без поводка в строго отведенных для этого местах. 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>6. Порядок действий при обнаружении неисправностей инженерного оборудования.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>Все жители и владельцы помещений многоквартирного дома должны использовать технические средства в здании, такие как: лифты, стиральные машины, сушилки, газовые и электрические установки и т.п., в соответствии с настоящими Правилами и любыми специальными инструкциями. О повреждениях водопровода, канализационной системы, систем подачи газа и электричества в квартирах, нежилых помещениях или на площадях, находящихся в совместном владении, необходимо немедленно сообщить и как можно быстрее принимать меры по ограничению ущерба, который они могут вызвать.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>6.1. Утечка воды внутри помещения: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>6.1.1. Перекрыть поступление воды в неисправный участок трубы либо трубопровода.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>6.1.2. Если отсутствует возможность остановить утечку воды, немедленно сообщить об этом сантехнику или в объединенную диспетчерскую службу (ОДС).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>6.1.3. Вытереть пол, чтобы вода не проникла в другие помещения.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>6.1.4. Не открывать неисправный кран, пока он не будет отремонтирован.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>6.2. Затопление помещения извне: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>6.2.1. Установить источник затопления.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>6.2.2. Уведомит</w:t>
      </w:r>
      <w:r>
        <w:rPr>
          <w:rFonts w:ascii="Times New Roman" w:hAnsi="Times New Roman"/>
        </w:rPr>
        <w:t xml:space="preserve">ь о факте затопления </w:t>
      </w:r>
      <w:r w:rsidRPr="0080460A">
        <w:rPr>
          <w:rFonts w:ascii="Times New Roman" w:hAnsi="Times New Roman"/>
        </w:rPr>
        <w:t>Управляющего.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>6.3. Неисправности электро- и газовой сети: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>6.3.1. Установить (по возможности) причину неисправности и вызвать аварийную службу.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>6.3.2. При наличии запаха газа проветрить помещение и вызвать аварийную службу.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>6.4. Содержать в исправном состоянии сантехническое, электрическое и иное оборудование, используемое в жилых и нежилых помещениях многоквартирного дома.</w:t>
      </w:r>
    </w:p>
    <w:p w:rsidR="00860425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 xml:space="preserve">Если неисправность оборудования наступила в результате небрежного отношения к нему либо злоупотребления со стороны Собственника, он обязан оплатить </w:t>
      </w:r>
      <w:r>
        <w:rPr>
          <w:rFonts w:ascii="Times New Roman" w:hAnsi="Times New Roman"/>
        </w:rPr>
        <w:t>причинённый ущерб</w:t>
      </w:r>
      <w:r w:rsidRPr="0080460A">
        <w:rPr>
          <w:rFonts w:ascii="Times New Roman" w:hAnsi="Times New Roman"/>
        </w:rPr>
        <w:t xml:space="preserve">. 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>7. Доступ в жилые и нежилые помещения, переезды.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>7.1. Управляющий,</w:t>
      </w:r>
      <w:r>
        <w:rPr>
          <w:rFonts w:ascii="Times New Roman" w:hAnsi="Times New Roman"/>
        </w:rPr>
        <w:t xml:space="preserve"> а также подрядчик,</w:t>
      </w:r>
      <w:r w:rsidRPr="0080460A">
        <w:rPr>
          <w:rFonts w:ascii="Times New Roman" w:hAnsi="Times New Roman"/>
        </w:rPr>
        <w:t xml:space="preserve"> уполномоченный Управляющим, имеют право входить в жилое помещение </w:t>
      </w:r>
      <w:r>
        <w:rPr>
          <w:rFonts w:ascii="Times New Roman" w:hAnsi="Times New Roman"/>
        </w:rPr>
        <w:t>в заранее согласованное время</w:t>
      </w:r>
      <w:r w:rsidRPr="0080460A">
        <w:rPr>
          <w:rFonts w:ascii="Times New Roman" w:hAnsi="Times New Roman"/>
        </w:rPr>
        <w:t xml:space="preserve"> (за исключением чрезвычайных ситуаций, вследствие чего вход в помещение может быть осуществлен и без такого разрешения) для осуществления своих прав и обязанностей, включая любую инспекцию т</w:t>
      </w:r>
      <w:r>
        <w:rPr>
          <w:rFonts w:ascii="Times New Roman" w:hAnsi="Times New Roman"/>
        </w:rPr>
        <w:t>акого помещения.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>8. Взаимодействие Собственников помещений с руководителями и служащими Управляющего.</w:t>
      </w:r>
    </w:p>
    <w:p w:rsidR="00860425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>8.1. Собственник помещений не должен требовать от Управляющего оказания услуг, не входящих в его обязанности.</w:t>
      </w:r>
    </w:p>
    <w:p w:rsidR="00860425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8.2</w:t>
      </w:r>
      <w:r w:rsidRPr="0080460A">
        <w:rPr>
          <w:rFonts w:ascii="Times New Roman" w:hAnsi="Times New Roman"/>
        </w:rPr>
        <w:t>. Все установленные решением Общего собрания Собственников п</w:t>
      </w:r>
      <w:r>
        <w:rPr>
          <w:rFonts w:ascii="Times New Roman" w:hAnsi="Times New Roman"/>
        </w:rPr>
        <w:t>латежи подлежат уплате до 10</w:t>
      </w:r>
      <w:r w:rsidRPr="0080460A">
        <w:rPr>
          <w:rFonts w:ascii="Times New Roman" w:hAnsi="Times New Roman"/>
        </w:rPr>
        <w:t xml:space="preserve"> числа каждого месяца. Платежи осуществляются в кассу управляющего или денежным переводом на расчетный счет Управляющего. За просрочку платежа устан</w:t>
      </w:r>
      <w:r>
        <w:rPr>
          <w:rFonts w:ascii="Times New Roman" w:hAnsi="Times New Roman"/>
        </w:rPr>
        <w:t xml:space="preserve">авливается пеня в размере, установленном действующим законодательством. 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8.3</w:t>
      </w:r>
      <w:r w:rsidRPr="0080460A">
        <w:rPr>
          <w:rFonts w:ascii="Times New Roman" w:hAnsi="Times New Roman"/>
        </w:rPr>
        <w:t>. Жалобы, касающиеся управления многоквартирным домом или действий Собственников других помещений в многоквартирном доме, подаются в письменной форме Управляющему.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>10. Противопожарная безопасность.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0460A">
        <w:rPr>
          <w:rFonts w:ascii="Times New Roman" w:hAnsi="Times New Roman"/>
        </w:rPr>
        <w:t>Собственники жилых и нежилых помещений, жители, посетители должны соблюдать меры предосторожности, чтобы не вызвать пожара. Это особенно важно при курении, выбрасывании окурков или пепла, использовании свечей или открытого огня, газовых, электрических и вспомогательных устройств, при проведении праздников в доме с фейерверками, бенгальскими огнями, хлопушками, ракетами и петардами.</w:t>
      </w:r>
    </w:p>
    <w:p w:rsidR="00860425" w:rsidRPr="0080460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860425" w:rsidRDefault="00860425" w:rsidP="003A5FE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5</w:t>
      </w: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к договору</w:t>
      </w:r>
    </w:p>
    <w:p w:rsidR="00860425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860425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860425" w:rsidRPr="00A30E5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A30E5A">
        <w:rPr>
          <w:rFonts w:ascii="Times New Roman" w:hAnsi="Times New Roman"/>
        </w:rPr>
        <w:t>РАЗМЕР ПЛАТЫ</w:t>
      </w:r>
    </w:p>
    <w:p w:rsidR="00860425" w:rsidRPr="00A30E5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A30E5A">
        <w:rPr>
          <w:rFonts w:ascii="Times New Roman" w:hAnsi="Times New Roman"/>
        </w:rPr>
        <w:t>ЗА РАБОТЫ И УСЛУГИ ПО УПРАВЛЕНИЮ МНОГОКВАРТИРНЫМ ДОМОМ,</w:t>
      </w:r>
    </w:p>
    <w:p w:rsidR="00860425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A30E5A">
        <w:rPr>
          <w:rFonts w:ascii="Times New Roman" w:hAnsi="Times New Roman"/>
        </w:rPr>
        <w:t>СОДЕРЖАНИЮ И РЕМОНТУ ЕГО ОБЩЕГО ИМУЩЕСТВА</w:t>
      </w:r>
    </w:p>
    <w:p w:rsidR="00860425" w:rsidRPr="00A30E5A" w:rsidRDefault="00860425" w:rsidP="00750F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0"/>
        <w:gridCol w:w="2880"/>
        <w:gridCol w:w="1980"/>
        <w:gridCol w:w="1280"/>
        <w:gridCol w:w="1420"/>
      </w:tblGrid>
      <w:tr w:rsidR="00860425" w:rsidRPr="00320D77" w:rsidTr="00F61EC4">
        <w:trPr>
          <w:trHeight w:val="1275"/>
        </w:trPr>
        <w:tc>
          <w:tcPr>
            <w:tcW w:w="342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053799">
              <w:rPr>
                <w:rFonts w:ascii="Times New Roman" w:hAnsi="Times New Roman"/>
                <w:color w:val="FFFFFF"/>
                <w:sz w:val="20"/>
                <w:szCs w:val="20"/>
                <w:lang w:eastAsia="ru-RU"/>
              </w:rPr>
              <w:t>3045</w:t>
            </w:r>
          </w:p>
        </w:tc>
        <w:tc>
          <w:tcPr>
            <w:tcW w:w="288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53799">
              <w:rPr>
                <w:rFonts w:ascii="Times New Roman" w:hAnsi="Times New Roman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198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53799">
              <w:rPr>
                <w:rFonts w:ascii="Times New Roman" w:hAnsi="Times New Roman"/>
                <w:sz w:val="20"/>
                <w:szCs w:val="20"/>
                <w:lang w:eastAsia="ru-RU"/>
              </w:rPr>
              <w:t>Объем выполняемых работ</w:t>
            </w:r>
          </w:p>
        </w:tc>
        <w:tc>
          <w:tcPr>
            <w:tcW w:w="128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53799">
              <w:rPr>
                <w:rFonts w:ascii="Times New Roman" w:hAnsi="Times New Roman"/>
                <w:sz w:val="20"/>
                <w:szCs w:val="20"/>
                <w:lang w:eastAsia="ru-RU"/>
              </w:rPr>
              <w:t>Годовая плата (рублей) с НДС</w:t>
            </w:r>
          </w:p>
        </w:tc>
        <w:tc>
          <w:tcPr>
            <w:tcW w:w="142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53799">
              <w:rPr>
                <w:rFonts w:ascii="Times New Roman" w:hAnsi="Times New Roman"/>
                <w:sz w:val="20"/>
                <w:szCs w:val="20"/>
                <w:lang w:eastAsia="ru-RU"/>
              </w:rPr>
              <w:t>Стоимость на 1 кв.м общ. Площади (рублей в месяц) с НДС</w:t>
            </w:r>
          </w:p>
        </w:tc>
      </w:tr>
      <w:tr w:rsidR="00860425" w:rsidRPr="00320D77" w:rsidTr="00F61EC4">
        <w:trPr>
          <w:trHeight w:val="255"/>
        </w:trPr>
        <w:tc>
          <w:tcPr>
            <w:tcW w:w="10980" w:type="dxa"/>
            <w:gridSpan w:val="5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5379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1. Обязательные работы и услуги</w:t>
            </w:r>
          </w:p>
        </w:tc>
      </w:tr>
      <w:tr w:rsidR="00860425" w:rsidRPr="00320D77" w:rsidTr="00F61EC4">
        <w:trPr>
          <w:trHeight w:val="450"/>
        </w:trPr>
        <w:tc>
          <w:tcPr>
            <w:tcW w:w="342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53799">
              <w:rPr>
                <w:rFonts w:ascii="Times New Roman" w:hAnsi="Times New Roman"/>
                <w:sz w:val="20"/>
                <w:szCs w:val="20"/>
                <w:lang w:eastAsia="ru-RU"/>
              </w:rPr>
              <w:t>Уборка придомовойтерритори в летний и зимний период</w:t>
            </w:r>
          </w:p>
        </w:tc>
        <w:tc>
          <w:tcPr>
            <w:tcW w:w="288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53799">
              <w:rPr>
                <w:rFonts w:ascii="Times New Roman" w:hAnsi="Times New Roman"/>
                <w:sz w:val="20"/>
                <w:szCs w:val="20"/>
                <w:lang w:eastAsia="ru-RU"/>
              </w:rPr>
              <w:t>2 раза в неделю, по мере необходимости</w:t>
            </w:r>
          </w:p>
        </w:tc>
        <w:tc>
          <w:tcPr>
            <w:tcW w:w="198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53799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noWrap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noWrap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60425" w:rsidRPr="00320D77" w:rsidTr="00F61EC4">
        <w:trPr>
          <w:trHeight w:val="405"/>
        </w:trPr>
        <w:tc>
          <w:tcPr>
            <w:tcW w:w="342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53799">
              <w:rPr>
                <w:rFonts w:ascii="Times New Roman" w:hAnsi="Times New Roman"/>
                <w:sz w:val="20"/>
                <w:szCs w:val="20"/>
                <w:lang w:eastAsia="ru-RU"/>
              </w:rPr>
              <w:t>Сбор, транспортирование и захоронение ТБО</w:t>
            </w:r>
          </w:p>
        </w:tc>
        <w:tc>
          <w:tcPr>
            <w:tcW w:w="288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53799">
              <w:rPr>
                <w:rFonts w:ascii="Times New Roman" w:hAnsi="Times New Roman"/>
                <w:sz w:val="20"/>
                <w:szCs w:val="20"/>
                <w:lang w:eastAsia="ru-RU"/>
              </w:rPr>
              <w:t>5 раз в неделю</w:t>
            </w:r>
          </w:p>
        </w:tc>
        <w:tc>
          <w:tcPr>
            <w:tcW w:w="198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53799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noWrap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noWrap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60425" w:rsidRPr="00320D77" w:rsidTr="00F61EC4">
        <w:trPr>
          <w:trHeight w:val="1800"/>
        </w:trPr>
        <w:tc>
          <w:tcPr>
            <w:tcW w:w="342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</w:pPr>
            <w:r w:rsidRPr="00053799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t xml:space="preserve">Плата за услуги и работы по управлению многоквартирными домами </w:t>
            </w:r>
          </w:p>
        </w:tc>
        <w:tc>
          <w:tcPr>
            <w:tcW w:w="288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53799">
              <w:rPr>
                <w:rFonts w:ascii="Times New Roman" w:hAnsi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98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53799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noWrap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noWrap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60425" w:rsidRPr="00320D77" w:rsidTr="00F61EC4">
        <w:trPr>
          <w:trHeight w:val="450"/>
        </w:trPr>
        <w:tc>
          <w:tcPr>
            <w:tcW w:w="342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53799">
              <w:rPr>
                <w:rFonts w:ascii="Times New Roman" w:hAnsi="Times New Roman"/>
                <w:sz w:val="20"/>
                <w:szCs w:val="20"/>
                <w:lang w:eastAsia="ru-RU"/>
              </w:rPr>
              <w:t>Обслуживание внутридомового газового оборудования (ВДГО)</w:t>
            </w:r>
          </w:p>
        </w:tc>
        <w:tc>
          <w:tcPr>
            <w:tcW w:w="288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53799">
              <w:rPr>
                <w:rFonts w:ascii="Times New Roman" w:hAnsi="Times New Roman"/>
                <w:sz w:val="20"/>
                <w:szCs w:val="20"/>
                <w:lang w:eastAsia="ru-RU"/>
              </w:rPr>
              <w:t>1 раз в 3 года</w:t>
            </w:r>
          </w:p>
        </w:tc>
        <w:tc>
          <w:tcPr>
            <w:tcW w:w="198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53799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noWrap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noWrap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60425" w:rsidRPr="00320D77" w:rsidTr="00F61EC4">
        <w:trPr>
          <w:trHeight w:val="450"/>
        </w:trPr>
        <w:tc>
          <w:tcPr>
            <w:tcW w:w="342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53799">
              <w:rPr>
                <w:rFonts w:ascii="Times New Roman" w:hAnsi="Times New Roman"/>
                <w:sz w:val="20"/>
                <w:szCs w:val="20"/>
                <w:lang w:eastAsia="ru-RU"/>
              </w:rPr>
              <w:t>Проверка газоходов и вентканалов</w:t>
            </w:r>
          </w:p>
        </w:tc>
        <w:tc>
          <w:tcPr>
            <w:tcW w:w="288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53799">
              <w:rPr>
                <w:rFonts w:ascii="Times New Roman" w:hAnsi="Times New Roman"/>
                <w:sz w:val="20"/>
                <w:szCs w:val="20"/>
                <w:lang w:eastAsia="ru-RU"/>
              </w:rPr>
              <w:t>проверка наличия тяги вентканала 2 раза в год</w:t>
            </w:r>
          </w:p>
        </w:tc>
        <w:tc>
          <w:tcPr>
            <w:tcW w:w="198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53799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noWrap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noWrap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60425" w:rsidRPr="00320D77" w:rsidTr="00F61EC4">
        <w:trPr>
          <w:trHeight w:val="900"/>
        </w:trPr>
        <w:tc>
          <w:tcPr>
            <w:tcW w:w="342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53799">
              <w:rPr>
                <w:rFonts w:ascii="Times New Roman" w:hAnsi="Times New Roman"/>
                <w:sz w:val="20"/>
                <w:szCs w:val="20"/>
                <w:lang w:eastAsia="ru-RU"/>
              </w:rPr>
              <w:t>Аварийное обслуживание на системах водоснабжения, теплоснабжения,  канализации, устранение аварий и незначительных неисправностей</w:t>
            </w:r>
          </w:p>
        </w:tc>
        <w:tc>
          <w:tcPr>
            <w:tcW w:w="288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53799">
              <w:rPr>
                <w:rFonts w:ascii="Times New Roman" w:hAnsi="Times New Roman"/>
                <w:sz w:val="20"/>
                <w:szCs w:val="20"/>
                <w:lang w:eastAsia="ru-RU"/>
              </w:rPr>
              <w:t>постоянно (содержание аварийно-диспетчерской службы, тел. 2-19-01)</w:t>
            </w:r>
          </w:p>
        </w:tc>
        <w:tc>
          <w:tcPr>
            <w:tcW w:w="198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53799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noWrap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noWrap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60425" w:rsidRPr="00320D77" w:rsidTr="00F61EC4">
        <w:trPr>
          <w:trHeight w:val="1185"/>
        </w:trPr>
        <w:tc>
          <w:tcPr>
            <w:tcW w:w="342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53799">
              <w:rPr>
                <w:rFonts w:ascii="Times New Roman" w:hAnsi="Times New Roman"/>
                <w:sz w:val="20"/>
                <w:szCs w:val="20"/>
                <w:lang w:eastAsia="ru-RU"/>
              </w:rPr>
              <w:t>Обслуживание общедомовых электрических сетей</w:t>
            </w:r>
          </w:p>
        </w:tc>
        <w:tc>
          <w:tcPr>
            <w:tcW w:w="288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53799">
              <w:rPr>
                <w:rFonts w:ascii="Times New Roman" w:hAnsi="Times New Roman"/>
                <w:sz w:val="20"/>
                <w:szCs w:val="20"/>
                <w:lang w:eastAsia="ru-RU"/>
              </w:rPr>
              <w:t>Проверка обшедомовых электрических сетей в местах общего пользования, устранение незначительных неисправностей в этажных щитах , смена ламп некаливания не лесничных площадках</w:t>
            </w:r>
          </w:p>
        </w:tc>
        <w:tc>
          <w:tcPr>
            <w:tcW w:w="198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53799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noWrap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noWrap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60425" w:rsidRPr="00320D77" w:rsidTr="00F61EC4">
        <w:trPr>
          <w:trHeight w:val="675"/>
        </w:trPr>
        <w:tc>
          <w:tcPr>
            <w:tcW w:w="342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53799">
              <w:rPr>
                <w:rFonts w:ascii="Times New Roman" w:hAnsi="Times New Roman"/>
                <w:sz w:val="20"/>
                <w:szCs w:val="20"/>
                <w:lang w:eastAsia="ru-RU"/>
              </w:rPr>
              <w:t>Подготовка дома к сезонной эксплуатации</w:t>
            </w:r>
          </w:p>
        </w:tc>
        <w:tc>
          <w:tcPr>
            <w:tcW w:w="288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53799">
              <w:rPr>
                <w:rFonts w:ascii="Times New Roman" w:hAnsi="Times New Roman"/>
                <w:sz w:val="20"/>
                <w:szCs w:val="20"/>
                <w:lang w:eastAsia="ru-RU"/>
              </w:rPr>
              <w:t>опрессовкаотопительногой системы (2 раза в год), по окончанию и перед началом отопительного периода</w:t>
            </w:r>
          </w:p>
        </w:tc>
        <w:tc>
          <w:tcPr>
            <w:tcW w:w="198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53799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noWrap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noWrap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60425" w:rsidRPr="00320D77" w:rsidTr="00F61EC4">
        <w:trPr>
          <w:trHeight w:val="900"/>
        </w:trPr>
        <w:tc>
          <w:tcPr>
            <w:tcW w:w="342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53799">
              <w:rPr>
                <w:rFonts w:ascii="Times New Roman" w:hAnsi="Times New Roman"/>
                <w:sz w:val="20"/>
                <w:szCs w:val="20"/>
                <w:lang w:eastAsia="ru-RU"/>
              </w:rPr>
              <w:t>Техническое обслуживание и устранение незначительных неисправностей на водопроводных, канализационных, теплоснабжающих сетях</w:t>
            </w:r>
          </w:p>
        </w:tc>
        <w:tc>
          <w:tcPr>
            <w:tcW w:w="288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53799">
              <w:rPr>
                <w:rFonts w:ascii="Times New Roman" w:hAnsi="Times New Roman"/>
                <w:sz w:val="20"/>
                <w:szCs w:val="20"/>
                <w:lang w:eastAsia="ru-RU"/>
              </w:rPr>
              <w:t>по мере обращения граждан, в рамках запланированных средств</w:t>
            </w:r>
          </w:p>
        </w:tc>
        <w:tc>
          <w:tcPr>
            <w:tcW w:w="1980" w:type="dxa"/>
            <w:noWrap/>
            <w:vAlign w:val="bottom"/>
          </w:tcPr>
          <w:p w:rsidR="00860425" w:rsidRPr="00053799" w:rsidRDefault="00860425" w:rsidP="000537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53799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noWrap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noWrap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60425" w:rsidRPr="00320D77" w:rsidTr="00F61EC4">
        <w:trPr>
          <w:trHeight w:val="1125"/>
        </w:trPr>
        <w:tc>
          <w:tcPr>
            <w:tcW w:w="342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53799">
              <w:rPr>
                <w:rFonts w:ascii="Times New Roman" w:hAnsi="Times New Roman"/>
                <w:sz w:val="20"/>
                <w:szCs w:val="20"/>
                <w:lang w:eastAsia="ru-RU"/>
              </w:rPr>
              <w:t>Комплекс строительных мероприятий с целью устранения неисправностей (восстановления работоспособности) элементов, здания для поддержания эксплуатационных показателей</w:t>
            </w:r>
          </w:p>
        </w:tc>
        <w:tc>
          <w:tcPr>
            <w:tcW w:w="288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53799">
              <w:rPr>
                <w:rFonts w:ascii="Times New Roman" w:hAnsi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980" w:type="dxa"/>
            <w:noWrap/>
            <w:vAlign w:val="bottom"/>
          </w:tcPr>
          <w:p w:rsidR="00860425" w:rsidRPr="00053799" w:rsidRDefault="00860425" w:rsidP="000537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53799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noWrap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noWrap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60425" w:rsidRPr="00320D77" w:rsidTr="00F61EC4">
        <w:trPr>
          <w:trHeight w:val="510"/>
        </w:trPr>
        <w:tc>
          <w:tcPr>
            <w:tcW w:w="342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53799">
              <w:rPr>
                <w:rFonts w:ascii="Times New Roman" w:hAnsi="Times New Roman"/>
                <w:sz w:val="20"/>
                <w:szCs w:val="20"/>
                <w:lang w:eastAsia="ru-RU"/>
              </w:rPr>
              <w:t>Содержание лифтов</w:t>
            </w:r>
          </w:p>
        </w:tc>
        <w:tc>
          <w:tcPr>
            <w:tcW w:w="288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53799">
              <w:rPr>
                <w:rFonts w:ascii="Times New Roman" w:hAnsi="Times New Roman"/>
                <w:sz w:val="20"/>
                <w:szCs w:val="20"/>
                <w:lang w:eastAsia="ru-RU"/>
              </w:rPr>
              <w:t>постоянно, включая диспетчерское обслуживание</w:t>
            </w:r>
          </w:p>
        </w:tc>
        <w:tc>
          <w:tcPr>
            <w:tcW w:w="1980" w:type="dxa"/>
            <w:noWrap/>
            <w:vAlign w:val="bottom"/>
          </w:tcPr>
          <w:p w:rsidR="00860425" w:rsidRPr="00053799" w:rsidRDefault="00860425" w:rsidP="000537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53799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noWrap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noWrap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60425" w:rsidRPr="00320D77" w:rsidTr="00F61EC4">
        <w:trPr>
          <w:trHeight w:val="255"/>
        </w:trPr>
        <w:tc>
          <w:tcPr>
            <w:tcW w:w="342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53799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0" w:type="dxa"/>
            <w:gridSpan w:val="2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5379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Итого по обязательным работам</w:t>
            </w:r>
          </w:p>
        </w:tc>
        <w:tc>
          <w:tcPr>
            <w:tcW w:w="1280" w:type="dxa"/>
            <w:noWrap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noWrap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60425" w:rsidRPr="00320D77" w:rsidTr="00F61EC4">
        <w:trPr>
          <w:trHeight w:val="390"/>
        </w:trPr>
        <w:tc>
          <w:tcPr>
            <w:tcW w:w="10980" w:type="dxa"/>
            <w:gridSpan w:val="5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5379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2. Обязательные дополнительные работы </w:t>
            </w:r>
          </w:p>
        </w:tc>
      </w:tr>
      <w:tr w:rsidR="00860425" w:rsidRPr="00320D77" w:rsidTr="00F61EC4">
        <w:trPr>
          <w:trHeight w:val="450"/>
        </w:trPr>
        <w:tc>
          <w:tcPr>
            <w:tcW w:w="342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53799"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электротехнических измерений в МОП</w:t>
            </w:r>
          </w:p>
        </w:tc>
        <w:tc>
          <w:tcPr>
            <w:tcW w:w="288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53799">
              <w:rPr>
                <w:rFonts w:ascii="Times New Roman" w:hAnsi="Times New Roman"/>
                <w:sz w:val="20"/>
                <w:szCs w:val="20"/>
                <w:lang w:eastAsia="ru-RU"/>
              </w:rPr>
              <w:t>1 раз в 3 года (по графику)</w:t>
            </w:r>
          </w:p>
        </w:tc>
        <w:tc>
          <w:tcPr>
            <w:tcW w:w="1980" w:type="dxa"/>
            <w:noWrap/>
            <w:vAlign w:val="bottom"/>
          </w:tcPr>
          <w:p w:rsidR="00860425" w:rsidRPr="00053799" w:rsidRDefault="00860425" w:rsidP="000537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noWrap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shd w:val="clear" w:color="auto" w:fill="FFFFFF"/>
            <w:noWrap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60425" w:rsidRPr="00320D77" w:rsidTr="00F61EC4">
        <w:trPr>
          <w:trHeight w:val="690"/>
        </w:trPr>
        <w:tc>
          <w:tcPr>
            <w:tcW w:w="342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53799">
              <w:rPr>
                <w:rFonts w:ascii="Times New Roman" w:hAnsi="Times New Roman"/>
                <w:sz w:val="20"/>
                <w:szCs w:val="20"/>
                <w:lang w:eastAsia="ru-RU"/>
              </w:rPr>
              <w:t>Выполнение заявок населения</w:t>
            </w:r>
          </w:p>
        </w:tc>
        <w:tc>
          <w:tcPr>
            <w:tcW w:w="288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53799">
              <w:rPr>
                <w:rFonts w:ascii="Times New Roman" w:hAnsi="Times New Roman"/>
                <w:sz w:val="20"/>
                <w:szCs w:val="20"/>
                <w:lang w:eastAsia="ru-RU"/>
              </w:rPr>
              <w:t>по мере обращения граждан, в рамках запланированных средств</w:t>
            </w:r>
          </w:p>
        </w:tc>
        <w:tc>
          <w:tcPr>
            <w:tcW w:w="198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5379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noWrap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60425" w:rsidRPr="00320D77" w:rsidTr="00F61EC4">
        <w:trPr>
          <w:trHeight w:val="255"/>
        </w:trPr>
        <w:tc>
          <w:tcPr>
            <w:tcW w:w="342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53799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0" w:type="dxa"/>
            <w:gridSpan w:val="2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5379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Итого по обязательным дополнительным работам </w:t>
            </w:r>
          </w:p>
        </w:tc>
        <w:tc>
          <w:tcPr>
            <w:tcW w:w="1280" w:type="dxa"/>
            <w:noWrap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60425" w:rsidRPr="00320D77" w:rsidTr="00F61EC4">
        <w:trPr>
          <w:trHeight w:val="255"/>
        </w:trPr>
        <w:tc>
          <w:tcPr>
            <w:tcW w:w="10980" w:type="dxa"/>
            <w:gridSpan w:val="5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5379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3. Дополнительные работы по содержанию общего имущества МКД</w:t>
            </w:r>
          </w:p>
        </w:tc>
      </w:tr>
      <w:tr w:rsidR="00860425" w:rsidRPr="00320D77" w:rsidTr="00F61EC4">
        <w:trPr>
          <w:trHeight w:val="255"/>
        </w:trPr>
        <w:tc>
          <w:tcPr>
            <w:tcW w:w="342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noWrap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noWrap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60425" w:rsidRPr="00320D77" w:rsidTr="00F61EC4">
        <w:trPr>
          <w:trHeight w:val="2486"/>
        </w:trPr>
        <w:tc>
          <w:tcPr>
            <w:tcW w:w="342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noWrap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noWrap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60425" w:rsidRPr="00320D77" w:rsidTr="00F61EC4">
        <w:trPr>
          <w:trHeight w:val="255"/>
        </w:trPr>
        <w:tc>
          <w:tcPr>
            <w:tcW w:w="342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noWrap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noWrap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60425" w:rsidRPr="00320D77" w:rsidTr="00F61EC4">
        <w:trPr>
          <w:trHeight w:val="255"/>
        </w:trPr>
        <w:tc>
          <w:tcPr>
            <w:tcW w:w="342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noWrap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noWrap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60425" w:rsidRPr="00320D77" w:rsidTr="00F61EC4">
        <w:trPr>
          <w:trHeight w:val="255"/>
        </w:trPr>
        <w:tc>
          <w:tcPr>
            <w:tcW w:w="342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noWrap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noWrap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60425" w:rsidRPr="00320D77" w:rsidTr="00F61EC4">
        <w:trPr>
          <w:trHeight w:val="255"/>
        </w:trPr>
        <w:tc>
          <w:tcPr>
            <w:tcW w:w="342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noWrap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noWrap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60425" w:rsidRPr="00320D77" w:rsidTr="00F61EC4">
        <w:trPr>
          <w:trHeight w:val="255"/>
        </w:trPr>
        <w:tc>
          <w:tcPr>
            <w:tcW w:w="342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noWrap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noWrap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60425" w:rsidRPr="00320D77" w:rsidTr="00F61EC4">
        <w:trPr>
          <w:trHeight w:val="255"/>
        </w:trPr>
        <w:tc>
          <w:tcPr>
            <w:tcW w:w="342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noWrap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noWrap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60425" w:rsidRPr="00320D77" w:rsidTr="00F61EC4">
        <w:trPr>
          <w:trHeight w:val="255"/>
        </w:trPr>
        <w:tc>
          <w:tcPr>
            <w:tcW w:w="3420" w:type="dxa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53799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0" w:type="dxa"/>
            <w:gridSpan w:val="2"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5379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Итого по дополнительным работам</w:t>
            </w:r>
          </w:p>
        </w:tc>
        <w:tc>
          <w:tcPr>
            <w:tcW w:w="1280" w:type="dxa"/>
            <w:noWrap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noWrap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60425" w:rsidRPr="00320D77" w:rsidTr="00F61EC4">
        <w:trPr>
          <w:trHeight w:val="255"/>
        </w:trPr>
        <w:tc>
          <w:tcPr>
            <w:tcW w:w="6300" w:type="dxa"/>
            <w:gridSpan w:val="2"/>
            <w:noWrap/>
            <w:vAlign w:val="bottom"/>
          </w:tcPr>
          <w:p w:rsidR="00860425" w:rsidRPr="00053799" w:rsidRDefault="00860425" w:rsidP="0005379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5379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Итого размер платы за содержание жилого помещения</w:t>
            </w:r>
          </w:p>
        </w:tc>
        <w:tc>
          <w:tcPr>
            <w:tcW w:w="1980" w:type="dxa"/>
            <w:noWrap/>
            <w:vAlign w:val="bottom"/>
          </w:tcPr>
          <w:p w:rsidR="00860425" w:rsidRPr="00053799" w:rsidRDefault="00860425" w:rsidP="0005379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5379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noWrap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noWrap/>
            <w:vAlign w:val="center"/>
          </w:tcPr>
          <w:p w:rsidR="00860425" w:rsidRPr="00053799" w:rsidRDefault="00860425" w:rsidP="000537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860425" w:rsidRPr="00053799" w:rsidRDefault="00860425" w:rsidP="0005379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60425" w:rsidRDefault="008604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bookmarkStart w:id="0" w:name="_GoBack"/>
      <w:bookmarkEnd w:id="0"/>
    </w:p>
    <w:sectPr w:rsidR="00860425" w:rsidSect="00B1249F">
      <w:footerReference w:type="even" r:id="rId30"/>
      <w:footerReference w:type="default" r:id="rId31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0425" w:rsidRDefault="00860425">
      <w:r>
        <w:separator/>
      </w:r>
    </w:p>
  </w:endnote>
  <w:endnote w:type="continuationSeparator" w:id="1">
    <w:p w:rsidR="00860425" w:rsidRDefault="008604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425" w:rsidRDefault="00860425" w:rsidP="0092061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60425" w:rsidRDefault="00860425" w:rsidP="00C8481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425" w:rsidRDefault="00860425" w:rsidP="0092061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860425" w:rsidRDefault="00860425" w:rsidP="00C84816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0425" w:rsidRDefault="00860425">
      <w:r>
        <w:separator/>
      </w:r>
    </w:p>
  </w:footnote>
  <w:footnote w:type="continuationSeparator" w:id="1">
    <w:p w:rsidR="00860425" w:rsidRDefault="008604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B02CF3"/>
    <w:multiLevelType w:val="hybridMultilevel"/>
    <w:tmpl w:val="64E87056"/>
    <w:lvl w:ilvl="0" w:tplc="84A40D58">
      <w:start w:val="1"/>
      <w:numFmt w:val="decimal"/>
      <w:lvlText w:val="%1."/>
      <w:lvlJc w:val="left"/>
      <w:pPr>
        <w:ind w:left="1476" w:hanging="9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0E5A"/>
    <w:rsid w:val="000124FA"/>
    <w:rsid w:val="00015341"/>
    <w:rsid w:val="0002157F"/>
    <w:rsid w:val="0003151A"/>
    <w:rsid w:val="00053799"/>
    <w:rsid w:val="00056504"/>
    <w:rsid w:val="00082CD7"/>
    <w:rsid w:val="000971E4"/>
    <w:rsid w:val="000B3C67"/>
    <w:rsid w:val="000D1F7C"/>
    <w:rsid w:val="000D63C9"/>
    <w:rsid w:val="00102172"/>
    <w:rsid w:val="00162EAE"/>
    <w:rsid w:val="0017014C"/>
    <w:rsid w:val="00174633"/>
    <w:rsid w:val="00181148"/>
    <w:rsid w:val="001B6DDB"/>
    <w:rsid w:val="001C4A37"/>
    <w:rsid w:val="00240AF4"/>
    <w:rsid w:val="00275AEC"/>
    <w:rsid w:val="002D2548"/>
    <w:rsid w:val="002D2FAA"/>
    <w:rsid w:val="00320D77"/>
    <w:rsid w:val="00323FA9"/>
    <w:rsid w:val="00331C9E"/>
    <w:rsid w:val="003574C7"/>
    <w:rsid w:val="00373455"/>
    <w:rsid w:val="00382EB1"/>
    <w:rsid w:val="003A0A99"/>
    <w:rsid w:val="003A5FE5"/>
    <w:rsid w:val="003B2F7A"/>
    <w:rsid w:val="003B41ED"/>
    <w:rsid w:val="003C1AE6"/>
    <w:rsid w:val="003D56FE"/>
    <w:rsid w:val="003E2E40"/>
    <w:rsid w:val="003E7BB3"/>
    <w:rsid w:val="00407954"/>
    <w:rsid w:val="0041556F"/>
    <w:rsid w:val="00461643"/>
    <w:rsid w:val="004806F4"/>
    <w:rsid w:val="004949C2"/>
    <w:rsid w:val="004C64B3"/>
    <w:rsid w:val="004D3BCD"/>
    <w:rsid w:val="00505203"/>
    <w:rsid w:val="005062A3"/>
    <w:rsid w:val="00540496"/>
    <w:rsid w:val="00566959"/>
    <w:rsid w:val="005766AA"/>
    <w:rsid w:val="00594CB8"/>
    <w:rsid w:val="00595956"/>
    <w:rsid w:val="005C412E"/>
    <w:rsid w:val="005D7023"/>
    <w:rsid w:val="006242E3"/>
    <w:rsid w:val="0062431F"/>
    <w:rsid w:val="00645AB8"/>
    <w:rsid w:val="00673E1B"/>
    <w:rsid w:val="006A2D9F"/>
    <w:rsid w:val="006B0248"/>
    <w:rsid w:val="006B0ADC"/>
    <w:rsid w:val="006F419A"/>
    <w:rsid w:val="007036F5"/>
    <w:rsid w:val="0071341B"/>
    <w:rsid w:val="00723085"/>
    <w:rsid w:val="00750FCF"/>
    <w:rsid w:val="00751878"/>
    <w:rsid w:val="00756148"/>
    <w:rsid w:val="0078745B"/>
    <w:rsid w:val="00792A45"/>
    <w:rsid w:val="007C5715"/>
    <w:rsid w:val="007D0552"/>
    <w:rsid w:val="007D5F5A"/>
    <w:rsid w:val="007D64D5"/>
    <w:rsid w:val="007F76CA"/>
    <w:rsid w:val="0080460A"/>
    <w:rsid w:val="00804DDB"/>
    <w:rsid w:val="00815821"/>
    <w:rsid w:val="0081661D"/>
    <w:rsid w:val="00823538"/>
    <w:rsid w:val="0082675D"/>
    <w:rsid w:val="00837F39"/>
    <w:rsid w:val="008403E6"/>
    <w:rsid w:val="008505D7"/>
    <w:rsid w:val="008543CC"/>
    <w:rsid w:val="00860425"/>
    <w:rsid w:val="0086457B"/>
    <w:rsid w:val="008F1203"/>
    <w:rsid w:val="008F1C94"/>
    <w:rsid w:val="0090649B"/>
    <w:rsid w:val="00910275"/>
    <w:rsid w:val="0091411E"/>
    <w:rsid w:val="00920611"/>
    <w:rsid w:val="00942A09"/>
    <w:rsid w:val="009646DC"/>
    <w:rsid w:val="0096581A"/>
    <w:rsid w:val="009724E7"/>
    <w:rsid w:val="009905DC"/>
    <w:rsid w:val="00992471"/>
    <w:rsid w:val="009A1C1A"/>
    <w:rsid w:val="009A1E7C"/>
    <w:rsid w:val="009A25ED"/>
    <w:rsid w:val="009A49E0"/>
    <w:rsid w:val="009F2D55"/>
    <w:rsid w:val="00A166ED"/>
    <w:rsid w:val="00A261BF"/>
    <w:rsid w:val="00A30E5A"/>
    <w:rsid w:val="00A435D0"/>
    <w:rsid w:val="00A460C7"/>
    <w:rsid w:val="00A623DA"/>
    <w:rsid w:val="00AB241A"/>
    <w:rsid w:val="00AE0D28"/>
    <w:rsid w:val="00AF1640"/>
    <w:rsid w:val="00AF39FB"/>
    <w:rsid w:val="00B1249F"/>
    <w:rsid w:val="00B2143D"/>
    <w:rsid w:val="00BA34BE"/>
    <w:rsid w:val="00BE5175"/>
    <w:rsid w:val="00C10DC7"/>
    <w:rsid w:val="00C42B31"/>
    <w:rsid w:val="00C711DB"/>
    <w:rsid w:val="00C81839"/>
    <w:rsid w:val="00C83D52"/>
    <w:rsid w:val="00C84816"/>
    <w:rsid w:val="00C8627B"/>
    <w:rsid w:val="00CA11ED"/>
    <w:rsid w:val="00CA4187"/>
    <w:rsid w:val="00CC3555"/>
    <w:rsid w:val="00CC5361"/>
    <w:rsid w:val="00CC7C20"/>
    <w:rsid w:val="00D11789"/>
    <w:rsid w:val="00D131BF"/>
    <w:rsid w:val="00D26F15"/>
    <w:rsid w:val="00D33079"/>
    <w:rsid w:val="00D437CB"/>
    <w:rsid w:val="00D85E05"/>
    <w:rsid w:val="00D968C5"/>
    <w:rsid w:val="00DA2AB2"/>
    <w:rsid w:val="00DA7C4D"/>
    <w:rsid w:val="00DC3824"/>
    <w:rsid w:val="00DD2730"/>
    <w:rsid w:val="00DF5545"/>
    <w:rsid w:val="00E00CD7"/>
    <w:rsid w:val="00E023F5"/>
    <w:rsid w:val="00E364AB"/>
    <w:rsid w:val="00E41AC8"/>
    <w:rsid w:val="00E47F69"/>
    <w:rsid w:val="00E52DDB"/>
    <w:rsid w:val="00E609C6"/>
    <w:rsid w:val="00E66A2D"/>
    <w:rsid w:val="00E72459"/>
    <w:rsid w:val="00E76015"/>
    <w:rsid w:val="00E80D1A"/>
    <w:rsid w:val="00E831D6"/>
    <w:rsid w:val="00EB5BB9"/>
    <w:rsid w:val="00EE12B2"/>
    <w:rsid w:val="00EF081A"/>
    <w:rsid w:val="00EF086C"/>
    <w:rsid w:val="00F00CA3"/>
    <w:rsid w:val="00F61EC4"/>
    <w:rsid w:val="00F664B8"/>
    <w:rsid w:val="00F722BE"/>
    <w:rsid w:val="00F87A8D"/>
    <w:rsid w:val="00F901C0"/>
    <w:rsid w:val="00FC632C"/>
    <w:rsid w:val="00FD2630"/>
    <w:rsid w:val="00FE7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DDB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30E5A"/>
    <w:pPr>
      <w:widowControl w:val="0"/>
      <w:autoSpaceDE w:val="0"/>
      <w:autoSpaceDN w:val="0"/>
      <w:adjustRightInd w:val="0"/>
    </w:pPr>
    <w:rPr>
      <w:rFonts w:eastAsia="Times New Roman" w:cs="Calibri"/>
      <w:lang w:val="ru-RU" w:eastAsia="ru-RU"/>
    </w:rPr>
  </w:style>
  <w:style w:type="paragraph" w:customStyle="1" w:styleId="ConsPlusNonformat">
    <w:name w:val="ConsPlusNonformat"/>
    <w:uiPriority w:val="99"/>
    <w:rsid w:val="00A30E5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onsPlusTitle">
    <w:name w:val="ConsPlusTitle"/>
    <w:uiPriority w:val="99"/>
    <w:rsid w:val="00A30E5A"/>
    <w:pPr>
      <w:widowControl w:val="0"/>
      <w:autoSpaceDE w:val="0"/>
      <w:autoSpaceDN w:val="0"/>
      <w:adjustRightInd w:val="0"/>
    </w:pPr>
    <w:rPr>
      <w:rFonts w:eastAsia="Times New Roman" w:cs="Calibri"/>
      <w:b/>
      <w:bCs/>
      <w:lang w:val="ru-RU" w:eastAsia="ru-RU"/>
    </w:rPr>
  </w:style>
  <w:style w:type="paragraph" w:customStyle="1" w:styleId="ConsPlusCell">
    <w:name w:val="ConsPlusCell"/>
    <w:uiPriority w:val="99"/>
    <w:rsid w:val="00A30E5A"/>
    <w:pPr>
      <w:widowControl w:val="0"/>
      <w:autoSpaceDE w:val="0"/>
      <w:autoSpaceDN w:val="0"/>
      <w:adjustRightInd w:val="0"/>
    </w:pPr>
    <w:rPr>
      <w:rFonts w:eastAsia="Times New Roman" w:cs="Calibri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804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04DD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724E7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F081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C8481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lang w:val="ru-RU"/>
    </w:rPr>
  </w:style>
  <w:style w:type="character" w:styleId="PageNumber">
    <w:name w:val="page number"/>
    <w:basedOn w:val="DefaultParagraphFont"/>
    <w:uiPriority w:val="99"/>
    <w:rsid w:val="00C8481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37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300FAEBCF3EE69EB56CD49CF2AB723B4C4C1E58477E31F67E40FE766C8E9533819E88B4205D42ACD80C9j0G2F" TargetMode="External"/><Relationship Id="rId13" Type="http://schemas.openxmlformats.org/officeDocument/2006/relationships/hyperlink" Target="consultantplus://offline/ref=1B300FAEBCF3EE69EB56CD4ADD46EB2CB1CC9EE18677EC4B3BBB54BA31jCG1F" TargetMode="External"/><Relationship Id="rId18" Type="http://schemas.openxmlformats.org/officeDocument/2006/relationships/hyperlink" Target="consultantplus://offline/ref=1B300FAEBCF3EE69EB56CD4ADD46EB2CB1CC9BED8771EC4B3BBB54BA31C1E3047F56B1C90608D528jCGDF" TargetMode="External"/><Relationship Id="rId26" Type="http://schemas.openxmlformats.org/officeDocument/2006/relationships/hyperlink" Target="consultantplus://offline/ref=1B300FAEBCF3EE69EB56CD49CF2AB723B4C4C1E58477E31F67E40FE766C8E9533819E88B4205D42ACD80C9j0G0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B300FAEBCF3EE69EB56CD49CF2AB723B4C4C1E58477E31F67E40FE766C8E9533819E88B4205D42ACD87CAj0G4F" TargetMode="External"/><Relationship Id="rId7" Type="http://schemas.openxmlformats.org/officeDocument/2006/relationships/hyperlink" Target="consultantplus://offline/ref=1B300FAEBCF3EE69EB56CD49CF2AB723B4C4C1E58477E31F67E40FE766C8E9533819E88B4205D42ACD80CBj0G1F" TargetMode="External"/><Relationship Id="rId12" Type="http://schemas.openxmlformats.org/officeDocument/2006/relationships/hyperlink" Target="consultantplus://offline/ref=1B300FAEBCF3EE69EB56CD4ADD46EB2CB1CC9BEB8771EC4B3BBB54BA31C1E3047F56B1C90608D52AjCG4F" TargetMode="External"/><Relationship Id="rId17" Type="http://schemas.openxmlformats.org/officeDocument/2006/relationships/hyperlink" Target="consultantplus://offline/ref=1B300FAEBCF3EE69EB56CD4ADD46EB2CB1CE9BEA8476EC4B3BBB54BA31C1E3047F56B1C90608D528jCGCF" TargetMode="External"/><Relationship Id="rId25" Type="http://schemas.openxmlformats.org/officeDocument/2006/relationships/hyperlink" Target="consultantplus://offline/ref=1B300FAEBCF3EE69EB56CD49CF2AB723B4C4C1E58477E31F67E40FE766C8E9533819E88B4205D42ACD80CBj0G1F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1B300FAEBCF3EE69EB56CD4ADD46EB2CB1CC9BED8771EC4B3BBB54BA31C1E3047F56B1C90608D72AjCGEF" TargetMode="External"/><Relationship Id="rId20" Type="http://schemas.openxmlformats.org/officeDocument/2006/relationships/hyperlink" Target="consultantplus://offline/ref=1B300FAEBCF3EE69EB56CD4ADD46EB2CB1CC9EE18677EC4B3BBB54BA31C1E3047F56B1C90609D523jCG5F" TargetMode="External"/><Relationship Id="rId29" Type="http://schemas.openxmlformats.org/officeDocument/2006/relationships/hyperlink" Target="consultantplus://offline/ref=F2E150AEE092F04B2FC5853B84253B651F1B7FF5C1E4D676A52D9A620EDB621E460174657340B656SEJ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B300FAEBCF3EE69EB56CD49CF2AB723B4C4C1E58477E31F67E40FE766C8E9533819E88B4205D42ACD80CFj0G8F" TargetMode="External"/><Relationship Id="rId24" Type="http://schemas.openxmlformats.org/officeDocument/2006/relationships/hyperlink" Target="consultantplus://offline/ref=1B300FAEBCF3EE69EB56CD4ADD46EB2CB1CD9DE08170EC4B3BBB54BA31jCG1F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B300FAEBCF3EE69EB56CD4ADD46EB2CB1CC9BED8771EC4B3BBB54BA31C1E3047F56B1C90608D528jCGDF" TargetMode="External"/><Relationship Id="rId23" Type="http://schemas.openxmlformats.org/officeDocument/2006/relationships/hyperlink" Target="consultantplus://offline/ref=1B300FAEBCF3EE69EB56CD4ADD46EB2CB1CC9EE18677EC4B3BBB54BA31jCG1F" TargetMode="External"/><Relationship Id="rId28" Type="http://schemas.openxmlformats.org/officeDocument/2006/relationships/hyperlink" Target="consultantplus://offline/ref=1B300FAEBCF3EE69EB56CD49CF2AB723B4C4C1E58477E31F67E40FE766C8E9533819E88B4205D42ACD80CDj0G0F" TargetMode="External"/><Relationship Id="rId10" Type="http://schemas.openxmlformats.org/officeDocument/2006/relationships/hyperlink" Target="consultantplus://offline/ref=1B300FAEBCF3EE69EB56CD49CF2AB723B4C4C1E58477E31F67E40FE766C8E9533819E88B4205D42ACD80C9j0G0F" TargetMode="External"/><Relationship Id="rId19" Type="http://schemas.openxmlformats.org/officeDocument/2006/relationships/hyperlink" Target="consultantplus://offline/ref=1B300FAEBCF3EE69EB56CD49CF2AB723B4C4C1E58477E31F67E40FE766C8E9533819E88B4205D42ACD87CFj0G3F" TargetMode="External"/><Relationship Id="rId3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B300FAEBCF3EE69EB56CD4ADD46EB2CB1CC9BED8771EC4B3BBB54BA31C1E3047F56B1C90608D528jCGDF" TargetMode="External"/><Relationship Id="rId14" Type="http://schemas.openxmlformats.org/officeDocument/2006/relationships/hyperlink" Target="consultantplus://offline/ref=1B300FAEBCF3EE69EB56CD49CF2AB723B4C4C1E58477E31F67E40FE766C8E9533819E88B4205D42ACD87CEj0G5F" TargetMode="External"/><Relationship Id="rId22" Type="http://schemas.openxmlformats.org/officeDocument/2006/relationships/hyperlink" Target="consultantplus://offline/ref=1B300FAEBCF3EE69EB56CD4ADD46EB2CB1CD9DE08170EC4B3BBB54BA31jCG1F" TargetMode="External"/><Relationship Id="rId27" Type="http://schemas.openxmlformats.org/officeDocument/2006/relationships/hyperlink" Target="consultantplus://offline/ref=1B300FAEBCF3EE69EB56CD49CF2AB723B4C4C1E58477E31F67E40FE766C8E9533819E88B4205D42ACD80C9j0G2F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1204</TotalTime>
  <Pages>16</Pages>
  <Words>9171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Чистякова</dc:creator>
  <cp:keywords/>
  <dc:description/>
  <cp:lastModifiedBy>minnikovvk</cp:lastModifiedBy>
  <cp:revision>15</cp:revision>
  <cp:lastPrinted>2012-11-20T11:53:00Z</cp:lastPrinted>
  <dcterms:created xsi:type="dcterms:W3CDTF">2012-11-06T05:06:00Z</dcterms:created>
  <dcterms:modified xsi:type="dcterms:W3CDTF">2012-11-20T12:02:00Z</dcterms:modified>
</cp:coreProperties>
</file>