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B10" w:rsidRDefault="009E6325" w:rsidP="00642E00">
      <w:pPr>
        <w:spacing w:after="200"/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37E6F1" wp14:editId="30A36DCA">
                <wp:simplePos x="0" y="0"/>
                <wp:positionH relativeFrom="column">
                  <wp:posOffset>-226695</wp:posOffset>
                </wp:positionH>
                <wp:positionV relativeFrom="paragraph">
                  <wp:posOffset>-250825</wp:posOffset>
                </wp:positionV>
                <wp:extent cx="7124065" cy="675640"/>
                <wp:effectExtent l="0" t="0" r="19685" b="1016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065" cy="67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DBB" w:rsidRPr="00DA5B82" w:rsidRDefault="00473DBB" w:rsidP="00473DBB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24"/>
                                <w:szCs w:val="24"/>
                              </w:rPr>
                            </w:pPr>
                            <w:r w:rsidRPr="00DA5B82">
                              <w:rPr>
                                <w:rFonts w:eastAsia="MS Mincho"/>
                                <w:b/>
                                <w:sz w:val="24"/>
                                <w:szCs w:val="24"/>
                              </w:rPr>
                              <w:t xml:space="preserve">Схема расположения границ (сферы действия) публичного сервитута </w:t>
                            </w:r>
                          </w:p>
                          <w:p w:rsidR="00473DBB" w:rsidRPr="008E60A3" w:rsidRDefault="00473DBB" w:rsidP="00473DBB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005B10" w:rsidRPr="009E4568" w:rsidRDefault="00473DBB" w:rsidP="007F6A9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eastAsia="MS Mincho"/>
                                <w:sz w:val="24"/>
                                <w:szCs w:val="24"/>
                              </w:rPr>
                            </w:pPr>
                            <w:r w:rsidRPr="001179E7">
                              <w:rPr>
                                <w:rFonts w:eastAsia="MS Mincho"/>
                              </w:rPr>
                              <w:t>устанавливаемого в целях размещения объект</w:t>
                            </w:r>
                            <w:r w:rsidR="00C70DB4">
                              <w:rPr>
                                <w:rFonts w:eastAsia="MS Mincho"/>
                              </w:rPr>
                              <w:t>ов</w:t>
                            </w:r>
                            <w:r w:rsidRPr="001179E7">
                              <w:rPr>
                                <w:rFonts w:eastAsia="MS Mincho"/>
                              </w:rPr>
                              <w:t xml:space="preserve"> электросетевого хозяйства</w:t>
                            </w:r>
                            <w:r w:rsidR="006F3D4A" w:rsidRPr="001179E7">
                              <w:rPr>
                                <w:rFonts w:eastAsia="MS Mincho"/>
                              </w:rPr>
                              <w:t xml:space="preserve"> </w:t>
                            </w:r>
                            <w:proofErr w:type="gramStart"/>
                            <w:r w:rsidR="001A19AA" w:rsidRPr="001A19AA">
                              <w:rPr>
                                <w:szCs w:val="24"/>
                              </w:rPr>
                              <w:t>ВЛ</w:t>
                            </w:r>
                            <w:proofErr w:type="gramEnd"/>
                            <w:r w:rsidR="001A19AA" w:rsidRPr="001A19AA">
                              <w:rPr>
                                <w:szCs w:val="24"/>
                              </w:rPr>
                              <w:t xml:space="preserve"> 0,4 </w:t>
                            </w:r>
                            <w:proofErr w:type="spellStart"/>
                            <w:r w:rsidR="001A19AA" w:rsidRPr="001A19AA">
                              <w:rPr>
                                <w:szCs w:val="24"/>
                              </w:rPr>
                              <w:t>кВ</w:t>
                            </w:r>
                            <w:proofErr w:type="spellEnd"/>
                            <w:r w:rsidR="001A19AA" w:rsidRPr="001A19AA">
                              <w:rPr>
                                <w:szCs w:val="24"/>
                              </w:rPr>
                              <w:t xml:space="preserve"> ТП 30, входящая в состав ЭСК №1, объект «Центр - Гагарина» литер III, через земельный участок КН </w:t>
                            </w:r>
                            <w:r w:rsidR="00875BE5" w:rsidRPr="00875BE5">
                              <w:rPr>
                                <w:szCs w:val="24"/>
                              </w:rPr>
                              <w:t>37:15:010809:19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margin-left:-17.85pt;margin-top:-19.75pt;width:560.95pt;height:5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" strokecolor="white">
                <v:textbox>
                  <w:txbxContent>
                    <w:p w:rsidR="00473DBB" w:rsidRPr="00DA5B82" w:rsidRDefault="00473DBB" w:rsidP="00473DBB">
                      <w:pPr>
                        <w:jc w:val="center"/>
                        <w:rPr>
                          <w:rFonts w:eastAsia="MS Mincho"/>
                          <w:b/>
                          <w:sz w:val="24"/>
                          <w:szCs w:val="24"/>
                        </w:rPr>
                      </w:pPr>
                      <w:r w:rsidRPr="00DA5B82">
                        <w:rPr>
                          <w:rFonts w:eastAsia="MS Mincho"/>
                          <w:b/>
                          <w:sz w:val="24"/>
                          <w:szCs w:val="24"/>
                        </w:rPr>
                        <w:t xml:space="preserve">Схема расположения границ (сферы действия) публичного сервитута </w:t>
                      </w:r>
                    </w:p>
                    <w:p w:rsidR="00473DBB" w:rsidRPr="008E60A3" w:rsidRDefault="00473DBB" w:rsidP="00473DBB">
                      <w:pPr>
                        <w:jc w:val="center"/>
                        <w:rPr>
                          <w:rFonts w:eastAsia="MS Mincho"/>
                          <w:b/>
                          <w:sz w:val="10"/>
                          <w:szCs w:val="10"/>
                        </w:rPr>
                      </w:pPr>
                    </w:p>
                    <w:p w:rsidR="00005B10" w:rsidRPr="009E4568" w:rsidRDefault="00473DBB" w:rsidP="007F6A93">
                      <w:pPr>
                        <w:autoSpaceDE w:val="0"/>
                        <w:autoSpaceDN w:val="0"/>
                        <w:adjustRightInd w:val="0"/>
                        <w:rPr>
                          <w:rFonts w:eastAsia="MS Mincho"/>
                          <w:sz w:val="24"/>
                          <w:szCs w:val="24"/>
                        </w:rPr>
                      </w:pPr>
                      <w:r w:rsidRPr="001179E7">
                        <w:rPr>
                          <w:rFonts w:eastAsia="MS Mincho"/>
                        </w:rPr>
                        <w:t>устанавливаемого в целях размещения объект</w:t>
                      </w:r>
                      <w:r w:rsidR="00C70DB4">
                        <w:rPr>
                          <w:rFonts w:eastAsia="MS Mincho"/>
                        </w:rPr>
                        <w:t>ов</w:t>
                      </w:r>
                      <w:r w:rsidRPr="001179E7">
                        <w:rPr>
                          <w:rFonts w:eastAsia="MS Mincho"/>
                        </w:rPr>
                        <w:t xml:space="preserve"> электросетевого хозяйства</w:t>
                      </w:r>
                      <w:r w:rsidR="006F3D4A" w:rsidRPr="001179E7">
                        <w:rPr>
                          <w:rFonts w:eastAsia="MS Mincho"/>
                        </w:rPr>
                        <w:t xml:space="preserve"> </w:t>
                      </w:r>
                      <w:proofErr w:type="gramStart"/>
                      <w:r w:rsidR="001A19AA" w:rsidRPr="001A19AA">
                        <w:rPr>
                          <w:szCs w:val="24"/>
                        </w:rPr>
                        <w:t>ВЛ</w:t>
                      </w:r>
                      <w:proofErr w:type="gramEnd"/>
                      <w:r w:rsidR="001A19AA" w:rsidRPr="001A19AA">
                        <w:rPr>
                          <w:szCs w:val="24"/>
                        </w:rPr>
                        <w:t xml:space="preserve"> 0,4 </w:t>
                      </w:r>
                      <w:proofErr w:type="spellStart"/>
                      <w:r w:rsidR="001A19AA" w:rsidRPr="001A19AA">
                        <w:rPr>
                          <w:szCs w:val="24"/>
                        </w:rPr>
                        <w:t>кВ</w:t>
                      </w:r>
                      <w:proofErr w:type="spellEnd"/>
                      <w:r w:rsidR="001A19AA" w:rsidRPr="001A19AA">
                        <w:rPr>
                          <w:szCs w:val="24"/>
                        </w:rPr>
                        <w:t xml:space="preserve"> ТП 30, входящая в состав ЭСК №1, объект «Центр - Гагарина» литер III, через земельный участок КН </w:t>
                      </w:r>
                      <w:r w:rsidR="00875BE5" w:rsidRPr="00875BE5">
                        <w:rPr>
                          <w:szCs w:val="24"/>
                        </w:rPr>
                        <w:t>37:15:010809:19</w:t>
                      </w:r>
                    </w:p>
                  </w:txbxContent>
                </v:textbox>
              </v:shape>
            </w:pict>
          </mc:Fallback>
        </mc:AlternateContent>
      </w:r>
      <w:r w:rsidR="004C7B38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B7A7BE" wp14:editId="08AAD0D6">
                <wp:simplePos x="0" y="0"/>
                <wp:positionH relativeFrom="column">
                  <wp:posOffset>8710654</wp:posOffset>
                </wp:positionH>
                <wp:positionV relativeFrom="paragraph">
                  <wp:posOffset>139148</wp:posOffset>
                </wp:positionV>
                <wp:extent cx="681990" cy="421005"/>
                <wp:effectExtent l="0" t="0" r="3810" b="0"/>
                <wp:wrapNone/>
                <wp:docPr id="19" name="Пол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" cy="421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083AC2" w:rsidRDefault="00005B10" w:rsidP="0086272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9" o:spid="_x0000_s1027" type="#_x0000_t202" style="position:absolute;margin-left:685.9pt;margin-top:10.95pt;width:53.7pt;height:33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" stroked="f">
                <v:textbox>
                  <w:txbxContent>
                    <w:p w:rsidR="00005B10" w:rsidRPr="00083AC2" w:rsidRDefault="00005B10" w:rsidP="00862724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42067">
        <w:rPr>
          <w:sz w:val="18"/>
          <w:szCs w:val="18"/>
        </w:rPr>
        <w:t xml:space="preserve">     </w:t>
      </w: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FE47AC" w:rsidP="00005B10">
      <w:pPr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1A46AF" wp14:editId="3716701B">
                <wp:simplePos x="0" y="0"/>
                <wp:positionH relativeFrom="column">
                  <wp:posOffset>-59635</wp:posOffset>
                </wp:positionH>
                <wp:positionV relativeFrom="paragraph">
                  <wp:posOffset>71589</wp:posOffset>
                </wp:positionV>
                <wp:extent cx="6647291" cy="652007"/>
                <wp:effectExtent l="0" t="0" r="20320" b="15240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7291" cy="6520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19AA" w:rsidRPr="00875BE5" w:rsidRDefault="00005B10" w:rsidP="001A19AA">
                            <w:pPr>
                              <w:pStyle w:val="10"/>
                              <w:rPr>
                                <w:szCs w:val="24"/>
                              </w:rPr>
                            </w:pPr>
                            <w:r w:rsidRPr="00573277">
                              <w:rPr>
                                <w:b/>
                                <w:sz w:val="18"/>
                                <w:szCs w:val="18"/>
                              </w:rPr>
                              <w:t>Адрес (местоположение):</w:t>
                            </w:r>
                            <w:r w:rsidRPr="00573277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A19AA" w:rsidRPr="00DB580B">
                              <w:rPr>
                                <w:sz w:val="22"/>
                                <w:szCs w:val="22"/>
                              </w:rPr>
                              <w:t>Ивановская область, Родниковский р-н, г. Родники, ул. Советская</w:t>
                            </w:r>
                            <w:r w:rsidR="001A19AA" w:rsidRPr="00875BE5">
                              <w:rPr>
                                <w:szCs w:val="24"/>
                              </w:rPr>
                              <w:t xml:space="preserve"> </w:t>
                            </w:r>
                          </w:p>
                          <w:p w:rsidR="00005B10" w:rsidRPr="00573277" w:rsidRDefault="00005B10" w:rsidP="00C4064C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573277">
                              <w:rPr>
                                <w:b/>
                                <w:sz w:val="18"/>
                                <w:szCs w:val="18"/>
                              </w:rPr>
                              <w:t>Площадь планируемого публичного сервитута:</w:t>
                            </w:r>
                            <w:r w:rsidRPr="00573277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="00344B54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   </w:t>
                            </w:r>
                            <w:r w:rsidR="001A19AA">
                              <w:rPr>
                                <w:sz w:val="18"/>
                                <w:szCs w:val="18"/>
                                <w:u w:val="single"/>
                              </w:rPr>
                              <w:t>1</w:t>
                            </w:r>
                            <w:r w:rsidR="00344B54" w:rsidRPr="00344B54"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  <w:t xml:space="preserve">  </w:t>
                            </w:r>
                            <w:r w:rsidRPr="00573277">
                              <w:rPr>
                                <w:sz w:val="18"/>
                                <w:szCs w:val="18"/>
                                <w:u w:val="single"/>
                              </w:rPr>
                              <w:t>кв.</w:t>
                            </w:r>
                            <w:r w:rsidR="006F3D4A" w:rsidRPr="00573277">
                              <w:rPr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  <w:r w:rsidRPr="00573277">
                              <w:rPr>
                                <w:sz w:val="18"/>
                                <w:szCs w:val="18"/>
                                <w:u w:val="single"/>
                              </w:rPr>
                              <w:t>м.</w:t>
                            </w:r>
                          </w:p>
                          <w:p w:rsidR="00005B10" w:rsidRPr="008D614C" w:rsidRDefault="00005B10" w:rsidP="0095022D">
                            <w:pPr>
                              <w:rPr>
                                <w:b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D614C">
                              <w:rPr>
                                <w:b/>
                                <w:sz w:val="18"/>
                                <w:szCs w:val="18"/>
                              </w:rPr>
                              <w:t>Категория земель</w:t>
                            </w:r>
                            <w:r w:rsidRPr="008D614C">
                              <w:rPr>
                                <w:sz w:val="18"/>
                                <w:szCs w:val="18"/>
                              </w:rPr>
                              <w:t xml:space="preserve">: </w:t>
                            </w:r>
                            <w:r w:rsidRPr="008D614C">
                              <w:rPr>
                                <w:sz w:val="18"/>
                                <w:szCs w:val="18"/>
                                <w:u w:val="single"/>
                              </w:rPr>
                              <w:t>земли населенных пунктов</w:t>
                            </w:r>
                          </w:p>
                          <w:p w:rsidR="00005B10" w:rsidRDefault="00005B10" w:rsidP="00E90FA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5" o:spid="_x0000_s1028" type="#_x0000_t202" style="position:absolute;margin-left:-4.7pt;margin-top:5.65pt;width:523.4pt;height:5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" strokecolor="white">
                <v:textbox>
                  <w:txbxContent>
                    <w:p w:rsidR="001A19AA" w:rsidRPr="00875BE5" w:rsidRDefault="00005B10" w:rsidP="001A19AA">
                      <w:pPr>
                        <w:pStyle w:val="10"/>
                        <w:rPr>
                          <w:szCs w:val="24"/>
                        </w:rPr>
                      </w:pPr>
                      <w:r w:rsidRPr="00573277">
                        <w:rPr>
                          <w:b/>
                          <w:sz w:val="18"/>
                          <w:szCs w:val="18"/>
                        </w:rPr>
                        <w:t>Адрес (местоположение):</w:t>
                      </w:r>
                      <w:r w:rsidRPr="00573277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1A19AA" w:rsidRPr="00DB580B">
                        <w:rPr>
                          <w:sz w:val="22"/>
                          <w:szCs w:val="22"/>
                        </w:rPr>
                        <w:t>Ивановская область, Родниковский р-н, г. Родники, ул. Советская</w:t>
                      </w:r>
                      <w:r w:rsidR="001A19AA" w:rsidRPr="00875BE5">
                        <w:rPr>
                          <w:szCs w:val="24"/>
                        </w:rPr>
                        <w:t xml:space="preserve"> </w:t>
                      </w:r>
                    </w:p>
                    <w:p w:rsidR="00005B10" w:rsidRPr="00573277" w:rsidRDefault="00005B10" w:rsidP="00C4064C">
                      <w:pPr>
                        <w:autoSpaceDE w:val="0"/>
                        <w:autoSpaceDN w:val="0"/>
                        <w:adjustRightInd w:val="0"/>
                        <w:rPr>
                          <w:sz w:val="18"/>
                          <w:szCs w:val="18"/>
                          <w:u w:val="single"/>
                        </w:rPr>
                      </w:pPr>
                      <w:r w:rsidRPr="00573277">
                        <w:rPr>
                          <w:b/>
                          <w:sz w:val="18"/>
                          <w:szCs w:val="18"/>
                        </w:rPr>
                        <w:t>Площадь планируемого публичного сервитута:</w:t>
                      </w:r>
                      <w:r w:rsidRPr="00573277">
                        <w:rPr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="00344B54">
                        <w:rPr>
                          <w:sz w:val="18"/>
                          <w:szCs w:val="18"/>
                          <w:u w:val="single"/>
                        </w:rPr>
                        <w:t xml:space="preserve">    </w:t>
                      </w:r>
                      <w:r w:rsidR="001A19AA">
                        <w:rPr>
                          <w:sz w:val="18"/>
                          <w:szCs w:val="18"/>
                          <w:u w:val="single"/>
                        </w:rPr>
                        <w:t>1</w:t>
                      </w:r>
                      <w:r w:rsidR="00344B54" w:rsidRPr="00344B54">
                        <w:rPr>
                          <w:b/>
                          <w:sz w:val="18"/>
                          <w:szCs w:val="18"/>
                          <w:u w:val="single"/>
                        </w:rPr>
                        <w:t xml:space="preserve">  </w:t>
                      </w:r>
                      <w:r w:rsidRPr="00573277">
                        <w:rPr>
                          <w:sz w:val="18"/>
                          <w:szCs w:val="18"/>
                          <w:u w:val="single"/>
                        </w:rPr>
                        <w:t>кв.</w:t>
                      </w:r>
                      <w:r w:rsidR="006F3D4A" w:rsidRPr="00573277">
                        <w:rPr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  <w:r w:rsidRPr="00573277">
                        <w:rPr>
                          <w:sz w:val="18"/>
                          <w:szCs w:val="18"/>
                          <w:u w:val="single"/>
                        </w:rPr>
                        <w:t>м.</w:t>
                      </w:r>
                    </w:p>
                    <w:p w:rsidR="00005B10" w:rsidRPr="008D614C" w:rsidRDefault="00005B10" w:rsidP="0095022D">
                      <w:pPr>
                        <w:rPr>
                          <w:b/>
                          <w:sz w:val="18"/>
                          <w:szCs w:val="18"/>
                          <w:u w:val="single"/>
                        </w:rPr>
                      </w:pPr>
                      <w:r w:rsidRPr="008D614C">
                        <w:rPr>
                          <w:b/>
                          <w:sz w:val="18"/>
                          <w:szCs w:val="18"/>
                        </w:rPr>
                        <w:t>Категория земель</w:t>
                      </w:r>
                      <w:r w:rsidRPr="008D614C">
                        <w:rPr>
                          <w:sz w:val="18"/>
                          <w:szCs w:val="18"/>
                        </w:rPr>
                        <w:t xml:space="preserve">: </w:t>
                      </w:r>
                      <w:r w:rsidRPr="008D614C">
                        <w:rPr>
                          <w:sz w:val="18"/>
                          <w:szCs w:val="18"/>
                          <w:u w:val="single"/>
                        </w:rPr>
                        <w:t>земли населенных пунктов</w:t>
                      </w:r>
                    </w:p>
                    <w:p w:rsidR="00005B10" w:rsidRDefault="00005B10" w:rsidP="00E90FA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005B10" w:rsidRPr="00005B10" w:rsidRDefault="00005B10" w:rsidP="00005B10">
      <w:pPr>
        <w:rPr>
          <w:sz w:val="18"/>
          <w:szCs w:val="18"/>
        </w:rPr>
      </w:pPr>
    </w:p>
    <w:p w:rsidR="006F3D4A" w:rsidRDefault="00DB580B" w:rsidP="00005B10">
      <w:pPr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 wp14:anchorId="5640B94E" wp14:editId="0C11D19C">
            <wp:extent cx="5457825" cy="61817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арк тп30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7825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E47AC" w:rsidRDefault="00FE47AC" w:rsidP="008D614C">
      <w:pPr>
        <w:rPr>
          <w:b/>
          <w:sz w:val="18"/>
          <w:szCs w:val="18"/>
        </w:rPr>
      </w:pPr>
    </w:p>
    <w:p w:rsidR="00005B10" w:rsidRPr="00706121" w:rsidRDefault="00005B10" w:rsidP="008D614C">
      <w:pPr>
        <w:rPr>
          <w:sz w:val="18"/>
          <w:szCs w:val="18"/>
        </w:rPr>
      </w:pPr>
      <w:r w:rsidRPr="00005B10">
        <w:rPr>
          <w:b/>
          <w:sz w:val="18"/>
          <w:szCs w:val="18"/>
        </w:rPr>
        <w:t>Масштаб 1:</w:t>
      </w:r>
      <w:r w:rsidR="00DB580B">
        <w:rPr>
          <w:b/>
          <w:sz w:val="18"/>
          <w:szCs w:val="18"/>
        </w:rPr>
        <w:t>20</w:t>
      </w:r>
      <w:r w:rsidRPr="00005B10">
        <w:rPr>
          <w:b/>
          <w:sz w:val="18"/>
          <w:szCs w:val="18"/>
        </w:rPr>
        <w:t>00</w:t>
      </w:r>
    </w:p>
    <w:p w:rsidR="00642E00" w:rsidRPr="00005B10" w:rsidRDefault="00DB580B" w:rsidP="00005B10">
      <w:pPr>
        <w:tabs>
          <w:tab w:val="left" w:pos="12407"/>
        </w:tabs>
        <w:rPr>
          <w:sz w:val="18"/>
          <w:szCs w:val="18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A27218" wp14:editId="14FFCC60">
                <wp:simplePos x="0" y="0"/>
                <wp:positionH relativeFrom="column">
                  <wp:posOffset>3810</wp:posOffset>
                </wp:positionH>
                <wp:positionV relativeFrom="paragraph">
                  <wp:posOffset>56515</wp:posOffset>
                </wp:positionV>
                <wp:extent cx="3172460" cy="3719195"/>
                <wp:effectExtent l="0" t="0" r="8890" b="0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2460" cy="3719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286" w:rsidRPr="00862724" w:rsidRDefault="00005B10" w:rsidP="00E01286">
                            <w:pPr>
                              <w:rPr>
                                <w:rFonts w:eastAsia="MS Mincho"/>
                                <w:b/>
                              </w:rPr>
                            </w:pP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E01286" w:rsidRPr="00862724">
                              <w:rPr>
                                <w:rFonts w:eastAsia="MS Mincho"/>
                                <w:b/>
                              </w:rPr>
                              <w:t>Координаты поворотных точек границ сервитута</w:t>
                            </w:r>
                          </w:p>
                          <w:p w:rsidR="00E01286" w:rsidRDefault="00E01286" w:rsidP="00E01286">
                            <w:pPr>
                              <w:jc w:val="center"/>
                              <w:rPr>
                                <w:rFonts w:eastAsia="MS Mincho"/>
                                <w:b/>
                              </w:rPr>
                            </w:pPr>
                            <w:r w:rsidRPr="00862724">
                              <w:rPr>
                                <w:rFonts w:eastAsia="MS Mincho"/>
                                <w:b/>
                              </w:rPr>
                              <w:t xml:space="preserve">Система координат: </w:t>
                            </w:r>
                            <w:proofErr w:type="gramStart"/>
                            <w:r>
                              <w:rPr>
                                <w:rFonts w:eastAsia="MS Mincho"/>
                                <w:b/>
                              </w:rPr>
                              <w:t>МСК</w:t>
                            </w:r>
                            <w:proofErr w:type="gramEnd"/>
                            <w:r>
                              <w:rPr>
                                <w:rFonts w:eastAsia="MS Mincho"/>
                                <w:b/>
                              </w:rPr>
                              <w:t xml:space="preserve"> г. Родники</w:t>
                            </w:r>
                          </w:p>
                          <w:p w:rsidR="00E01286" w:rsidRPr="00005B10" w:rsidRDefault="00E01286" w:rsidP="00E0128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tbl>
                            <w:tblPr>
                              <w:tblW w:w="3652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344"/>
                              <w:gridCol w:w="1032"/>
                              <w:gridCol w:w="1276"/>
                            </w:tblGrid>
                            <w:tr w:rsidR="00E01286" w:rsidRPr="00D12E30" w:rsidTr="00CF22E7">
                              <w:trPr>
                                <w:trHeight w:val="394"/>
                              </w:trPr>
                              <w:tc>
                                <w:tcPr>
                                  <w:tcW w:w="1344" w:type="dxa"/>
                                  <w:vMerge w:val="restart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01286" w:rsidRPr="00D12E30" w:rsidRDefault="00E01286" w:rsidP="00CF22E7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D12E30"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  <w:t>Обозначение характерных точек границ</w:t>
                                  </w:r>
                                </w:p>
                              </w:tc>
                              <w:tc>
                                <w:tcPr>
                                  <w:tcW w:w="2308" w:type="dxa"/>
                                  <w:gridSpan w:val="2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01286" w:rsidRPr="00D12E30" w:rsidRDefault="00E01286" w:rsidP="00CF22E7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D12E30"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  <w:t xml:space="preserve">Координаты, </w:t>
                                  </w:r>
                                  <w:proofErr w:type="gramStart"/>
                                  <w:r w:rsidRPr="00D12E30"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  <w:t>м</w:t>
                                  </w:r>
                                  <w:proofErr w:type="gramEnd"/>
                                </w:p>
                              </w:tc>
                            </w:tr>
                            <w:tr w:rsidR="00E01286" w:rsidRPr="00D12E30" w:rsidTr="00CF22E7">
                              <w:trPr>
                                <w:trHeight w:val="394"/>
                              </w:trPr>
                              <w:tc>
                                <w:tcPr>
                                  <w:tcW w:w="1344" w:type="dxa"/>
                                  <w:vMerge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</w:tcPr>
                                <w:p w:rsidR="00E01286" w:rsidRPr="00D12E30" w:rsidRDefault="00E01286" w:rsidP="00CF22E7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E01286" w:rsidRPr="00D12E30" w:rsidRDefault="00E01286" w:rsidP="00CF22E7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D12E30"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01286" w:rsidRPr="00D12E30" w:rsidRDefault="00E01286" w:rsidP="00CF22E7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D12E30">
                                    <w:rPr>
                                      <w:rFonts w:eastAsia="MS Mincho"/>
                                      <w:b/>
                                      <w:sz w:val="18"/>
                                      <w:szCs w:val="18"/>
                                    </w:rPr>
                                    <w:t>У</w:t>
                                  </w:r>
                                </w:p>
                              </w:tc>
                            </w:tr>
                            <w:tr w:rsidR="00E01286" w:rsidRPr="00D12E30" w:rsidTr="00CF22E7">
                              <w:trPr>
                                <w:trHeight w:val="227"/>
                              </w:trPr>
                              <w:tc>
                                <w:tcPr>
                                  <w:tcW w:w="1344" w:type="dxa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01286" w:rsidRPr="00D12E30" w:rsidRDefault="00E01286" w:rsidP="00CF22E7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  <w:r w:rsidRPr="00D12E30">
                                    <w:rPr>
                                      <w:rFonts w:eastAsia="MS Mincho"/>
                                      <w:b/>
                                      <w:sz w:val="14"/>
                                      <w:szCs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E01286" w:rsidRPr="00D12E30" w:rsidRDefault="00E01286" w:rsidP="00CF22E7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  <w:r w:rsidRPr="00D12E30">
                                    <w:rPr>
                                      <w:rFonts w:eastAsia="MS Mincho"/>
                                      <w:b/>
                                      <w:sz w:val="14"/>
                                      <w:szCs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01286" w:rsidRPr="00D12E30" w:rsidRDefault="00E01286" w:rsidP="00CF22E7">
                                  <w:pPr>
                                    <w:jc w:val="center"/>
                                    <w:rPr>
                                      <w:rFonts w:eastAsia="MS Mincho"/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  <w:r w:rsidRPr="00D12E30">
                                    <w:rPr>
                                      <w:rFonts w:eastAsia="MS Mincho"/>
                                      <w:b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1A19AA" w:rsidRPr="00D12E30" w:rsidTr="00CF22E7">
                              <w:trPr>
                                <w:trHeight w:val="170"/>
                              </w:trPr>
                              <w:tc>
                                <w:tcPr>
                                  <w:tcW w:w="1344" w:type="dxa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19AA" w:rsidRPr="00870DC7" w:rsidRDefault="001A19AA" w:rsidP="002403F4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н</w:t>
                                  </w:r>
                                  <w:proofErr w:type="gramStart"/>
                                  <w:r>
                                    <w:rPr>
                                      <w:color w:val="000000"/>
                                    </w:rPr>
                                    <w:t>1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1A19AA" w:rsidRPr="00870DC7" w:rsidRDefault="001A19AA" w:rsidP="002403F4">
                                  <w:pPr>
                                    <w:pStyle w:val="1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7081.52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19AA" w:rsidRPr="00870DC7" w:rsidRDefault="001A19AA" w:rsidP="002403F4">
                                  <w:pPr>
                                    <w:pStyle w:val="1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6825.06</w:t>
                                  </w:r>
                                </w:p>
                              </w:tc>
                            </w:tr>
                            <w:tr w:rsidR="001A19AA" w:rsidRPr="00D12E30" w:rsidTr="00CF22E7">
                              <w:trPr>
                                <w:trHeight w:val="170"/>
                              </w:trPr>
                              <w:tc>
                                <w:tcPr>
                                  <w:tcW w:w="1344" w:type="dxa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19AA" w:rsidRPr="00870DC7" w:rsidRDefault="001A19AA" w:rsidP="002403F4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н</w:t>
                                  </w:r>
                                  <w:proofErr w:type="gramStart"/>
                                  <w:r>
                                    <w:rPr>
                                      <w:color w:val="000000"/>
                                    </w:rPr>
                                    <w:t>2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1A19AA" w:rsidRPr="00870DC7" w:rsidRDefault="001A19AA" w:rsidP="002403F4">
                                  <w:pPr>
                                    <w:pStyle w:val="1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7081.21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19AA" w:rsidRPr="00870DC7" w:rsidRDefault="001A19AA" w:rsidP="002403F4">
                                  <w:pPr>
                                    <w:pStyle w:val="1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6825.54</w:t>
                                  </w:r>
                                </w:p>
                              </w:tc>
                            </w:tr>
                            <w:tr w:rsidR="001A19AA" w:rsidRPr="00D12E30" w:rsidTr="00CF22E7">
                              <w:trPr>
                                <w:trHeight w:val="170"/>
                              </w:trPr>
                              <w:tc>
                                <w:tcPr>
                                  <w:tcW w:w="1344" w:type="dxa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19AA" w:rsidRPr="00870DC7" w:rsidRDefault="001A19AA" w:rsidP="002403F4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н3</w:t>
                                  </w:r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1A19AA" w:rsidRPr="00870DC7" w:rsidRDefault="001A19AA" w:rsidP="002403F4">
                                  <w:pPr>
                                    <w:pStyle w:val="1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7080.63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19AA" w:rsidRPr="00870DC7" w:rsidRDefault="001A19AA" w:rsidP="002403F4">
                                  <w:pPr>
                                    <w:pStyle w:val="1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6825.54</w:t>
                                  </w:r>
                                </w:p>
                              </w:tc>
                            </w:tr>
                            <w:tr w:rsidR="001A19AA" w:rsidRPr="00D12E30" w:rsidTr="00CF22E7">
                              <w:trPr>
                                <w:trHeight w:val="170"/>
                              </w:trPr>
                              <w:tc>
                                <w:tcPr>
                                  <w:tcW w:w="1344" w:type="dxa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19AA" w:rsidRPr="00870DC7" w:rsidRDefault="001A19AA" w:rsidP="002403F4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н</w:t>
                                  </w:r>
                                  <w:proofErr w:type="gramStart"/>
                                  <w:r>
                                    <w:rPr>
                                      <w:color w:val="000000"/>
                                    </w:rPr>
                                    <w:t>4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1A19AA" w:rsidRPr="00870DC7" w:rsidRDefault="001A19AA" w:rsidP="002403F4">
                                  <w:pPr>
                                    <w:pStyle w:val="1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7080.37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19AA" w:rsidRPr="00870DC7" w:rsidRDefault="001A19AA" w:rsidP="002403F4">
                                  <w:pPr>
                                    <w:pStyle w:val="1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6825.07</w:t>
                                  </w:r>
                                </w:p>
                              </w:tc>
                            </w:tr>
                            <w:tr w:rsidR="001A19AA" w:rsidRPr="00D12E30" w:rsidTr="00CF22E7">
                              <w:trPr>
                                <w:trHeight w:val="170"/>
                              </w:trPr>
                              <w:tc>
                                <w:tcPr>
                                  <w:tcW w:w="1344" w:type="dxa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19AA" w:rsidRPr="00870DC7" w:rsidRDefault="001A19AA" w:rsidP="002403F4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н5</w:t>
                                  </w:r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1A19AA" w:rsidRPr="00870DC7" w:rsidRDefault="001A19AA" w:rsidP="002403F4">
                                  <w:pPr>
                                    <w:pStyle w:val="1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7080.63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19AA" w:rsidRPr="00870DC7" w:rsidRDefault="001A19AA" w:rsidP="002403F4">
                                  <w:pPr>
                                    <w:pStyle w:val="1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6824.57</w:t>
                                  </w:r>
                                </w:p>
                              </w:tc>
                            </w:tr>
                            <w:tr w:rsidR="001A19AA" w:rsidRPr="00D12E30" w:rsidTr="00CF22E7">
                              <w:trPr>
                                <w:trHeight w:val="170"/>
                              </w:trPr>
                              <w:tc>
                                <w:tcPr>
                                  <w:tcW w:w="1344" w:type="dxa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19AA" w:rsidRPr="00870DC7" w:rsidRDefault="001A19AA" w:rsidP="002403F4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н</w:t>
                                  </w:r>
                                  <w:proofErr w:type="gramStart"/>
                                  <w:r>
                                    <w:rPr>
                                      <w:color w:val="000000"/>
                                    </w:rPr>
                                    <w:t>6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1A19AA" w:rsidRPr="00870DC7" w:rsidRDefault="001A19AA" w:rsidP="002403F4">
                                  <w:pPr>
                                    <w:pStyle w:val="1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7081.21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19AA" w:rsidRPr="00870DC7" w:rsidRDefault="001A19AA" w:rsidP="002403F4">
                                  <w:pPr>
                                    <w:pStyle w:val="1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6824.57</w:t>
                                  </w:r>
                                </w:p>
                              </w:tc>
                            </w:tr>
                            <w:tr w:rsidR="001A19AA" w:rsidRPr="00D12E30" w:rsidTr="00CF22E7">
                              <w:trPr>
                                <w:trHeight w:val="170"/>
                              </w:trPr>
                              <w:tc>
                                <w:tcPr>
                                  <w:tcW w:w="1344" w:type="dxa"/>
                                  <w:tcBorders>
                                    <w:lef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19AA" w:rsidRPr="00870DC7" w:rsidRDefault="001A19AA" w:rsidP="002403F4">
                                  <w:pPr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н</w:t>
                                  </w:r>
                                  <w:proofErr w:type="gramStart"/>
                                  <w:r>
                                    <w:rPr>
                                      <w:color w:val="000000"/>
                                    </w:rPr>
                                    <w:t>1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032" w:type="dxa"/>
                                  <w:shd w:val="clear" w:color="auto" w:fill="auto"/>
                                  <w:vAlign w:val="center"/>
                                </w:tcPr>
                                <w:p w:rsidR="001A19AA" w:rsidRPr="00870DC7" w:rsidRDefault="001A19AA" w:rsidP="002403F4">
                                  <w:pPr>
                                    <w:pStyle w:val="1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7081.52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right w:val="doub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A19AA" w:rsidRPr="00870DC7" w:rsidRDefault="001A19AA" w:rsidP="002403F4">
                                  <w:pPr>
                                    <w:pStyle w:val="1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6825.06</w:t>
                                  </w:r>
                                </w:p>
                              </w:tc>
                            </w:tr>
                          </w:tbl>
                          <w:p w:rsidR="00E01286" w:rsidRPr="00862724" w:rsidRDefault="00E01286" w:rsidP="00E01286">
                            <w:pPr>
                              <w:jc w:val="center"/>
                              <w:rPr>
                                <w:rFonts w:eastAsia="MS Mincho"/>
                                <w:b/>
                              </w:rPr>
                            </w:pPr>
                          </w:p>
                          <w:p w:rsidR="00E01286" w:rsidRPr="00083AC2" w:rsidRDefault="00E01286" w:rsidP="00E0128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05B10" w:rsidRPr="00005B10" w:rsidRDefault="00005B10" w:rsidP="008E60A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05B10" w:rsidRPr="00005B10" w:rsidRDefault="00005B10" w:rsidP="00C762E1">
                            <w:pPr>
                              <w:tabs>
                                <w:tab w:val="left" w:pos="1336"/>
                              </w:tabs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05B10" w:rsidRPr="00C762E1" w:rsidRDefault="00005B10" w:rsidP="00C762E1">
                            <w:r w:rsidRPr="00C762E1">
                              <w:t xml:space="preserve"> </w:t>
                            </w:r>
                          </w:p>
                          <w:p w:rsidR="00005B10" w:rsidRPr="00083AC2" w:rsidRDefault="00005B10" w:rsidP="00C762E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" o:spid="_x0000_s1029" type="#_x0000_t202" style="position:absolute;margin-left:.3pt;margin-top:4.45pt;width:249.8pt;height:292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" stroked="f">
                <v:textbox>
                  <w:txbxContent>
                    <w:p w:rsidR="00E01286" w:rsidRPr="00862724" w:rsidRDefault="00005B10" w:rsidP="00E01286">
                      <w:pPr>
                        <w:rPr>
                          <w:rFonts w:eastAsia="MS Mincho"/>
                          <w:b/>
                        </w:rPr>
                      </w:pPr>
                      <w:r w:rsidRPr="00005B10">
                        <w:rPr>
                          <w:sz w:val="16"/>
                          <w:szCs w:val="16"/>
                        </w:rPr>
                        <w:t xml:space="preserve">  </w:t>
                      </w:r>
                      <w:r w:rsidR="00E01286" w:rsidRPr="00862724">
                        <w:rPr>
                          <w:rFonts w:eastAsia="MS Mincho"/>
                          <w:b/>
                        </w:rPr>
                        <w:t>Координаты поворотных точек границ сервитута</w:t>
                      </w:r>
                    </w:p>
                    <w:p w:rsidR="00E01286" w:rsidRDefault="00E01286" w:rsidP="00E01286">
                      <w:pPr>
                        <w:jc w:val="center"/>
                        <w:rPr>
                          <w:rFonts w:eastAsia="MS Mincho"/>
                          <w:b/>
                        </w:rPr>
                      </w:pPr>
                      <w:r w:rsidRPr="00862724">
                        <w:rPr>
                          <w:rFonts w:eastAsia="MS Mincho"/>
                          <w:b/>
                        </w:rPr>
                        <w:t xml:space="preserve">Система координат: </w:t>
                      </w:r>
                      <w:proofErr w:type="gramStart"/>
                      <w:r>
                        <w:rPr>
                          <w:rFonts w:eastAsia="MS Mincho"/>
                          <w:b/>
                        </w:rPr>
                        <w:t>МСК</w:t>
                      </w:r>
                      <w:proofErr w:type="gramEnd"/>
                      <w:r>
                        <w:rPr>
                          <w:rFonts w:eastAsia="MS Mincho"/>
                          <w:b/>
                        </w:rPr>
                        <w:t xml:space="preserve"> г. Родники</w:t>
                      </w:r>
                    </w:p>
                    <w:p w:rsidR="00E01286" w:rsidRPr="00005B10" w:rsidRDefault="00E01286" w:rsidP="00E01286">
                      <w:pPr>
                        <w:rPr>
                          <w:sz w:val="18"/>
                          <w:szCs w:val="18"/>
                        </w:rPr>
                      </w:pPr>
                    </w:p>
                    <w:tbl>
                      <w:tblPr>
                        <w:tblW w:w="3652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344"/>
                        <w:gridCol w:w="1032"/>
                        <w:gridCol w:w="1276"/>
                      </w:tblGrid>
                      <w:tr w:rsidR="00E01286" w:rsidRPr="00D12E30" w:rsidTr="00CF22E7">
                        <w:trPr>
                          <w:trHeight w:val="394"/>
                        </w:trPr>
                        <w:tc>
                          <w:tcPr>
                            <w:tcW w:w="1344" w:type="dxa"/>
                            <w:vMerge w:val="restart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E01286" w:rsidRPr="00D12E30" w:rsidRDefault="00E01286" w:rsidP="00CF22E7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</w:pPr>
                            <w:r w:rsidRPr="00D12E30"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  <w:t>Обозначение характерных точек границ</w:t>
                            </w:r>
                          </w:p>
                        </w:tc>
                        <w:tc>
                          <w:tcPr>
                            <w:tcW w:w="2308" w:type="dxa"/>
                            <w:gridSpan w:val="2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E01286" w:rsidRPr="00D12E30" w:rsidRDefault="00E01286" w:rsidP="00CF22E7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</w:pPr>
                            <w:r w:rsidRPr="00D12E30"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  <w:t xml:space="preserve">Координаты, </w:t>
                            </w:r>
                            <w:proofErr w:type="gramStart"/>
                            <w:r w:rsidRPr="00D12E30"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  <w:t>м</w:t>
                            </w:r>
                            <w:proofErr w:type="gramEnd"/>
                          </w:p>
                        </w:tc>
                      </w:tr>
                      <w:tr w:rsidR="00E01286" w:rsidRPr="00D12E30" w:rsidTr="00CF22E7">
                        <w:trPr>
                          <w:trHeight w:val="394"/>
                        </w:trPr>
                        <w:tc>
                          <w:tcPr>
                            <w:tcW w:w="1344" w:type="dxa"/>
                            <w:vMerge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</w:tcPr>
                          <w:p w:rsidR="00E01286" w:rsidRPr="00D12E30" w:rsidRDefault="00E01286" w:rsidP="00CF22E7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E01286" w:rsidRPr="00D12E30" w:rsidRDefault="00E01286" w:rsidP="00CF22E7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</w:pPr>
                            <w:r w:rsidRPr="00D12E30"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E01286" w:rsidRPr="00D12E30" w:rsidRDefault="00E01286" w:rsidP="00CF22E7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</w:pPr>
                            <w:r w:rsidRPr="00D12E30">
                              <w:rPr>
                                <w:rFonts w:eastAsia="MS Mincho"/>
                                <w:b/>
                                <w:sz w:val="18"/>
                                <w:szCs w:val="18"/>
                              </w:rPr>
                              <w:t>У</w:t>
                            </w:r>
                          </w:p>
                        </w:tc>
                      </w:tr>
                      <w:tr w:rsidR="00E01286" w:rsidRPr="00D12E30" w:rsidTr="00CF22E7">
                        <w:trPr>
                          <w:trHeight w:val="227"/>
                        </w:trPr>
                        <w:tc>
                          <w:tcPr>
                            <w:tcW w:w="1344" w:type="dxa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E01286" w:rsidRPr="00D12E30" w:rsidRDefault="00E01286" w:rsidP="00CF22E7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4"/>
                                <w:szCs w:val="14"/>
                              </w:rPr>
                            </w:pPr>
                            <w:r w:rsidRPr="00D12E30">
                              <w:rPr>
                                <w:rFonts w:eastAsia="MS Mincho"/>
                                <w:b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E01286" w:rsidRPr="00D12E30" w:rsidRDefault="00E01286" w:rsidP="00CF22E7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4"/>
                                <w:szCs w:val="14"/>
                              </w:rPr>
                            </w:pPr>
                            <w:r w:rsidRPr="00D12E30">
                              <w:rPr>
                                <w:rFonts w:eastAsia="MS Mincho"/>
                                <w:b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E01286" w:rsidRPr="00D12E30" w:rsidRDefault="00E01286" w:rsidP="00CF22E7">
                            <w:pPr>
                              <w:jc w:val="center"/>
                              <w:rPr>
                                <w:rFonts w:eastAsia="MS Mincho"/>
                                <w:b/>
                                <w:sz w:val="14"/>
                                <w:szCs w:val="14"/>
                              </w:rPr>
                            </w:pPr>
                            <w:r w:rsidRPr="00D12E30">
                              <w:rPr>
                                <w:rFonts w:eastAsia="MS Mincho"/>
                                <w:b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c>
                      </w:tr>
                      <w:tr w:rsidR="001A19AA" w:rsidRPr="00D12E30" w:rsidTr="00CF22E7">
                        <w:trPr>
                          <w:trHeight w:val="170"/>
                        </w:trPr>
                        <w:tc>
                          <w:tcPr>
                            <w:tcW w:w="1344" w:type="dxa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1A19AA" w:rsidRPr="00870DC7" w:rsidRDefault="001A19AA" w:rsidP="002403F4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н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1</w:t>
                            </w:r>
                            <w:proofErr w:type="gramEnd"/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1A19AA" w:rsidRPr="00870DC7" w:rsidRDefault="001A19AA" w:rsidP="002403F4">
                            <w:pPr>
                              <w:pStyle w:val="1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7081.52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1A19AA" w:rsidRPr="00870DC7" w:rsidRDefault="001A19AA" w:rsidP="002403F4">
                            <w:pPr>
                              <w:pStyle w:val="1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6825.06</w:t>
                            </w:r>
                          </w:p>
                        </w:tc>
                      </w:tr>
                      <w:tr w:rsidR="001A19AA" w:rsidRPr="00D12E30" w:rsidTr="00CF22E7">
                        <w:trPr>
                          <w:trHeight w:val="170"/>
                        </w:trPr>
                        <w:tc>
                          <w:tcPr>
                            <w:tcW w:w="1344" w:type="dxa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1A19AA" w:rsidRPr="00870DC7" w:rsidRDefault="001A19AA" w:rsidP="002403F4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н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2</w:t>
                            </w:r>
                            <w:proofErr w:type="gramEnd"/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1A19AA" w:rsidRPr="00870DC7" w:rsidRDefault="001A19AA" w:rsidP="002403F4">
                            <w:pPr>
                              <w:pStyle w:val="1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7081.21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1A19AA" w:rsidRPr="00870DC7" w:rsidRDefault="001A19AA" w:rsidP="002403F4">
                            <w:pPr>
                              <w:pStyle w:val="1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6825.54</w:t>
                            </w:r>
                          </w:p>
                        </w:tc>
                      </w:tr>
                      <w:tr w:rsidR="001A19AA" w:rsidRPr="00D12E30" w:rsidTr="00CF22E7">
                        <w:trPr>
                          <w:trHeight w:val="170"/>
                        </w:trPr>
                        <w:tc>
                          <w:tcPr>
                            <w:tcW w:w="1344" w:type="dxa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1A19AA" w:rsidRPr="00870DC7" w:rsidRDefault="001A19AA" w:rsidP="002403F4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н3</w:t>
                            </w:r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1A19AA" w:rsidRPr="00870DC7" w:rsidRDefault="001A19AA" w:rsidP="002403F4">
                            <w:pPr>
                              <w:pStyle w:val="1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7080.63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1A19AA" w:rsidRPr="00870DC7" w:rsidRDefault="001A19AA" w:rsidP="002403F4">
                            <w:pPr>
                              <w:pStyle w:val="1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6825.54</w:t>
                            </w:r>
                          </w:p>
                        </w:tc>
                      </w:tr>
                      <w:tr w:rsidR="001A19AA" w:rsidRPr="00D12E30" w:rsidTr="00CF22E7">
                        <w:trPr>
                          <w:trHeight w:val="170"/>
                        </w:trPr>
                        <w:tc>
                          <w:tcPr>
                            <w:tcW w:w="1344" w:type="dxa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1A19AA" w:rsidRPr="00870DC7" w:rsidRDefault="001A19AA" w:rsidP="002403F4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н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4</w:t>
                            </w:r>
                            <w:proofErr w:type="gramEnd"/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1A19AA" w:rsidRPr="00870DC7" w:rsidRDefault="001A19AA" w:rsidP="002403F4">
                            <w:pPr>
                              <w:pStyle w:val="1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7080.37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1A19AA" w:rsidRPr="00870DC7" w:rsidRDefault="001A19AA" w:rsidP="002403F4">
                            <w:pPr>
                              <w:pStyle w:val="1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6825.07</w:t>
                            </w:r>
                          </w:p>
                        </w:tc>
                      </w:tr>
                      <w:tr w:rsidR="001A19AA" w:rsidRPr="00D12E30" w:rsidTr="00CF22E7">
                        <w:trPr>
                          <w:trHeight w:val="170"/>
                        </w:trPr>
                        <w:tc>
                          <w:tcPr>
                            <w:tcW w:w="1344" w:type="dxa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1A19AA" w:rsidRPr="00870DC7" w:rsidRDefault="001A19AA" w:rsidP="002403F4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н5</w:t>
                            </w:r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1A19AA" w:rsidRPr="00870DC7" w:rsidRDefault="001A19AA" w:rsidP="002403F4">
                            <w:pPr>
                              <w:pStyle w:val="1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7080.63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1A19AA" w:rsidRPr="00870DC7" w:rsidRDefault="001A19AA" w:rsidP="002403F4">
                            <w:pPr>
                              <w:pStyle w:val="1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6824.57</w:t>
                            </w:r>
                          </w:p>
                        </w:tc>
                      </w:tr>
                      <w:tr w:rsidR="001A19AA" w:rsidRPr="00D12E30" w:rsidTr="00CF22E7">
                        <w:trPr>
                          <w:trHeight w:val="170"/>
                        </w:trPr>
                        <w:tc>
                          <w:tcPr>
                            <w:tcW w:w="1344" w:type="dxa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1A19AA" w:rsidRPr="00870DC7" w:rsidRDefault="001A19AA" w:rsidP="002403F4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н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6</w:t>
                            </w:r>
                            <w:proofErr w:type="gramEnd"/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1A19AA" w:rsidRPr="00870DC7" w:rsidRDefault="001A19AA" w:rsidP="002403F4">
                            <w:pPr>
                              <w:pStyle w:val="1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7081.21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1A19AA" w:rsidRPr="00870DC7" w:rsidRDefault="001A19AA" w:rsidP="002403F4">
                            <w:pPr>
                              <w:pStyle w:val="1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6824.57</w:t>
                            </w:r>
                          </w:p>
                        </w:tc>
                      </w:tr>
                      <w:tr w:rsidR="001A19AA" w:rsidRPr="00D12E30" w:rsidTr="00CF22E7">
                        <w:trPr>
                          <w:trHeight w:val="170"/>
                        </w:trPr>
                        <w:tc>
                          <w:tcPr>
                            <w:tcW w:w="1344" w:type="dxa"/>
                            <w:tcBorders>
                              <w:lef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1A19AA" w:rsidRPr="00870DC7" w:rsidRDefault="001A19AA" w:rsidP="002403F4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н</w:t>
                            </w:r>
                            <w:proofErr w:type="gramStart"/>
                            <w:r>
                              <w:rPr>
                                <w:color w:val="000000"/>
                              </w:rPr>
                              <w:t>1</w:t>
                            </w:r>
                            <w:proofErr w:type="gramEnd"/>
                          </w:p>
                        </w:tc>
                        <w:tc>
                          <w:tcPr>
                            <w:tcW w:w="1032" w:type="dxa"/>
                            <w:shd w:val="clear" w:color="auto" w:fill="auto"/>
                            <w:vAlign w:val="center"/>
                          </w:tcPr>
                          <w:p w:rsidR="001A19AA" w:rsidRPr="00870DC7" w:rsidRDefault="001A19AA" w:rsidP="002403F4">
                            <w:pPr>
                              <w:pStyle w:val="1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7081.52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right w:val="doub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1A19AA" w:rsidRPr="00870DC7" w:rsidRDefault="001A19AA" w:rsidP="002403F4">
                            <w:pPr>
                              <w:pStyle w:val="1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6825.06</w:t>
                            </w:r>
                          </w:p>
                        </w:tc>
                      </w:tr>
                    </w:tbl>
                    <w:p w:rsidR="00E01286" w:rsidRPr="00862724" w:rsidRDefault="00E01286" w:rsidP="00E01286">
                      <w:pPr>
                        <w:jc w:val="center"/>
                        <w:rPr>
                          <w:rFonts w:eastAsia="MS Mincho"/>
                          <w:b/>
                        </w:rPr>
                      </w:pPr>
                    </w:p>
                    <w:p w:rsidR="00E01286" w:rsidRPr="00083AC2" w:rsidRDefault="00E01286" w:rsidP="00E01286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005B10" w:rsidRPr="00005B10" w:rsidRDefault="00005B10" w:rsidP="008E60A3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005B10" w:rsidRPr="00005B10" w:rsidRDefault="00005B10" w:rsidP="00C762E1">
                      <w:pPr>
                        <w:tabs>
                          <w:tab w:val="left" w:pos="1336"/>
                        </w:tabs>
                        <w:rPr>
                          <w:sz w:val="16"/>
                          <w:szCs w:val="16"/>
                        </w:rPr>
                      </w:pPr>
                    </w:p>
                    <w:p w:rsidR="00005B10" w:rsidRPr="00C762E1" w:rsidRDefault="00005B10" w:rsidP="00C762E1">
                      <w:r w:rsidRPr="00C762E1">
                        <w:t xml:space="preserve"> </w:t>
                      </w:r>
                    </w:p>
                    <w:p w:rsidR="00005B10" w:rsidRPr="00083AC2" w:rsidRDefault="00005B10" w:rsidP="00C762E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498424B" wp14:editId="20341F53">
                <wp:simplePos x="0" y="0"/>
                <wp:positionH relativeFrom="column">
                  <wp:posOffset>3140075</wp:posOffset>
                </wp:positionH>
                <wp:positionV relativeFrom="paragraph">
                  <wp:posOffset>-1270</wp:posOffset>
                </wp:positionV>
                <wp:extent cx="6823710" cy="2741295"/>
                <wp:effectExtent l="76200" t="171450" r="72390" b="173355"/>
                <wp:wrapNone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5806">
                          <a:off x="0" y="0"/>
                          <a:ext cx="6823710" cy="2741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4B54" w:rsidRDefault="00344B54" w:rsidP="00344B54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34376E">
                              <w:rPr>
                                <w:b/>
                                <w:sz w:val="22"/>
                                <w:szCs w:val="22"/>
                              </w:rPr>
                              <w:t>Условные обозначения:</w:t>
                            </w:r>
                          </w:p>
                          <w:p w:rsidR="00344B54" w:rsidRPr="0034376E" w:rsidRDefault="00344B54" w:rsidP="00344B54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344B54" w:rsidRDefault="00FE47AC" w:rsidP="00344B5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noProof/>
                                <w:color w:val="FF0000"/>
                                <w:sz w:val="28"/>
                                <w:szCs w:val="28"/>
                              </w:rPr>
                              <w:t>____</w:t>
                            </w:r>
                            <w:r w:rsidR="00344B54" w:rsidRPr="00E65BAF">
                              <w:rPr>
                                <w:color w:val="FF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44B54" w:rsidRPr="00C762E1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44B54">
                              <w:rPr>
                                <w:sz w:val="28"/>
                                <w:szCs w:val="28"/>
                              </w:rPr>
                              <w:t xml:space="preserve">    </w:t>
                            </w:r>
                            <w:r w:rsidR="00344B54" w:rsidRPr="00005B10">
                              <w:rPr>
                                <w:sz w:val="18"/>
                                <w:szCs w:val="18"/>
                              </w:rPr>
                              <w:t>-</w:t>
                            </w:r>
                            <w:r w:rsidR="00344B54" w:rsidRPr="00C762E1">
                              <w:t xml:space="preserve"> </w: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>зона планируемой границы сферы действия публичного сервитута</w:t>
                            </w:r>
                          </w:p>
                          <w:p w:rsidR="00FE47AC" w:rsidRPr="00005B10" w:rsidRDefault="00FE47AC" w:rsidP="00344B5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44B54" w:rsidRPr="00CD7312" w:rsidRDefault="00344B54" w:rsidP="00344B54"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005B10">
                              <w:rPr>
                                <w:strike/>
                                <w:color w:val="00B0F0"/>
                                <w:sz w:val="16"/>
                                <w:szCs w:val="16"/>
                              </w:rPr>
                              <w:t>----------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             - границы существующих земельных участков</w:t>
                            </w:r>
                            <w:r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   </w:t>
                            </w:r>
                          </w:p>
                          <w:p w:rsidR="00344B54" w:rsidRDefault="00E01286" w:rsidP="00344B5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D222E">
                              <w:rPr>
                                <w:color w:val="00B050"/>
                                <w:sz w:val="16"/>
                                <w:szCs w:val="16"/>
                              </w:rPr>
                              <w:t>========</w:t>
                            </w:r>
                            <w:r w:rsidR="00344B54" w:rsidRPr="004D222E">
                              <w:rPr>
                                <w:color w:val="00B05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44B54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 w:rsidR="00344B54"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>- границ</w:t>
                            </w:r>
                            <w:r w:rsidR="00344B54">
                              <w:rPr>
                                <w:sz w:val="16"/>
                                <w:szCs w:val="16"/>
                              </w:rPr>
                              <w:t>ы кадастрового квартала</w:t>
                            </w:r>
                          </w:p>
                          <w:p w:rsidR="00344B54" w:rsidRPr="0016423C" w:rsidRDefault="00344B54" w:rsidP="00344B54">
                            <w:pPr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:31  </w:t>
                            </w:r>
                            <w:r w:rsidRPr="00005B10"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color w:val="00B0F0"/>
                                <w:sz w:val="16"/>
                                <w:szCs w:val="16"/>
                              </w:rPr>
                              <w:t xml:space="preserve">                 </w:t>
                            </w:r>
                            <w:r w:rsidRPr="00005B10">
                              <w:rPr>
                                <w:sz w:val="16"/>
                                <w:szCs w:val="16"/>
                              </w:rPr>
                              <w:t xml:space="preserve">- кадастровый номер земельного участка                                                                  </w:t>
                            </w:r>
                          </w:p>
                          <w:p w:rsidR="00344B54" w:rsidRPr="00005B10" w:rsidRDefault="00C4064C" w:rsidP="00344B5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>37:15</w:t>
                            </w:r>
                            <w:r w:rsidR="00344B54" w:rsidRPr="00005B10"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>:0</w:t>
                            </w:r>
                            <w:r w:rsidR="00344B54">
                              <w:rPr>
                                <w:b/>
                                <w:color w:val="002060"/>
                                <w:sz w:val="16"/>
                                <w:szCs w:val="16"/>
                              </w:rPr>
                              <w:t>20105</w: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344B54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 xml:space="preserve">- номер кадастрового квартала                                                                                                                                    </w:t>
                            </w:r>
                            <w:r w:rsidR="00344B54">
                              <w:rPr>
                                <w:sz w:val="16"/>
                                <w:szCs w:val="16"/>
                              </w:rPr>
                              <w:t xml:space="preserve">                                                  </w: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 xml:space="preserve">           </w: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object w:dxaOrig="405" w:dyaOrig="39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11.9pt;height:5pt" o:ole="">
                                  <v:imagedata r:id="rId8" o:title=""/>
                                </v:shape>
                                <o:OLEObject Type="Embed" ProgID="PBrush" ShapeID="_x0000_i1025" DrawAspect="Content" ObjectID="_1670057602" r:id="rId9"/>
                              </w:objec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344B54"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>н</w:t>
                            </w:r>
                            <w:proofErr w:type="gramStart"/>
                            <w:r w:rsidR="00344B54" w:rsidRPr="00005B10">
                              <w:rPr>
                                <w:color w:val="000000"/>
                                <w:sz w:val="16"/>
                                <w:szCs w:val="16"/>
                              </w:rPr>
                              <w:t>1</w:t>
                            </w:r>
                            <w:proofErr w:type="gramEnd"/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 xml:space="preserve">             </w:t>
                            </w:r>
                            <w:r w:rsidR="00344B54"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344B54" w:rsidRPr="00005B10">
                              <w:rPr>
                                <w:sz w:val="16"/>
                                <w:szCs w:val="16"/>
                              </w:rPr>
                              <w:t xml:space="preserve">- характерная точка </w:t>
                            </w:r>
                          </w:p>
                          <w:p w:rsidR="00344B54" w:rsidRPr="0034376E" w:rsidRDefault="00344B54" w:rsidP="00344B5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05B10" w:rsidRPr="003144CE" w:rsidRDefault="00005B10" w:rsidP="00706121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1" o:spid="_x0000_s1030" type="#_x0000_t202" style="position:absolute;margin-left:247.25pt;margin-top:-.1pt;width:537.3pt;height:215.85pt;rotation:181104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" stroked="f">
                <v:textbox>
                  <w:txbxContent>
                    <w:p w:rsidR="00344B54" w:rsidRDefault="00344B54" w:rsidP="00344B54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 w:rsidRPr="0034376E">
                        <w:rPr>
                          <w:b/>
                          <w:sz w:val="22"/>
                          <w:szCs w:val="22"/>
                        </w:rPr>
                        <w:t>Условные обозначения:</w:t>
                      </w:r>
                    </w:p>
                    <w:p w:rsidR="00344B54" w:rsidRPr="0034376E" w:rsidRDefault="00344B54" w:rsidP="00344B54">
                      <w:pPr>
                        <w:rPr>
                          <w:b/>
                          <w:sz w:val="22"/>
                          <w:szCs w:val="22"/>
                        </w:rPr>
                      </w:pPr>
                    </w:p>
                    <w:p w:rsidR="00344B54" w:rsidRDefault="00FE47AC" w:rsidP="00344B5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noProof/>
                          <w:color w:val="FF0000"/>
                          <w:sz w:val="28"/>
                          <w:szCs w:val="28"/>
                        </w:rPr>
                        <w:t>____</w:t>
                      </w:r>
                      <w:r w:rsidR="00344B54" w:rsidRPr="00E65BAF">
                        <w:rPr>
                          <w:color w:val="FF0000"/>
                          <w:sz w:val="28"/>
                          <w:szCs w:val="28"/>
                        </w:rPr>
                        <w:t xml:space="preserve"> </w:t>
                      </w:r>
                      <w:r w:rsidR="00344B54" w:rsidRPr="00C762E1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344B54">
                        <w:rPr>
                          <w:sz w:val="28"/>
                          <w:szCs w:val="28"/>
                        </w:rPr>
                        <w:t xml:space="preserve">    </w:t>
                      </w:r>
                      <w:r w:rsidR="00344B54" w:rsidRPr="00005B10">
                        <w:rPr>
                          <w:sz w:val="18"/>
                          <w:szCs w:val="18"/>
                        </w:rPr>
                        <w:t>-</w:t>
                      </w:r>
                      <w:r w:rsidR="00344B54" w:rsidRPr="00C762E1">
                        <w:t xml:space="preserve"> </w: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t>зона планируемой границы сферы действия публичного сервитута</w:t>
                      </w:r>
                    </w:p>
                    <w:p w:rsidR="00FE47AC" w:rsidRPr="00005B10" w:rsidRDefault="00FE47AC" w:rsidP="00344B54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344B54" w:rsidRPr="00CD7312" w:rsidRDefault="00344B54" w:rsidP="00344B54">
                      <w:pPr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005B10">
                        <w:rPr>
                          <w:strike/>
                          <w:color w:val="00B0F0"/>
                          <w:sz w:val="16"/>
                          <w:szCs w:val="16"/>
                        </w:rPr>
                        <w:t>----------</w: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             - границы существующих земельных участков</w:t>
                      </w:r>
                      <w:r w:rsidRPr="00005B10">
                        <w:rPr>
                          <w:color w:val="000000"/>
                          <w:sz w:val="16"/>
                          <w:szCs w:val="16"/>
                        </w:rPr>
                        <w:t xml:space="preserve">    </w:t>
                      </w:r>
                    </w:p>
                    <w:p w:rsidR="00344B54" w:rsidRDefault="00E01286" w:rsidP="00344B54">
                      <w:pPr>
                        <w:rPr>
                          <w:sz w:val="16"/>
                          <w:szCs w:val="16"/>
                        </w:rPr>
                      </w:pPr>
                      <w:r w:rsidRPr="004D222E">
                        <w:rPr>
                          <w:color w:val="00B050"/>
                          <w:sz w:val="16"/>
                          <w:szCs w:val="16"/>
                        </w:rPr>
                        <w:t>========</w:t>
                      </w:r>
                      <w:r w:rsidR="00344B54" w:rsidRPr="004D222E">
                        <w:rPr>
                          <w:color w:val="00B050"/>
                          <w:sz w:val="16"/>
                          <w:szCs w:val="16"/>
                        </w:rPr>
                        <w:t xml:space="preserve"> </w:t>
                      </w:r>
                      <w:r w:rsidR="00344B54">
                        <w:rPr>
                          <w:color w:val="000000"/>
                          <w:sz w:val="16"/>
                          <w:szCs w:val="16"/>
                        </w:rPr>
                        <w:t xml:space="preserve">     </w:t>
                      </w:r>
                      <w:r w:rsidR="00344B54" w:rsidRPr="00005B10">
                        <w:rPr>
                          <w:color w:val="000000"/>
                          <w:sz w:val="16"/>
                          <w:szCs w:val="16"/>
                        </w:rPr>
                        <w:t xml:space="preserve">  </w: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t>- границ</w:t>
                      </w:r>
                      <w:r w:rsidR="00344B54">
                        <w:rPr>
                          <w:sz w:val="16"/>
                          <w:szCs w:val="16"/>
                        </w:rPr>
                        <w:t>ы кадастрового квартала</w:t>
                      </w:r>
                    </w:p>
                    <w:p w:rsidR="00344B54" w:rsidRPr="0016423C" w:rsidRDefault="00344B54" w:rsidP="00344B54">
                      <w:pPr>
                        <w:rPr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color w:val="00B0F0"/>
                          <w:sz w:val="16"/>
                          <w:szCs w:val="16"/>
                        </w:rPr>
                        <w:t xml:space="preserve">:31  </w:t>
                      </w:r>
                      <w:r w:rsidRPr="00005B10">
                        <w:rPr>
                          <w:color w:val="00B0F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color w:val="00B0F0"/>
                          <w:sz w:val="16"/>
                          <w:szCs w:val="16"/>
                        </w:rPr>
                        <w:t xml:space="preserve">                 </w:t>
                      </w:r>
                      <w:r w:rsidRPr="00005B10">
                        <w:rPr>
                          <w:sz w:val="16"/>
                          <w:szCs w:val="16"/>
                        </w:rPr>
                        <w:t xml:space="preserve">- кадастровый номер земельного участка                                                                  </w:t>
                      </w:r>
                    </w:p>
                    <w:p w:rsidR="00344B54" w:rsidRPr="00005B10" w:rsidRDefault="00C4064C" w:rsidP="00344B5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color w:val="002060"/>
                          <w:sz w:val="16"/>
                          <w:szCs w:val="16"/>
                        </w:rPr>
                        <w:t>37:15</w:t>
                      </w:r>
                      <w:r w:rsidR="00344B54" w:rsidRPr="00005B10">
                        <w:rPr>
                          <w:b/>
                          <w:color w:val="002060"/>
                          <w:sz w:val="16"/>
                          <w:szCs w:val="16"/>
                        </w:rPr>
                        <w:t>:0</w:t>
                      </w:r>
                      <w:r w:rsidR="00344B54">
                        <w:rPr>
                          <w:b/>
                          <w:color w:val="002060"/>
                          <w:sz w:val="16"/>
                          <w:szCs w:val="16"/>
                        </w:rPr>
                        <w:t>20105</w: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t xml:space="preserve">  </w:t>
                      </w:r>
                      <w:r w:rsidR="00344B54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t xml:space="preserve">- номер кадастрового квартала                                                                                                                                    </w:t>
                      </w:r>
                      <w:r w:rsidR="00344B54">
                        <w:rPr>
                          <w:sz w:val="16"/>
                          <w:szCs w:val="16"/>
                        </w:rPr>
                        <w:t xml:space="preserve">                                                  </w: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t xml:space="preserve">           </w: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object w:dxaOrig="405" w:dyaOrig="390">
                          <v:shape id="_x0000_i1025" type="#_x0000_t75" style="width:11.9pt;height:5pt" o:ole="">
                            <v:imagedata r:id="rId8" o:title=""/>
                          </v:shape>
                          <o:OLEObject Type="Embed" ProgID="PBrush" ShapeID="_x0000_i1025" DrawAspect="Content" ObjectID="_1670057602" r:id="rId10"/>
                        </w:objec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344B54" w:rsidRPr="00005B10">
                        <w:rPr>
                          <w:color w:val="000000"/>
                          <w:sz w:val="16"/>
                          <w:szCs w:val="16"/>
                        </w:rPr>
                        <w:t>н</w:t>
                      </w:r>
                      <w:proofErr w:type="gramStart"/>
                      <w:r w:rsidR="00344B54" w:rsidRPr="00005B10">
                        <w:rPr>
                          <w:color w:val="000000"/>
                          <w:sz w:val="16"/>
                          <w:szCs w:val="16"/>
                        </w:rPr>
                        <w:t>1</w:t>
                      </w:r>
                      <w:proofErr w:type="gramEnd"/>
                      <w:r w:rsidR="00344B54" w:rsidRPr="00005B10">
                        <w:rPr>
                          <w:sz w:val="16"/>
                          <w:szCs w:val="16"/>
                        </w:rPr>
                        <w:t xml:space="preserve">             </w:t>
                      </w:r>
                      <w:r w:rsidR="00344B54">
                        <w:rPr>
                          <w:sz w:val="16"/>
                          <w:szCs w:val="16"/>
                        </w:rPr>
                        <w:t xml:space="preserve">  </w:t>
                      </w:r>
                      <w:r w:rsidR="00344B54" w:rsidRPr="00005B10">
                        <w:rPr>
                          <w:sz w:val="16"/>
                          <w:szCs w:val="16"/>
                        </w:rPr>
                        <w:t xml:space="preserve">- характерная точка </w:t>
                      </w:r>
                    </w:p>
                    <w:p w:rsidR="00344B54" w:rsidRPr="0034376E" w:rsidRDefault="00344B54" w:rsidP="00344B54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005B10" w:rsidRPr="003144CE" w:rsidRDefault="00005B10" w:rsidP="00706121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6423C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D80679" wp14:editId="677D2C7E">
                <wp:simplePos x="0" y="0"/>
                <wp:positionH relativeFrom="column">
                  <wp:posOffset>2707419</wp:posOffset>
                </wp:positionH>
                <wp:positionV relativeFrom="paragraph">
                  <wp:posOffset>6591272</wp:posOffset>
                </wp:positionV>
                <wp:extent cx="2141855" cy="214161"/>
                <wp:effectExtent l="0" t="0" r="0" b="0"/>
                <wp:wrapNone/>
                <wp:docPr id="30" name="Пол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1855" cy="2141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5B10" w:rsidRPr="00862724" w:rsidRDefault="00005B10" w:rsidP="004E265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0" o:spid="_x0000_s1031" type="#_x0000_t202" style="position:absolute;margin-left:213.2pt;margin-top:519pt;width:168.65pt;height:16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" stroked="f">
                <v:textbox>
                  <w:txbxContent>
                    <w:p w:rsidR="00005B10" w:rsidRPr="00862724" w:rsidRDefault="00005B10" w:rsidP="004E265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42E00" w:rsidRPr="00005B10" w:rsidSect="0059146F">
      <w:pgSz w:w="11907" w:h="16839" w:code="9"/>
      <w:pgMar w:top="851" w:right="720" w:bottom="720" w:left="720" w:header="0" w:footer="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0076B"/>
    <w:multiLevelType w:val="singleLevel"/>
    <w:tmpl w:val="7D280C4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4CB"/>
    <w:rsid w:val="00000A27"/>
    <w:rsid w:val="00005B10"/>
    <w:rsid w:val="0000619D"/>
    <w:rsid w:val="0004016F"/>
    <w:rsid w:val="000415A7"/>
    <w:rsid w:val="0006126E"/>
    <w:rsid w:val="00076A30"/>
    <w:rsid w:val="000C28C2"/>
    <w:rsid w:val="000D659C"/>
    <w:rsid w:val="001179E7"/>
    <w:rsid w:val="0016423C"/>
    <w:rsid w:val="0017007C"/>
    <w:rsid w:val="00183869"/>
    <w:rsid w:val="00192436"/>
    <w:rsid w:val="001A19AA"/>
    <w:rsid w:val="001C5997"/>
    <w:rsid w:val="001D703B"/>
    <w:rsid w:val="001F397A"/>
    <w:rsid w:val="001F5E34"/>
    <w:rsid w:val="00267A8C"/>
    <w:rsid w:val="00267DF6"/>
    <w:rsid w:val="002906A7"/>
    <w:rsid w:val="002F1FCF"/>
    <w:rsid w:val="00307CFA"/>
    <w:rsid w:val="0031275F"/>
    <w:rsid w:val="00320E7F"/>
    <w:rsid w:val="0034376E"/>
    <w:rsid w:val="00344B54"/>
    <w:rsid w:val="00347FBB"/>
    <w:rsid w:val="003553D6"/>
    <w:rsid w:val="0036462B"/>
    <w:rsid w:val="00367AF9"/>
    <w:rsid w:val="003A6573"/>
    <w:rsid w:val="003B550F"/>
    <w:rsid w:val="003C4BA9"/>
    <w:rsid w:val="0042792C"/>
    <w:rsid w:val="004408A9"/>
    <w:rsid w:val="00473DBB"/>
    <w:rsid w:val="004C03F1"/>
    <w:rsid w:val="004C7B38"/>
    <w:rsid w:val="004D222E"/>
    <w:rsid w:val="00521CDA"/>
    <w:rsid w:val="00573277"/>
    <w:rsid w:val="005740FE"/>
    <w:rsid w:val="0059146F"/>
    <w:rsid w:val="005A1067"/>
    <w:rsid w:val="005A1C04"/>
    <w:rsid w:val="005A380A"/>
    <w:rsid w:val="0063276C"/>
    <w:rsid w:val="00642E00"/>
    <w:rsid w:val="00696162"/>
    <w:rsid w:val="006D0659"/>
    <w:rsid w:val="006F3D4A"/>
    <w:rsid w:val="006F498B"/>
    <w:rsid w:val="00706121"/>
    <w:rsid w:val="0076400C"/>
    <w:rsid w:val="00766FEE"/>
    <w:rsid w:val="00772B5E"/>
    <w:rsid w:val="00775B43"/>
    <w:rsid w:val="00776B0A"/>
    <w:rsid w:val="007D01BA"/>
    <w:rsid w:val="007F6A93"/>
    <w:rsid w:val="008050E2"/>
    <w:rsid w:val="008476E6"/>
    <w:rsid w:val="008507B5"/>
    <w:rsid w:val="0085218D"/>
    <w:rsid w:val="00853220"/>
    <w:rsid w:val="00875BE5"/>
    <w:rsid w:val="008831B5"/>
    <w:rsid w:val="0089715C"/>
    <w:rsid w:val="008D614C"/>
    <w:rsid w:val="00980FF5"/>
    <w:rsid w:val="0099084F"/>
    <w:rsid w:val="009A3076"/>
    <w:rsid w:val="009E4568"/>
    <w:rsid w:val="009E6325"/>
    <w:rsid w:val="00A905CE"/>
    <w:rsid w:val="00AB1EC5"/>
    <w:rsid w:val="00AE179C"/>
    <w:rsid w:val="00AE74CB"/>
    <w:rsid w:val="00B1306B"/>
    <w:rsid w:val="00B2434C"/>
    <w:rsid w:val="00B40549"/>
    <w:rsid w:val="00B42067"/>
    <w:rsid w:val="00B625E2"/>
    <w:rsid w:val="00B714FD"/>
    <w:rsid w:val="00B9366C"/>
    <w:rsid w:val="00BA5889"/>
    <w:rsid w:val="00BB5A29"/>
    <w:rsid w:val="00C04240"/>
    <w:rsid w:val="00C05854"/>
    <w:rsid w:val="00C1365B"/>
    <w:rsid w:val="00C4064C"/>
    <w:rsid w:val="00C6370F"/>
    <w:rsid w:val="00C70DB4"/>
    <w:rsid w:val="00CC6599"/>
    <w:rsid w:val="00CD6F59"/>
    <w:rsid w:val="00CD7312"/>
    <w:rsid w:val="00CE70BF"/>
    <w:rsid w:val="00D057F7"/>
    <w:rsid w:val="00D12E30"/>
    <w:rsid w:val="00D63009"/>
    <w:rsid w:val="00D91CB9"/>
    <w:rsid w:val="00DB580B"/>
    <w:rsid w:val="00DC40D4"/>
    <w:rsid w:val="00DE7692"/>
    <w:rsid w:val="00E01286"/>
    <w:rsid w:val="00E32BE8"/>
    <w:rsid w:val="00E65BAF"/>
    <w:rsid w:val="00E720EF"/>
    <w:rsid w:val="00E74D19"/>
    <w:rsid w:val="00E829BD"/>
    <w:rsid w:val="00EA2C92"/>
    <w:rsid w:val="00EB0E9B"/>
    <w:rsid w:val="00EC0828"/>
    <w:rsid w:val="00EC7CDF"/>
    <w:rsid w:val="00F37F86"/>
    <w:rsid w:val="00F41865"/>
    <w:rsid w:val="00F918EC"/>
    <w:rsid w:val="00FB7B9E"/>
    <w:rsid w:val="00FE14BD"/>
    <w:rsid w:val="00FE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qFormat/>
    <w:pPr>
      <w:keepNext/>
      <w:outlineLvl w:val="1"/>
    </w:pPr>
    <w:rPr>
      <w:sz w:val="28"/>
    </w:rPr>
  </w:style>
  <w:style w:type="paragraph" w:styleId="3">
    <w:name w:val="heading 3"/>
    <w:basedOn w:val="a0"/>
    <w:next w:val="a0"/>
    <w:qFormat/>
    <w:pPr>
      <w:keepNext/>
      <w:outlineLvl w:val="2"/>
    </w:pPr>
    <w:rPr>
      <w:b/>
      <w:bCs/>
      <w:sz w:val="28"/>
      <w:szCs w:val="24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pacing w:val="20"/>
      <w:sz w:val="24"/>
    </w:rPr>
  </w:style>
  <w:style w:type="paragraph" w:styleId="5">
    <w:name w:val="heading 5"/>
    <w:basedOn w:val="a0"/>
    <w:next w:val="a0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pPr>
      <w:keepNext/>
      <w:tabs>
        <w:tab w:val="left" w:pos="9639"/>
      </w:tabs>
      <w:ind w:left="10348"/>
      <w:jc w:val="center"/>
      <w:outlineLvl w:val="5"/>
    </w:pPr>
    <w:rPr>
      <w:b/>
      <w:spacing w:val="2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Pr>
      <w:sz w:val="24"/>
    </w:rPr>
  </w:style>
  <w:style w:type="paragraph" w:styleId="a4">
    <w:name w:val="Title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styleId="a5">
    <w:name w:val="Plain Text"/>
    <w:basedOn w:val="a0"/>
    <w:link w:val="a6"/>
    <w:rPr>
      <w:rFonts w:ascii="Courier New" w:hAnsi="Courier New"/>
    </w:rPr>
  </w:style>
  <w:style w:type="paragraph" w:styleId="a7">
    <w:name w:val="Subtitle"/>
    <w:basedOn w:val="a0"/>
    <w:qFormat/>
    <w:pPr>
      <w:jc w:val="center"/>
    </w:pPr>
    <w:rPr>
      <w:caps/>
      <w:sz w:val="24"/>
    </w:rPr>
  </w:style>
  <w:style w:type="paragraph" w:customStyle="1" w:styleId="11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8">
    <w:name w:val="Body Text"/>
    <w:basedOn w:val="a0"/>
    <w:rPr>
      <w:b/>
      <w:bCs/>
      <w:sz w:val="28"/>
      <w:szCs w:val="24"/>
    </w:rPr>
  </w:style>
  <w:style w:type="table" w:styleId="a9">
    <w:name w:val="Table Grid"/>
    <w:basedOn w:val="a2"/>
    <w:rsid w:val="004C0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Знак"/>
    <w:link w:val="a5"/>
    <w:rsid w:val="00AE74CB"/>
    <w:rPr>
      <w:rFonts w:ascii="Courier New" w:hAnsi="Courier New"/>
    </w:rPr>
  </w:style>
  <w:style w:type="paragraph" w:styleId="aa">
    <w:name w:val="Balloon Text"/>
    <w:basedOn w:val="a0"/>
    <w:link w:val="ab"/>
    <w:rsid w:val="00642E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642E00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6F3D4A"/>
    <w:rPr>
      <w:sz w:val="24"/>
    </w:rPr>
  </w:style>
  <w:style w:type="paragraph" w:customStyle="1" w:styleId="30">
    <w:name w:val="Обычный3"/>
    <w:rsid w:val="00766FEE"/>
    <w:rPr>
      <w:sz w:val="24"/>
    </w:rPr>
  </w:style>
  <w:style w:type="paragraph" w:customStyle="1" w:styleId="40">
    <w:name w:val="Обычный4"/>
    <w:rsid w:val="00B40549"/>
    <w:rPr>
      <w:sz w:val="24"/>
    </w:rPr>
  </w:style>
  <w:style w:type="paragraph" w:customStyle="1" w:styleId="50">
    <w:name w:val="Обычный5"/>
    <w:rsid w:val="00573277"/>
    <w:rPr>
      <w:sz w:val="24"/>
    </w:rPr>
  </w:style>
  <w:style w:type="paragraph" w:customStyle="1" w:styleId="60">
    <w:name w:val="Обычный6"/>
    <w:rsid w:val="00E829BD"/>
    <w:rPr>
      <w:sz w:val="24"/>
    </w:rPr>
  </w:style>
  <w:style w:type="paragraph" w:customStyle="1" w:styleId="7">
    <w:name w:val="Обычный7"/>
    <w:rsid w:val="008507B5"/>
    <w:rPr>
      <w:sz w:val="24"/>
    </w:rPr>
  </w:style>
  <w:style w:type="paragraph" w:customStyle="1" w:styleId="8">
    <w:name w:val="Обычный8"/>
    <w:rsid w:val="00C4064C"/>
    <w:rPr>
      <w:sz w:val="24"/>
    </w:rPr>
  </w:style>
  <w:style w:type="paragraph" w:customStyle="1" w:styleId="9">
    <w:name w:val="Обычный9"/>
    <w:rsid w:val="00FE47AC"/>
    <w:rPr>
      <w:sz w:val="24"/>
    </w:rPr>
  </w:style>
  <w:style w:type="paragraph" w:customStyle="1" w:styleId="100">
    <w:name w:val="Обычный10"/>
    <w:rsid w:val="00F918EC"/>
    <w:rPr>
      <w:sz w:val="24"/>
    </w:rPr>
  </w:style>
  <w:style w:type="paragraph" w:customStyle="1" w:styleId="110">
    <w:name w:val="Обычный11"/>
    <w:rsid w:val="008831B5"/>
    <w:rPr>
      <w:sz w:val="24"/>
    </w:rPr>
  </w:style>
  <w:style w:type="paragraph" w:customStyle="1" w:styleId="12">
    <w:name w:val="Обычный12"/>
    <w:rsid w:val="00772B5E"/>
    <w:rPr>
      <w:sz w:val="24"/>
    </w:rPr>
  </w:style>
  <w:style w:type="paragraph" w:customStyle="1" w:styleId="13">
    <w:name w:val="Обычный13"/>
    <w:rsid w:val="0000619D"/>
    <w:rPr>
      <w:sz w:val="24"/>
    </w:rPr>
  </w:style>
  <w:style w:type="paragraph" w:customStyle="1" w:styleId="14">
    <w:name w:val="Обычный14"/>
    <w:rsid w:val="00BA588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qFormat/>
    <w:pPr>
      <w:keepNext/>
      <w:outlineLvl w:val="1"/>
    </w:pPr>
    <w:rPr>
      <w:sz w:val="28"/>
    </w:rPr>
  </w:style>
  <w:style w:type="paragraph" w:styleId="3">
    <w:name w:val="heading 3"/>
    <w:basedOn w:val="a0"/>
    <w:next w:val="a0"/>
    <w:qFormat/>
    <w:pPr>
      <w:keepNext/>
      <w:outlineLvl w:val="2"/>
    </w:pPr>
    <w:rPr>
      <w:b/>
      <w:bCs/>
      <w:sz w:val="28"/>
      <w:szCs w:val="24"/>
    </w:rPr>
  </w:style>
  <w:style w:type="paragraph" w:styleId="4">
    <w:name w:val="heading 4"/>
    <w:basedOn w:val="a0"/>
    <w:next w:val="a0"/>
    <w:qFormat/>
    <w:pPr>
      <w:keepNext/>
      <w:jc w:val="center"/>
      <w:outlineLvl w:val="3"/>
    </w:pPr>
    <w:rPr>
      <w:b/>
      <w:spacing w:val="20"/>
      <w:sz w:val="24"/>
    </w:rPr>
  </w:style>
  <w:style w:type="paragraph" w:styleId="5">
    <w:name w:val="heading 5"/>
    <w:basedOn w:val="a0"/>
    <w:next w:val="a0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pPr>
      <w:keepNext/>
      <w:tabs>
        <w:tab w:val="left" w:pos="9639"/>
      </w:tabs>
      <w:ind w:left="10348"/>
      <w:jc w:val="center"/>
      <w:outlineLvl w:val="5"/>
    </w:pPr>
    <w:rPr>
      <w:b/>
      <w:spacing w:val="20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Pr>
      <w:sz w:val="24"/>
    </w:rPr>
  </w:style>
  <w:style w:type="paragraph" w:styleId="a4">
    <w:name w:val="Title"/>
    <w:basedOn w:val="a0"/>
    <w:qFormat/>
    <w:pPr>
      <w:jc w:val="center"/>
    </w:pPr>
    <w:rPr>
      <w:b/>
      <w:sz w:val="28"/>
    </w:rPr>
  </w:style>
  <w:style w:type="paragraph" w:customStyle="1" w:styleId="a">
    <w:name w:val="мар."/>
    <w:basedOn w:val="a0"/>
    <w:autoRedefine/>
    <w:pPr>
      <w:numPr>
        <w:numId w:val="1"/>
      </w:numPr>
      <w:jc w:val="both"/>
    </w:pPr>
    <w:rPr>
      <w:rFonts w:ascii="Arial" w:hAnsi="Arial"/>
    </w:rPr>
  </w:style>
  <w:style w:type="paragraph" w:styleId="a5">
    <w:name w:val="Plain Text"/>
    <w:basedOn w:val="a0"/>
    <w:link w:val="a6"/>
    <w:rPr>
      <w:rFonts w:ascii="Courier New" w:hAnsi="Courier New"/>
    </w:rPr>
  </w:style>
  <w:style w:type="paragraph" w:styleId="a7">
    <w:name w:val="Subtitle"/>
    <w:basedOn w:val="a0"/>
    <w:qFormat/>
    <w:pPr>
      <w:jc w:val="center"/>
    </w:pPr>
    <w:rPr>
      <w:caps/>
      <w:sz w:val="24"/>
    </w:rPr>
  </w:style>
  <w:style w:type="paragraph" w:customStyle="1" w:styleId="11">
    <w:name w:val="Обычный1"/>
    <w:basedOn w:val="a0"/>
    <w:autoRedefine/>
    <w:pPr>
      <w:ind w:firstLine="567"/>
      <w:jc w:val="both"/>
    </w:pPr>
    <w:rPr>
      <w:rFonts w:ascii="Arial" w:hAnsi="Arial"/>
      <w:snapToGrid w:val="0"/>
    </w:rPr>
  </w:style>
  <w:style w:type="paragraph" w:styleId="a8">
    <w:name w:val="Body Text"/>
    <w:basedOn w:val="a0"/>
    <w:rPr>
      <w:b/>
      <w:bCs/>
      <w:sz w:val="28"/>
      <w:szCs w:val="24"/>
    </w:rPr>
  </w:style>
  <w:style w:type="table" w:styleId="a9">
    <w:name w:val="Table Grid"/>
    <w:basedOn w:val="a2"/>
    <w:rsid w:val="004C0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Знак"/>
    <w:link w:val="a5"/>
    <w:rsid w:val="00AE74CB"/>
    <w:rPr>
      <w:rFonts w:ascii="Courier New" w:hAnsi="Courier New"/>
    </w:rPr>
  </w:style>
  <w:style w:type="paragraph" w:styleId="aa">
    <w:name w:val="Balloon Text"/>
    <w:basedOn w:val="a0"/>
    <w:link w:val="ab"/>
    <w:rsid w:val="00642E0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642E00"/>
    <w:rPr>
      <w:rFonts w:ascii="Tahoma" w:hAnsi="Tahoma" w:cs="Tahoma"/>
      <w:sz w:val="16"/>
      <w:szCs w:val="16"/>
    </w:rPr>
  </w:style>
  <w:style w:type="paragraph" w:customStyle="1" w:styleId="20">
    <w:name w:val="Обычный2"/>
    <w:rsid w:val="006F3D4A"/>
    <w:rPr>
      <w:sz w:val="24"/>
    </w:rPr>
  </w:style>
  <w:style w:type="paragraph" w:customStyle="1" w:styleId="30">
    <w:name w:val="Обычный3"/>
    <w:rsid w:val="00766FEE"/>
    <w:rPr>
      <w:sz w:val="24"/>
    </w:rPr>
  </w:style>
  <w:style w:type="paragraph" w:customStyle="1" w:styleId="40">
    <w:name w:val="Обычный4"/>
    <w:rsid w:val="00B40549"/>
    <w:rPr>
      <w:sz w:val="24"/>
    </w:rPr>
  </w:style>
  <w:style w:type="paragraph" w:customStyle="1" w:styleId="50">
    <w:name w:val="Обычный5"/>
    <w:rsid w:val="00573277"/>
    <w:rPr>
      <w:sz w:val="24"/>
    </w:rPr>
  </w:style>
  <w:style w:type="paragraph" w:customStyle="1" w:styleId="60">
    <w:name w:val="Обычный6"/>
    <w:rsid w:val="00E829BD"/>
    <w:rPr>
      <w:sz w:val="24"/>
    </w:rPr>
  </w:style>
  <w:style w:type="paragraph" w:customStyle="1" w:styleId="7">
    <w:name w:val="Обычный7"/>
    <w:rsid w:val="008507B5"/>
    <w:rPr>
      <w:sz w:val="24"/>
    </w:rPr>
  </w:style>
  <w:style w:type="paragraph" w:customStyle="1" w:styleId="8">
    <w:name w:val="Обычный8"/>
    <w:rsid w:val="00C4064C"/>
    <w:rPr>
      <w:sz w:val="24"/>
    </w:rPr>
  </w:style>
  <w:style w:type="paragraph" w:customStyle="1" w:styleId="9">
    <w:name w:val="Обычный9"/>
    <w:rsid w:val="00FE47AC"/>
    <w:rPr>
      <w:sz w:val="24"/>
    </w:rPr>
  </w:style>
  <w:style w:type="paragraph" w:customStyle="1" w:styleId="100">
    <w:name w:val="Обычный10"/>
    <w:rsid w:val="00F918EC"/>
    <w:rPr>
      <w:sz w:val="24"/>
    </w:rPr>
  </w:style>
  <w:style w:type="paragraph" w:customStyle="1" w:styleId="110">
    <w:name w:val="Обычный11"/>
    <w:rsid w:val="008831B5"/>
    <w:rPr>
      <w:sz w:val="24"/>
    </w:rPr>
  </w:style>
  <w:style w:type="paragraph" w:customStyle="1" w:styleId="12">
    <w:name w:val="Обычный12"/>
    <w:rsid w:val="00772B5E"/>
    <w:rPr>
      <w:sz w:val="24"/>
    </w:rPr>
  </w:style>
  <w:style w:type="paragraph" w:customStyle="1" w:styleId="13">
    <w:name w:val="Обычный13"/>
    <w:rsid w:val="0000619D"/>
    <w:rPr>
      <w:sz w:val="24"/>
    </w:rPr>
  </w:style>
  <w:style w:type="paragraph" w:customStyle="1" w:styleId="14">
    <w:name w:val="Обычный14"/>
    <w:rsid w:val="00BA588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9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Panorama\PanEdit11\GEODESY.DOT\Schem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7ED22-62B7-4E4E-9C0A-A8E6552E4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Scheme</Template>
  <TotalTime>16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ООО «Геосервис-плюс»</vt:lpstr>
    </vt:vector>
  </TitlesOfParts>
  <Company>43651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ООО «Геосервис-плюс»</dc:title>
  <dc:creator>ГЕОПК</dc:creator>
  <cp:lastModifiedBy>ЮЛИЯ</cp:lastModifiedBy>
  <cp:revision>8</cp:revision>
  <cp:lastPrinted>2020-09-25T08:42:00Z</cp:lastPrinted>
  <dcterms:created xsi:type="dcterms:W3CDTF">2020-05-27T10:28:00Z</dcterms:created>
  <dcterms:modified xsi:type="dcterms:W3CDTF">2020-12-21T09:07:00Z</dcterms:modified>
</cp:coreProperties>
</file>