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B6E" w:rsidRDefault="00010B6E" w:rsidP="00EA4168">
      <w:pPr>
        <w:jc w:val="right"/>
        <w:rPr>
          <w:sz w:val="28"/>
          <w:szCs w:val="28"/>
        </w:rPr>
      </w:pPr>
    </w:p>
    <w:p w:rsidR="00010B6E" w:rsidRPr="00F82195" w:rsidRDefault="00010B6E" w:rsidP="00EA4168">
      <w:pPr>
        <w:jc w:val="right"/>
        <w:rPr>
          <w:sz w:val="28"/>
          <w:szCs w:val="28"/>
        </w:rPr>
      </w:pPr>
      <w:r w:rsidRPr="00F82195">
        <w:rPr>
          <w:sz w:val="28"/>
          <w:szCs w:val="28"/>
        </w:rPr>
        <w:t>Приложение № 3</w:t>
      </w:r>
    </w:p>
    <w:p w:rsidR="00010B6E" w:rsidRPr="00F82195" w:rsidRDefault="00010B6E" w:rsidP="00EA4168">
      <w:pPr>
        <w:jc w:val="right"/>
        <w:rPr>
          <w:sz w:val="28"/>
          <w:szCs w:val="28"/>
        </w:rPr>
      </w:pPr>
      <w:r w:rsidRPr="00F82195">
        <w:rPr>
          <w:sz w:val="28"/>
          <w:szCs w:val="28"/>
        </w:rPr>
        <w:t>к Решению Совета</w:t>
      </w:r>
    </w:p>
    <w:p w:rsidR="00010B6E" w:rsidRPr="00F82195" w:rsidRDefault="00010B6E" w:rsidP="00EA4168">
      <w:pPr>
        <w:jc w:val="right"/>
        <w:rPr>
          <w:sz w:val="28"/>
          <w:szCs w:val="28"/>
        </w:rPr>
      </w:pPr>
      <w:r w:rsidRPr="00F82195">
        <w:rPr>
          <w:sz w:val="28"/>
          <w:szCs w:val="28"/>
        </w:rPr>
        <w:t>муниципального образования</w:t>
      </w:r>
    </w:p>
    <w:p w:rsidR="00010B6E" w:rsidRPr="00F82195" w:rsidRDefault="00010B6E" w:rsidP="00EA4168">
      <w:pPr>
        <w:jc w:val="right"/>
        <w:rPr>
          <w:sz w:val="28"/>
          <w:szCs w:val="28"/>
        </w:rPr>
      </w:pPr>
      <w:r w:rsidRPr="00F82195">
        <w:rPr>
          <w:sz w:val="28"/>
          <w:szCs w:val="28"/>
        </w:rPr>
        <w:t>«</w:t>
      </w:r>
      <w:proofErr w:type="spellStart"/>
      <w:r w:rsidRPr="00F82195">
        <w:rPr>
          <w:sz w:val="28"/>
          <w:szCs w:val="28"/>
        </w:rPr>
        <w:t>Каминское</w:t>
      </w:r>
      <w:proofErr w:type="spellEnd"/>
      <w:r w:rsidRPr="00F82195">
        <w:rPr>
          <w:sz w:val="28"/>
          <w:szCs w:val="28"/>
        </w:rPr>
        <w:t xml:space="preserve"> сельское поселение</w:t>
      </w:r>
    </w:p>
    <w:p w:rsidR="00010B6E" w:rsidRPr="00F82195" w:rsidRDefault="00010B6E" w:rsidP="00EA4168">
      <w:pPr>
        <w:jc w:val="right"/>
        <w:rPr>
          <w:sz w:val="28"/>
          <w:szCs w:val="28"/>
        </w:rPr>
      </w:pPr>
      <w:r w:rsidRPr="00F82195">
        <w:rPr>
          <w:sz w:val="28"/>
          <w:szCs w:val="28"/>
        </w:rPr>
        <w:t>Родниковского муниципального района</w:t>
      </w:r>
    </w:p>
    <w:p w:rsidR="00010B6E" w:rsidRPr="00F82195" w:rsidRDefault="00010B6E" w:rsidP="00EA4168">
      <w:pPr>
        <w:jc w:val="right"/>
        <w:rPr>
          <w:sz w:val="28"/>
          <w:szCs w:val="28"/>
        </w:rPr>
      </w:pPr>
      <w:r w:rsidRPr="00F82195">
        <w:rPr>
          <w:sz w:val="28"/>
          <w:szCs w:val="28"/>
        </w:rPr>
        <w:t xml:space="preserve"> Ивановской области»</w:t>
      </w:r>
    </w:p>
    <w:p w:rsidR="00010B6E" w:rsidRDefault="00010B6E" w:rsidP="00867BDB">
      <w:pPr>
        <w:jc w:val="right"/>
        <w:rPr>
          <w:iCs/>
          <w:sz w:val="28"/>
          <w:szCs w:val="28"/>
        </w:rPr>
      </w:pPr>
      <w:r>
        <w:rPr>
          <w:sz w:val="28"/>
          <w:szCs w:val="28"/>
        </w:rPr>
        <w:t xml:space="preserve">от   13.12.2018 №27 </w:t>
      </w:r>
    </w:p>
    <w:p w:rsidR="00010B6E" w:rsidRDefault="00010B6E" w:rsidP="00EA4168">
      <w:pPr>
        <w:jc w:val="right"/>
        <w:rPr>
          <w:iCs/>
        </w:rPr>
      </w:pPr>
    </w:p>
    <w:p w:rsidR="00010B6E" w:rsidRPr="004F00C2" w:rsidRDefault="00010B6E" w:rsidP="00EA4168">
      <w:pPr>
        <w:ind w:left="4680"/>
        <w:rPr>
          <w:sz w:val="28"/>
          <w:szCs w:val="28"/>
        </w:rPr>
      </w:pPr>
    </w:p>
    <w:p w:rsidR="00010B6E" w:rsidRDefault="00010B6E" w:rsidP="00EA41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главных администраторов доходов бюджета</w:t>
      </w:r>
      <w:r w:rsidRPr="00B90D1B">
        <w:rPr>
          <w:sz w:val="28"/>
          <w:szCs w:val="28"/>
        </w:rPr>
        <w:t xml:space="preserve"> </w:t>
      </w:r>
    </w:p>
    <w:p w:rsidR="00010B6E" w:rsidRPr="00B90D1B" w:rsidRDefault="00010B6E" w:rsidP="00EA4168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Каминского сельского</w:t>
      </w:r>
      <w:r w:rsidRPr="00B90D1B">
        <w:rPr>
          <w:b/>
          <w:sz w:val="28"/>
          <w:szCs w:val="28"/>
        </w:rPr>
        <w:t xml:space="preserve"> поселени</w:t>
      </w:r>
      <w:r>
        <w:rPr>
          <w:b/>
          <w:sz w:val="28"/>
          <w:szCs w:val="28"/>
        </w:rPr>
        <w:t>я</w:t>
      </w:r>
    </w:p>
    <w:p w:rsidR="00010B6E" w:rsidRDefault="00010B6E" w:rsidP="00EA4168">
      <w:pPr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на 2019 год и на плановый период 2020 и 2021 годов </w:t>
      </w:r>
    </w:p>
    <w:p w:rsidR="00010B6E" w:rsidRDefault="00010B6E" w:rsidP="00EA4168">
      <w:pPr>
        <w:ind w:left="4820"/>
        <w:jc w:val="both"/>
        <w:rPr>
          <w:b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2"/>
        <w:gridCol w:w="3106"/>
        <w:gridCol w:w="5940"/>
      </w:tblGrid>
      <w:tr w:rsidR="00010B6E" w:rsidRPr="00D35253" w:rsidTr="00D32D09">
        <w:trPr>
          <w:trHeight w:val="780"/>
        </w:trPr>
        <w:tc>
          <w:tcPr>
            <w:tcW w:w="4248" w:type="dxa"/>
            <w:gridSpan w:val="2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940" w:type="dxa"/>
            <w:vMerge w:val="restart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 xml:space="preserve">Наименование главного администратора доходов поселения </w:t>
            </w:r>
          </w:p>
        </w:tc>
      </w:tr>
      <w:tr w:rsidR="00010B6E" w:rsidRPr="00D35253" w:rsidTr="00D32D09">
        <w:trPr>
          <w:trHeight w:val="910"/>
        </w:trPr>
        <w:tc>
          <w:tcPr>
            <w:tcW w:w="1142" w:type="dxa"/>
          </w:tcPr>
          <w:p w:rsidR="00010B6E" w:rsidRPr="008E6460" w:rsidRDefault="00010B6E" w:rsidP="00D32D09">
            <w:pPr>
              <w:jc w:val="center"/>
            </w:pPr>
            <w:r w:rsidRPr="008E6460">
              <w:t>главного администратора</w:t>
            </w:r>
          </w:p>
          <w:p w:rsidR="00010B6E" w:rsidRPr="008E6460" w:rsidRDefault="00010B6E" w:rsidP="00D32D09">
            <w:pPr>
              <w:jc w:val="center"/>
            </w:pPr>
            <w:r w:rsidRPr="008E6460">
              <w:t xml:space="preserve"> доходов</w:t>
            </w:r>
          </w:p>
        </w:tc>
        <w:tc>
          <w:tcPr>
            <w:tcW w:w="3106" w:type="dxa"/>
          </w:tcPr>
          <w:p w:rsidR="00010B6E" w:rsidRPr="008E6460" w:rsidRDefault="00010B6E" w:rsidP="00D32D09">
            <w:pPr>
              <w:jc w:val="center"/>
            </w:pPr>
            <w:r>
              <w:t>д</w:t>
            </w:r>
            <w:r w:rsidRPr="008E6460">
              <w:t>оходов бюджета</w:t>
            </w:r>
            <w:r>
              <w:t xml:space="preserve"> поселений</w:t>
            </w:r>
          </w:p>
        </w:tc>
        <w:tc>
          <w:tcPr>
            <w:tcW w:w="5940" w:type="dxa"/>
            <w:vMerge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</w:p>
        </w:tc>
      </w:tr>
      <w:tr w:rsidR="00010B6E" w:rsidRPr="00D35253" w:rsidTr="00D32D09">
        <w:tc>
          <w:tcPr>
            <w:tcW w:w="1142" w:type="dxa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</w:t>
            </w:r>
          </w:p>
        </w:tc>
        <w:tc>
          <w:tcPr>
            <w:tcW w:w="3106" w:type="dxa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2</w:t>
            </w:r>
          </w:p>
        </w:tc>
        <w:tc>
          <w:tcPr>
            <w:tcW w:w="5940" w:type="dxa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3</w:t>
            </w:r>
          </w:p>
        </w:tc>
      </w:tr>
      <w:tr w:rsidR="00010B6E" w:rsidRPr="00D35253" w:rsidTr="00D32D09">
        <w:tc>
          <w:tcPr>
            <w:tcW w:w="1142" w:type="dxa"/>
            <w:vAlign w:val="bottom"/>
          </w:tcPr>
          <w:p w:rsidR="00010B6E" w:rsidRPr="00D35253" w:rsidRDefault="00010B6E" w:rsidP="00D32D09">
            <w:pPr>
              <w:jc w:val="center"/>
              <w:rPr>
                <w:b/>
                <w:bCs/>
                <w:sz w:val="28"/>
                <w:szCs w:val="28"/>
              </w:rPr>
            </w:pPr>
            <w:r w:rsidRPr="00D35253">
              <w:rPr>
                <w:b/>
                <w:bCs/>
                <w:sz w:val="28"/>
                <w:szCs w:val="28"/>
              </w:rPr>
              <w:t>182</w:t>
            </w:r>
          </w:p>
          <w:p w:rsidR="00010B6E" w:rsidRPr="00D35253" w:rsidRDefault="00010B6E" w:rsidP="00D32D0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06" w:type="dxa"/>
            <w:vAlign w:val="bottom"/>
          </w:tcPr>
          <w:p w:rsidR="00010B6E" w:rsidRPr="00D35253" w:rsidRDefault="00010B6E" w:rsidP="00D32D0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</w:tcPr>
          <w:p w:rsidR="00010B6E" w:rsidRPr="00D35253" w:rsidRDefault="00010B6E" w:rsidP="00D32D09">
            <w:pPr>
              <w:pStyle w:val="7"/>
              <w:rPr>
                <w:sz w:val="28"/>
                <w:szCs w:val="28"/>
              </w:rPr>
            </w:pPr>
            <w:r w:rsidRPr="00D35253">
              <w:rPr>
                <w:bCs w:val="0"/>
                <w:color w:val="000000"/>
                <w:sz w:val="28"/>
                <w:szCs w:val="28"/>
              </w:rPr>
              <w:t>Управление Федеральной налоговой службы по Ивановской области</w:t>
            </w:r>
          </w:p>
        </w:tc>
      </w:tr>
      <w:tr w:rsidR="00010B6E" w:rsidRPr="00D35253" w:rsidTr="00D32D09">
        <w:tc>
          <w:tcPr>
            <w:tcW w:w="1142" w:type="dxa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</w:p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</w:p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</w:p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1 01 02010 01 0000 110</w:t>
            </w:r>
          </w:p>
        </w:tc>
        <w:tc>
          <w:tcPr>
            <w:tcW w:w="5940" w:type="dxa"/>
          </w:tcPr>
          <w:p w:rsidR="00010B6E" w:rsidRPr="00D35253" w:rsidRDefault="00010B6E" w:rsidP="00D32D09">
            <w:pPr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 xml:space="preserve">Налог на  доходы  физических  лиц  с  доходов, источником которых является  налоговый  агент, за исключением доходов,  в  отношении  которых исчисление и уплата  налога   осуществляются  в соответствии  со  статьями  227,  227.1 и  228 Налогового кодекса Российской Федерации       </w:t>
            </w:r>
          </w:p>
        </w:tc>
      </w:tr>
      <w:tr w:rsidR="00010B6E" w:rsidRPr="00D35253" w:rsidTr="00D32D09">
        <w:tc>
          <w:tcPr>
            <w:tcW w:w="1142" w:type="dxa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</w:p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</w:p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</w:p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6" w:type="dxa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1 01 02020 01 0000 110</w:t>
            </w:r>
          </w:p>
        </w:tc>
        <w:tc>
          <w:tcPr>
            <w:tcW w:w="5940" w:type="dxa"/>
          </w:tcPr>
          <w:p w:rsidR="00010B6E" w:rsidRPr="00D35253" w:rsidRDefault="00010B6E" w:rsidP="00D32D09">
            <w:pPr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 xml:space="preserve">Налог на  доходы  физических  лиц  с  доходов, полученных   от   осуществления   деятельности физическими  лицами,   зарегистрированными   в качестве   индивидуальных    предпринимателей, нотариусов,  занимающихся  частной  практикой, адвокатов, учредивших адвокатские кабинеты,  и других лиц, занимающихся частной практикой   в соответствии со статьей 227 Налогового кодекса Российской Федерации                          </w:t>
            </w:r>
          </w:p>
        </w:tc>
      </w:tr>
      <w:tr w:rsidR="00010B6E" w:rsidRPr="00D35253" w:rsidTr="00D32D09">
        <w:tc>
          <w:tcPr>
            <w:tcW w:w="1142" w:type="dxa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1 01 02030 01 0000 110</w:t>
            </w:r>
          </w:p>
        </w:tc>
        <w:tc>
          <w:tcPr>
            <w:tcW w:w="5940" w:type="dxa"/>
          </w:tcPr>
          <w:p w:rsidR="00010B6E" w:rsidRPr="00D35253" w:rsidRDefault="00010B6E" w:rsidP="00D32D09">
            <w:pPr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 xml:space="preserve">Налог на  доходы  физических  лиц  с  доходов, полученных физическими лицами  в  соответствии со статьей 228 Налогового  кодекса  Российской Федерации                                     </w:t>
            </w:r>
          </w:p>
        </w:tc>
      </w:tr>
      <w:tr w:rsidR="00010B6E" w:rsidRPr="00D35253" w:rsidTr="00D32D09">
        <w:tc>
          <w:tcPr>
            <w:tcW w:w="1142" w:type="dxa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010B6E" w:rsidRPr="00D35253" w:rsidRDefault="00010B6E" w:rsidP="00D32D09">
            <w:pPr>
              <w:jc w:val="center"/>
              <w:rPr>
                <w:sz w:val="28"/>
              </w:rPr>
            </w:pPr>
            <w:r w:rsidRPr="00D35253">
              <w:rPr>
                <w:sz w:val="28"/>
              </w:rPr>
              <w:t>1 05 03010 01 0000 110</w:t>
            </w:r>
          </w:p>
        </w:tc>
        <w:tc>
          <w:tcPr>
            <w:tcW w:w="5940" w:type="dxa"/>
          </w:tcPr>
          <w:p w:rsidR="00010B6E" w:rsidRPr="00D35253" w:rsidRDefault="00010B6E" w:rsidP="00D32D09">
            <w:pPr>
              <w:jc w:val="both"/>
              <w:rPr>
                <w:sz w:val="28"/>
              </w:rPr>
            </w:pPr>
            <w:r w:rsidRPr="00D35253">
              <w:rPr>
                <w:sz w:val="28"/>
              </w:rPr>
              <w:t>Единый сельскохозяйственный налог</w:t>
            </w:r>
          </w:p>
        </w:tc>
      </w:tr>
      <w:tr w:rsidR="00010B6E" w:rsidRPr="00D35253" w:rsidTr="00D32D09">
        <w:tc>
          <w:tcPr>
            <w:tcW w:w="1142" w:type="dxa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010B6E" w:rsidRPr="00D35253" w:rsidRDefault="00010B6E" w:rsidP="00D32D09">
            <w:pPr>
              <w:jc w:val="center"/>
              <w:rPr>
                <w:sz w:val="28"/>
              </w:rPr>
            </w:pPr>
            <w:r w:rsidRPr="00D35253">
              <w:rPr>
                <w:sz w:val="28"/>
              </w:rPr>
              <w:t>1 05 03020 01 0000 110</w:t>
            </w:r>
          </w:p>
        </w:tc>
        <w:tc>
          <w:tcPr>
            <w:tcW w:w="5940" w:type="dxa"/>
          </w:tcPr>
          <w:p w:rsidR="00010B6E" w:rsidRPr="00D35253" w:rsidRDefault="00010B6E" w:rsidP="00D32D09">
            <w:pPr>
              <w:jc w:val="both"/>
              <w:rPr>
                <w:sz w:val="28"/>
              </w:rPr>
            </w:pPr>
            <w:r w:rsidRPr="00D35253">
              <w:rPr>
                <w:sz w:val="28"/>
              </w:rPr>
              <w:t xml:space="preserve">Единый сельскохозяйственный налог (за </w:t>
            </w:r>
            <w:r w:rsidRPr="00D35253">
              <w:rPr>
                <w:sz w:val="28"/>
              </w:rPr>
              <w:lastRenderedPageBreak/>
              <w:t>налоговые периоды, истекшие до 1 января 2011 года)</w:t>
            </w:r>
          </w:p>
        </w:tc>
      </w:tr>
      <w:tr w:rsidR="00010B6E" w:rsidRPr="00D35253" w:rsidTr="00D32D09">
        <w:tc>
          <w:tcPr>
            <w:tcW w:w="1142" w:type="dxa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3106" w:type="dxa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1 06 01030 10 0000 110</w:t>
            </w:r>
          </w:p>
        </w:tc>
        <w:tc>
          <w:tcPr>
            <w:tcW w:w="5940" w:type="dxa"/>
          </w:tcPr>
          <w:p w:rsidR="00010B6E" w:rsidRPr="00D35253" w:rsidRDefault="00010B6E" w:rsidP="00D32D09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D35253">
              <w:rPr>
                <w:bCs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010B6E" w:rsidRPr="00D35253" w:rsidTr="00D32D09">
        <w:tc>
          <w:tcPr>
            <w:tcW w:w="1142" w:type="dxa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1 06 06033 10 0000 110</w:t>
            </w:r>
          </w:p>
        </w:tc>
        <w:tc>
          <w:tcPr>
            <w:tcW w:w="5940" w:type="dxa"/>
          </w:tcPr>
          <w:p w:rsidR="00010B6E" w:rsidRPr="00D35253" w:rsidRDefault="00010B6E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010B6E" w:rsidRPr="00D35253" w:rsidTr="00D32D09">
        <w:tc>
          <w:tcPr>
            <w:tcW w:w="1142" w:type="dxa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182</w:t>
            </w:r>
          </w:p>
        </w:tc>
        <w:tc>
          <w:tcPr>
            <w:tcW w:w="3106" w:type="dxa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1 06 06043 10 0000 110</w:t>
            </w:r>
          </w:p>
        </w:tc>
        <w:tc>
          <w:tcPr>
            <w:tcW w:w="5940" w:type="dxa"/>
          </w:tcPr>
          <w:p w:rsidR="00010B6E" w:rsidRPr="00D35253" w:rsidRDefault="00010B6E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010B6E" w:rsidRPr="00D35253" w:rsidTr="00D32D09">
        <w:tc>
          <w:tcPr>
            <w:tcW w:w="1142" w:type="dxa"/>
          </w:tcPr>
          <w:p w:rsidR="00010B6E" w:rsidRPr="00D35253" w:rsidRDefault="00010B6E" w:rsidP="00D32D09">
            <w:pPr>
              <w:jc w:val="center"/>
              <w:rPr>
                <w:b/>
                <w:bCs/>
                <w:sz w:val="28"/>
                <w:szCs w:val="28"/>
              </w:rPr>
            </w:pPr>
            <w:r w:rsidRPr="00D35253">
              <w:rPr>
                <w:b/>
                <w:bCs/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010B6E" w:rsidRPr="00D35253" w:rsidRDefault="00010B6E" w:rsidP="00D32D09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40" w:type="dxa"/>
            <w:vAlign w:val="bottom"/>
          </w:tcPr>
          <w:p w:rsidR="00010B6E" w:rsidRPr="00D35253" w:rsidRDefault="00010B6E" w:rsidP="00D32D09">
            <w:pPr>
              <w:jc w:val="center"/>
              <w:rPr>
                <w:b/>
                <w:bCs/>
                <w:sz w:val="28"/>
                <w:szCs w:val="28"/>
              </w:rPr>
            </w:pPr>
            <w:r w:rsidRPr="00D35253">
              <w:rPr>
                <w:b/>
                <w:bCs/>
                <w:sz w:val="28"/>
                <w:szCs w:val="28"/>
              </w:rPr>
              <w:t>Муниципальное учреждение Комитет по управлению имуществом Родниковского муниципального района</w:t>
            </w:r>
          </w:p>
        </w:tc>
      </w:tr>
      <w:tr w:rsidR="00010B6E" w:rsidRPr="00D35253" w:rsidTr="00844805">
        <w:tc>
          <w:tcPr>
            <w:tcW w:w="1142" w:type="dxa"/>
            <w:shd w:val="clear" w:color="auto" w:fill="auto"/>
          </w:tcPr>
          <w:p w:rsidR="00010B6E" w:rsidRPr="00844805" w:rsidRDefault="00010B6E" w:rsidP="00D32D09">
            <w:pPr>
              <w:jc w:val="center"/>
              <w:rPr>
                <w:bCs/>
                <w:sz w:val="28"/>
                <w:szCs w:val="28"/>
              </w:rPr>
            </w:pPr>
            <w:r w:rsidRPr="00844805">
              <w:rPr>
                <w:bCs/>
                <w:sz w:val="28"/>
                <w:szCs w:val="28"/>
              </w:rPr>
              <w:t>212</w:t>
            </w:r>
          </w:p>
        </w:tc>
        <w:tc>
          <w:tcPr>
            <w:tcW w:w="3106" w:type="dxa"/>
            <w:shd w:val="clear" w:color="auto" w:fill="auto"/>
          </w:tcPr>
          <w:p w:rsidR="00010B6E" w:rsidRPr="00844805" w:rsidRDefault="00010B6E" w:rsidP="00D32D09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844805">
              <w:rPr>
                <w:sz w:val="28"/>
                <w:szCs w:val="28"/>
              </w:rPr>
              <w:t>1 11 05025 10 0000 120</w:t>
            </w:r>
          </w:p>
        </w:tc>
        <w:tc>
          <w:tcPr>
            <w:tcW w:w="5940" w:type="dxa"/>
            <w:shd w:val="clear" w:color="auto" w:fill="auto"/>
            <w:vAlign w:val="bottom"/>
          </w:tcPr>
          <w:p w:rsidR="00010B6E" w:rsidRPr="00844805" w:rsidRDefault="00010B6E" w:rsidP="00A123C3">
            <w:pPr>
              <w:jc w:val="both"/>
              <w:rPr>
                <w:b/>
                <w:bCs/>
                <w:sz w:val="28"/>
                <w:szCs w:val="28"/>
              </w:rPr>
            </w:pPr>
            <w:proofErr w:type="gramStart"/>
            <w:r w:rsidRPr="00844805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010B6E" w:rsidRPr="00D35253" w:rsidTr="00D32D09">
        <w:tc>
          <w:tcPr>
            <w:tcW w:w="1142" w:type="dxa"/>
          </w:tcPr>
          <w:p w:rsidR="00010B6E" w:rsidRPr="00B17CBD" w:rsidRDefault="00010B6E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010B6E" w:rsidRPr="00B17CBD" w:rsidRDefault="00010B6E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1 11 05035 10 0000 120</w:t>
            </w:r>
          </w:p>
        </w:tc>
        <w:tc>
          <w:tcPr>
            <w:tcW w:w="5940" w:type="dxa"/>
          </w:tcPr>
          <w:p w:rsidR="00010B6E" w:rsidRPr="00B17CBD" w:rsidRDefault="00010B6E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10B6E" w:rsidRPr="00D35253" w:rsidTr="00D32D09">
        <w:tc>
          <w:tcPr>
            <w:tcW w:w="1142" w:type="dxa"/>
          </w:tcPr>
          <w:p w:rsidR="00010B6E" w:rsidRPr="00B17CBD" w:rsidRDefault="00010B6E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010B6E" w:rsidRPr="00B17CBD" w:rsidRDefault="00010B6E" w:rsidP="00D32D09">
            <w:pPr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1 11 09045 10 0000 120</w:t>
            </w:r>
          </w:p>
        </w:tc>
        <w:tc>
          <w:tcPr>
            <w:tcW w:w="5940" w:type="dxa"/>
          </w:tcPr>
          <w:p w:rsidR="00010B6E" w:rsidRPr="00B17CBD" w:rsidRDefault="00010B6E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10B6E" w:rsidRPr="00D35253" w:rsidTr="00D32D09">
        <w:tc>
          <w:tcPr>
            <w:tcW w:w="1142" w:type="dxa"/>
          </w:tcPr>
          <w:p w:rsidR="00010B6E" w:rsidRPr="00B17CBD" w:rsidRDefault="00010B6E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</w:tcPr>
          <w:p w:rsidR="00010B6E" w:rsidRPr="00B17CBD" w:rsidRDefault="00010B6E" w:rsidP="00D32D09">
            <w:pPr>
              <w:jc w:val="both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1 14 02052 10 0000 410</w:t>
            </w:r>
          </w:p>
        </w:tc>
        <w:tc>
          <w:tcPr>
            <w:tcW w:w="5940" w:type="dxa"/>
          </w:tcPr>
          <w:p w:rsidR="00010B6E" w:rsidRPr="00B17CBD" w:rsidRDefault="00010B6E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010B6E" w:rsidRPr="00D35253" w:rsidTr="00D32D09">
        <w:tc>
          <w:tcPr>
            <w:tcW w:w="1142" w:type="dxa"/>
          </w:tcPr>
          <w:p w:rsidR="00010B6E" w:rsidRPr="00B17CBD" w:rsidRDefault="00010B6E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  <w:vAlign w:val="bottom"/>
          </w:tcPr>
          <w:p w:rsidR="00010B6E" w:rsidRPr="00B17CBD" w:rsidRDefault="00010B6E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1 14 06025 10 0000 430</w:t>
            </w:r>
          </w:p>
          <w:p w:rsidR="00010B6E" w:rsidRDefault="00010B6E" w:rsidP="00D32D09">
            <w:pPr>
              <w:jc w:val="center"/>
            </w:pPr>
          </w:p>
          <w:p w:rsidR="00010B6E" w:rsidRDefault="00010B6E" w:rsidP="00D32D09">
            <w:pPr>
              <w:jc w:val="center"/>
            </w:pPr>
          </w:p>
          <w:p w:rsidR="00010B6E" w:rsidRDefault="00010B6E" w:rsidP="00D32D09">
            <w:pPr>
              <w:jc w:val="center"/>
            </w:pPr>
          </w:p>
          <w:p w:rsidR="00010B6E" w:rsidRDefault="00010B6E" w:rsidP="00D32D09">
            <w:pPr>
              <w:jc w:val="center"/>
            </w:pPr>
          </w:p>
          <w:p w:rsidR="00010B6E" w:rsidRPr="00B17CBD" w:rsidRDefault="00010B6E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010B6E" w:rsidRPr="00B17CBD" w:rsidRDefault="00010B6E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lastRenderedPageBreak/>
              <w:t xml:space="preserve">Доходы от продажи земельных участков, находящихся в собственности сельских поселений (за исключением земельных участков муниципальных бюджетных и </w:t>
            </w:r>
            <w:r w:rsidRPr="00B17CBD">
              <w:rPr>
                <w:sz w:val="28"/>
                <w:szCs w:val="28"/>
              </w:rPr>
              <w:lastRenderedPageBreak/>
              <w:t>автономных учреждений)</w:t>
            </w:r>
          </w:p>
        </w:tc>
      </w:tr>
      <w:tr w:rsidR="00010B6E" w:rsidRPr="00D35253" w:rsidTr="00D32D09">
        <w:tc>
          <w:tcPr>
            <w:tcW w:w="1142" w:type="dxa"/>
          </w:tcPr>
          <w:p w:rsidR="00010B6E" w:rsidRDefault="00010B6E" w:rsidP="00D32D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212</w:t>
            </w:r>
          </w:p>
        </w:tc>
        <w:tc>
          <w:tcPr>
            <w:tcW w:w="3106" w:type="dxa"/>
          </w:tcPr>
          <w:p w:rsidR="00010B6E" w:rsidRPr="00B17CBD" w:rsidRDefault="00010B6E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1 14 06</w:t>
            </w:r>
            <w:r>
              <w:rPr>
                <w:sz w:val="28"/>
                <w:szCs w:val="28"/>
              </w:rPr>
              <w:t>325</w:t>
            </w:r>
            <w:r w:rsidRPr="00B17CBD">
              <w:rPr>
                <w:sz w:val="28"/>
                <w:szCs w:val="28"/>
              </w:rPr>
              <w:t xml:space="preserve"> 10 0000 430</w:t>
            </w:r>
          </w:p>
          <w:p w:rsidR="00010B6E" w:rsidRPr="00B17CBD" w:rsidRDefault="00010B6E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010B6E" w:rsidRPr="00FA3063" w:rsidRDefault="00010B6E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3063">
              <w:rPr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010B6E" w:rsidRPr="00D35253" w:rsidTr="00D32D09">
        <w:tc>
          <w:tcPr>
            <w:tcW w:w="1142" w:type="dxa"/>
          </w:tcPr>
          <w:p w:rsidR="00010B6E" w:rsidRPr="00B17CBD" w:rsidRDefault="00010B6E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212</w:t>
            </w:r>
          </w:p>
        </w:tc>
        <w:tc>
          <w:tcPr>
            <w:tcW w:w="3106" w:type="dxa"/>
            <w:vAlign w:val="bottom"/>
          </w:tcPr>
          <w:p w:rsidR="00010B6E" w:rsidRPr="00B17CBD" w:rsidRDefault="00010B6E" w:rsidP="00D32D09">
            <w:pPr>
              <w:jc w:val="center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1 17 05050 10 0000 180</w:t>
            </w:r>
          </w:p>
          <w:p w:rsidR="00010B6E" w:rsidRPr="00B17CBD" w:rsidRDefault="00010B6E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010B6E" w:rsidRPr="00B17CBD" w:rsidRDefault="00010B6E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CBD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010B6E" w:rsidRPr="00D35253" w:rsidTr="00D32D09">
        <w:tc>
          <w:tcPr>
            <w:tcW w:w="1142" w:type="dxa"/>
          </w:tcPr>
          <w:p w:rsidR="00010B6E" w:rsidRPr="00D35253" w:rsidRDefault="00010B6E" w:rsidP="00D32D09">
            <w:pPr>
              <w:jc w:val="center"/>
              <w:rPr>
                <w:b/>
                <w:sz w:val="28"/>
                <w:szCs w:val="28"/>
              </w:rPr>
            </w:pPr>
            <w:r w:rsidRPr="00D35253">
              <w:rPr>
                <w:b/>
                <w:sz w:val="28"/>
                <w:szCs w:val="28"/>
              </w:rPr>
              <w:t>911</w:t>
            </w:r>
          </w:p>
        </w:tc>
        <w:tc>
          <w:tcPr>
            <w:tcW w:w="3106" w:type="dxa"/>
            <w:vAlign w:val="bottom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010B6E" w:rsidRPr="00D35253" w:rsidRDefault="00010B6E" w:rsidP="002C2373">
            <w:pPr>
              <w:jc w:val="center"/>
              <w:rPr>
                <w:b/>
                <w:sz w:val="28"/>
                <w:szCs w:val="28"/>
              </w:rPr>
            </w:pPr>
            <w:r w:rsidRPr="00D35253">
              <w:rPr>
                <w:b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D35253">
              <w:rPr>
                <w:b/>
                <w:sz w:val="28"/>
                <w:szCs w:val="28"/>
              </w:rPr>
              <w:t>Каминское</w:t>
            </w:r>
            <w:proofErr w:type="spellEnd"/>
            <w:r w:rsidRPr="00D35253">
              <w:rPr>
                <w:b/>
                <w:sz w:val="28"/>
                <w:szCs w:val="28"/>
              </w:rPr>
              <w:t xml:space="preserve"> сельское поселение Родниковского муниципального района Ивановской области»</w:t>
            </w:r>
          </w:p>
        </w:tc>
      </w:tr>
      <w:tr w:rsidR="00010B6E" w:rsidRPr="00D35253" w:rsidTr="00D32D09">
        <w:tc>
          <w:tcPr>
            <w:tcW w:w="1142" w:type="dxa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010B6E" w:rsidRPr="00D35253" w:rsidRDefault="00010B6E" w:rsidP="00D32D09">
            <w:pPr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 xml:space="preserve"> 1 08 04020 01 </w:t>
            </w:r>
            <w:r>
              <w:rPr>
                <w:sz w:val="28"/>
                <w:szCs w:val="28"/>
              </w:rPr>
              <w:t>1</w:t>
            </w:r>
            <w:r w:rsidRPr="00D35253">
              <w:rPr>
                <w:sz w:val="28"/>
                <w:szCs w:val="28"/>
              </w:rPr>
              <w:t>000 110</w:t>
            </w:r>
          </w:p>
        </w:tc>
        <w:tc>
          <w:tcPr>
            <w:tcW w:w="5940" w:type="dxa"/>
          </w:tcPr>
          <w:p w:rsidR="00010B6E" w:rsidRPr="00D35253" w:rsidRDefault="00010B6E" w:rsidP="00D32D09">
            <w:pPr>
              <w:jc w:val="both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10B6E" w:rsidRPr="00D35253" w:rsidTr="009E163C">
        <w:trPr>
          <w:trHeight w:val="1157"/>
        </w:trPr>
        <w:tc>
          <w:tcPr>
            <w:tcW w:w="1142" w:type="dxa"/>
          </w:tcPr>
          <w:p w:rsidR="00010B6E" w:rsidRPr="00D35253" w:rsidRDefault="00010B6E" w:rsidP="009E163C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010B6E" w:rsidRPr="00D35253" w:rsidRDefault="00010B6E" w:rsidP="009E163C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1 11 03050 10 0000 120</w:t>
            </w:r>
          </w:p>
          <w:p w:rsidR="00010B6E" w:rsidRPr="00D35253" w:rsidRDefault="00010B6E" w:rsidP="009E163C">
            <w:pPr>
              <w:jc w:val="center"/>
              <w:rPr>
                <w:sz w:val="28"/>
                <w:szCs w:val="28"/>
              </w:rPr>
            </w:pPr>
          </w:p>
          <w:p w:rsidR="00010B6E" w:rsidRPr="00D35253" w:rsidRDefault="00010B6E" w:rsidP="009E16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010B6E" w:rsidRPr="00D35253" w:rsidRDefault="00010B6E" w:rsidP="009E163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167431">
              <w:rPr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010B6E" w:rsidRPr="00D35253" w:rsidTr="009E163C">
        <w:tc>
          <w:tcPr>
            <w:tcW w:w="1142" w:type="dxa"/>
          </w:tcPr>
          <w:p w:rsidR="00010B6E" w:rsidRPr="00D35253" w:rsidRDefault="00010B6E" w:rsidP="009E16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010B6E" w:rsidRPr="00B31A89" w:rsidRDefault="00010B6E" w:rsidP="009E163C">
            <w:pPr>
              <w:jc w:val="center"/>
              <w:rPr>
                <w:sz w:val="28"/>
                <w:szCs w:val="28"/>
              </w:rPr>
            </w:pPr>
            <w:r w:rsidRPr="00B31A89">
              <w:rPr>
                <w:sz w:val="28"/>
                <w:szCs w:val="28"/>
              </w:rPr>
              <w:t>1 13 02995 10 0000 130</w:t>
            </w:r>
          </w:p>
        </w:tc>
        <w:tc>
          <w:tcPr>
            <w:tcW w:w="5940" w:type="dxa"/>
          </w:tcPr>
          <w:p w:rsidR="00010B6E" w:rsidRPr="00B31A89" w:rsidRDefault="00010B6E" w:rsidP="009E16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A89">
              <w:rPr>
                <w:bCs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010B6E" w:rsidRPr="00D35253" w:rsidTr="00D32D09">
        <w:tc>
          <w:tcPr>
            <w:tcW w:w="1142" w:type="dxa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1 16 23051 10 0000 140</w:t>
            </w:r>
          </w:p>
        </w:tc>
        <w:tc>
          <w:tcPr>
            <w:tcW w:w="5940" w:type="dxa"/>
          </w:tcPr>
          <w:p w:rsidR="00010B6E" w:rsidRPr="00D35253" w:rsidRDefault="00010B6E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93395">
              <w:rPr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693395">
              <w:rPr>
                <w:sz w:val="28"/>
                <w:szCs w:val="28"/>
              </w:rPr>
              <w:t>выгодоприобретате</w:t>
            </w:r>
            <w:r w:rsidRPr="00D35253">
              <w:rPr>
                <w:sz w:val="28"/>
                <w:szCs w:val="28"/>
              </w:rPr>
              <w:t>-</w:t>
            </w:r>
            <w:r w:rsidRPr="00693395">
              <w:rPr>
                <w:sz w:val="28"/>
                <w:szCs w:val="28"/>
              </w:rPr>
              <w:t>лями</w:t>
            </w:r>
            <w:proofErr w:type="spellEnd"/>
            <w:r w:rsidRPr="00693395">
              <w:rPr>
                <w:sz w:val="28"/>
                <w:szCs w:val="28"/>
              </w:rPr>
              <w:t xml:space="preserve"> выступают получатели средств бюджетов сельских поселений</w:t>
            </w:r>
          </w:p>
        </w:tc>
      </w:tr>
      <w:tr w:rsidR="00010B6E" w:rsidRPr="00D35253" w:rsidTr="00D32D09">
        <w:tc>
          <w:tcPr>
            <w:tcW w:w="1142" w:type="dxa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1 16 90050 10 0000 140</w:t>
            </w:r>
          </w:p>
        </w:tc>
        <w:tc>
          <w:tcPr>
            <w:tcW w:w="5940" w:type="dxa"/>
          </w:tcPr>
          <w:p w:rsidR="00010B6E" w:rsidRPr="00D35253" w:rsidRDefault="00010B6E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93395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010B6E" w:rsidRPr="00D35253" w:rsidTr="00D32D09">
        <w:tc>
          <w:tcPr>
            <w:tcW w:w="1142" w:type="dxa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  <w:vAlign w:val="bottom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1 17 01050 10 0000 180</w:t>
            </w:r>
          </w:p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010B6E" w:rsidRPr="00D35253" w:rsidRDefault="00010B6E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F331F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010B6E" w:rsidRPr="00D35253" w:rsidTr="00D32D09">
        <w:tc>
          <w:tcPr>
            <w:tcW w:w="1142" w:type="dxa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  <w:vAlign w:val="bottom"/>
          </w:tcPr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  <w:r w:rsidRPr="00D35253">
              <w:rPr>
                <w:sz w:val="28"/>
                <w:szCs w:val="28"/>
              </w:rPr>
              <w:t>1 17 05050 10 0000 180</w:t>
            </w:r>
          </w:p>
          <w:p w:rsidR="00010B6E" w:rsidRPr="00D35253" w:rsidRDefault="00010B6E" w:rsidP="00D32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40" w:type="dxa"/>
          </w:tcPr>
          <w:p w:rsidR="00010B6E" w:rsidRPr="00D35253" w:rsidRDefault="00010B6E" w:rsidP="00D32D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57717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010B6E" w:rsidRPr="00D35253" w:rsidTr="00C922D1">
        <w:tc>
          <w:tcPr>
            <w:tcW w:w="1142" w:type="dxa"/>
          </w:tcPr>
          <w:p w:rsidR="00010B6E" w:rsidRDefault="00010B6E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010B6E" w:rsidRPr="00DA582C" w:rsidRDefault="00010B6E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2 02 15001 10 0000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010B6E" w:rsidRPr="00DA582C" w:rsidRDefault="00010B6E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010B6E" w:rsidRPr="00D35253" w:rsidTr="00C922D1">
        <w:tc>
          <w:tcPr>
            <w:tcW w:w="1142" w:type="dxa"/>
          </w:tcPr>
          <w:p w:rsidR="00010B6E" w:rsidRDefault="00010B6E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010B6E" w:rsidRPr="00DA582C" w:rsidRDefault="00010B6E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2 02 15002 10 0000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010B6E" w:rsidRPr="00DA582C" w:rsidRDefault="00010B6E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010B6E" w:rsidRPr="00D35253" w:rsidTr="00C922D1">
        <w:tc>
          <w:tcPr>
            <w:tcW w:w="1142" w:type="dxa"/>
          </w:tcPr>
          <w:p w:rsidR="00010B6E" w:rsidRDefault="00010B6E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010B6E" w:rsidRPr="00DA582C" w:rsidRDefault="00010B6E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2 02 15009 10 0000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010B6E" w:rsidRPr="0052389C" w:rsidRDefault="00010B6E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Дотации бюджетам сельских поселений  на частичную компенсацию дополнительных расходов на повышение оплаты труда </w:t>
            </w:r>
            <w:r w:rsidRPr="00DA582C">
              <w:rPr>
                <w:sz w:val="28"/>
                <w:szCs w:val="28"/>
              </w:rPr>
              <w:lastRenderedPageBreak/>
              <w:t>работников бюджетной сферы</w:t>
            </w:r>
            <w:r w:rsidRPr="0052389C">
              <w:rPr>
                <w:sz w:val="28"/>
                <w:szCs w:val="28"/>
              </w:rPr>
              <w:t xml:space="preserve"> и иные цели</w:t>
            </w:r>
          </w:p>
        </w:tc>
      </w:tr>
      <w:tr w:rsidR="00010B6E" w:rsidRPr="00D35253" w:rsidTr="00C922D1">
        <w:tc>
          <w:tcPr>
            <w:tcW w:w="1142" w:type="dxa"/>
          </w:tcPr>
          <w:p w:rsidR="00010B6E" w:rsidRDefault="00010B6E" w:rsidP="00514574">
            <w:pPr>
              <w:jc w:val="center"/>
            </w:pPr>
            <w:r w:rsidRPr="001353CD">
              <w:rPr>
                <w:sz w:val="28"/>
                <w:szCs w:val="28"/>
              </w:rPr>
              <w:lastRenderedPageBreak/>
              <w:t>911</w:t>
            </w:r>
          </w:p>
        </w:tc>
        <w:tc>
          <w:tcPr>
            <w:tcW w:w="3106" w:type="dxa"/>
          </w:tcPr>
          <w:p w:rsidR="00010B6E" w:rsidRPr="00DA582C" w:rsidRDefault="00010B6E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2 02 19999 10 0000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010B6E" w:rsidRPr="00DA582C" w:rsidRDefault="00010B6E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Прочие дотации бюджетам сельских поселений</w:t>
            </w:r>
          </w:p>
        </w:tc>
      </w:tr>
      <w:tr w:rsidR="00010B6E" w:rsidRPr="00D35253" w:rsidTr="00C922D1">
        <w:tc>
          <w:tcPr>
            <w:tcW w:w="1142" w:type="dxa"/>
          </w:tcPr>
          <w:p w:rsidR="00010B6E" w:rsidRDefault="00010B6E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010B6E" w:rsidRPr="00DA582C" w:rsidRDefault="00010B6E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2 02 29998 10 0000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010B6E" w:rsidRPr="00DA582C" w:rsidRDefault="00010B6E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Субсидия бюджетам сельских поселений на финансовое обеспечение отдельных полномочий</w:t>
            </w:r>
          </w:p>
        </w:tc>
      </w:tr>
      <w:tr w:rsidR="00010B6E" w:rsidRPr="00D35253" w:rsidTr="00C922D1">
        <w:tc>
          <w:tcPr>
            <w:tcW w:w="1142" w:type="dxa"/>
          </w:tcPr>
          <w:p w:rsidR="00010B6E" w:rsidRDefault="00010B6E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010B6E" w:rsidRPr="00DA582C" w:rsidRDefault="00010B6E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2 02 29999 10 0000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010B6E" w:rsidRPr="00DA582C" w:rsidRDefault="00010B6E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010B6E" w:rsidRPr="00D35253" w:rsidTr="00C922D1">
        <w:tc>
          <w:tcPr>
            <w:tcW w:w="1142" w:type="dxa"/>
          </w:tcPr>
          <w:p w:rsidR="00010B6E" w:rsidRDefault="00010B6E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010B6E" w:rsidRPr="00DA582C" w:rsidRDefault="00010B6E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2 02 30024 10 0000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010B6E" w:rsidRPr="00DA582C" w:rsidRDefault="00010B6E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010B6E" w:rsidRPr="00D35253" w:rsidTr="00C922D1">
        <w:tc>
          <w:tcPr>
            <w:tcW w:w="1142" w:type="dxa"/>
          </w:tcPr>
          <w:p w:rsidR="00010B6E" w:rsidRDefault="00010B6E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010B6E" w:rsidRPr="00DA582C" w:rsidRDefault="00010B6E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2 02 35118 10 0000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010B6E" w:rsidRPr="00DA582C" w:rsidRDefault="00010B6E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10B6E" w:rsidRPr="00D35253" w:rsidTr="00C922D1">
        <w:tc>
          <w:tcPr>
            <w:tcW w:w="1142" w:type="dxa"/>
          </w:tcPr>
          <w:p w:rsidR="00010B6E" w:rsidRDefault="00010B6E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010B6E" w:rsidRPr="00DA582C" w:rsidRDefault="00010B6E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2 02 35120 10 0000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010B6E" w:rsidRPr="00DA582C" w:rsidRDefault="00010B6E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010B6E" w:rsidRPr="00D35253" w:rsidTr="00C922D1">
        <w:tc>
          <w:tcPr>
            <w:tcW w:w="1142" w:type="dxa"/>
          </w:tcPr>
          <w:p w:rsidR="00010B6E" w:rsidRDefault="00010B6E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010B6E" w:rsidRPr="00DA582C" w:rsidRDefault="00010B6E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2 02 39999 10 0000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010B6E" w:rsidRPr="00DA582C" w:rsidRDefault="00010B6E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Прочие субвенции бюджетам сельских поселений</w:t>
            </w:r>
          </w:p>
        </w:tc>
      </w:tr>
      <w:tr w:rsidR="00010B6E" w:rsidRPr="00D35253" w:rsidTr="00C922D1">
        <w:tc>
          <w:tcPr>
            <w:tcW w:w="1142" w:type="dxa"/>
          </w:tcPr>
          <w:p w:rsidR="00010B6E" w:rsidRDefault="00010B6E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010B6E" w:rsidRPr="00DA582C" w:rsidRDefault="00010B6E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2 02 40014 10 0000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010B6E" w:rsidRPr="00DA582C" w:rsidRDefault="00010B6E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010B6E" w:rsidRPr="00D35253" w:rsidTr="00C922D1">
        <w:tc>
          <w:tcPr>
            <w:tcW w:w="1142" w:type="dxa"/>
          </w:tcPr>
          <w:p w:rsidR="00010B6E" w:rsidRDefault="00010B6E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010B6E" w:rsidRPr="00DA582C" w:rsidRDefault="00010B6E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2 02 45160 10 0000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010B6E" w:rsidRPr="00DA582C" w:rsidRDefault="00010B6E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010B6E" w:rsidRPr="00D35253" w:rsidTr="00C922D1">
        <w:tc>
          <w:tcPr>
            <w:tcW w:w="1142" w:type="dxa"/>
          </w:tcPr>
          <w:p w:rsidR="00010B6E" w:rsidRDefault="00010B6E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010B6E" w:rsidRPr="00DA582C" w:rsidRDefault="00010B6E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2 02 49999 10 0000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010B6E" w:rsidRPr="00DA582C" w:rsidRDefault="00010B6E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010B6E" w:rsidRPr="00D35253" w:rsidTr="00C922D1">
        <w:tc>
          <w:tcPr>
            <w:tcW w:w="1142" w:type="dxa"/>
          </w:tcPr>
          <w:p w:rsidR="00010B6E" w:rsidRPr="008E692F" w:rsidRDefault="00010B6E" w:rsidP="00514574">
            <w:pPr>
              <w:jc w:val="center"/>
            </w:pPr>
            <w:r w:rsidRPr="008E692F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010B6E" w:rsidRPr="008E692F" w:rsidRDefault="00010B6E" w:rsidP="00792BE0">
            <w:pPr>
              <w:spacing w:before="40"/>
              <w:jc w:val="center"/>
              <w:rPr>
                <w:sz w:val="28"/>
                <w:szCs w:val="28"/>
              </w:rPr>
            </w:pPr>
            <w:r w:rsidRPr="008E692F">
              <w:rPr>
                <w:sz w:val="28"/>
                <w:szCs w:val="28"/>
              </w:rPr>
              <w:t>2 08 05000 10 0000 150</w:t>
            </w:r>
          </w:p>
        </w:tc>
        <w:tc>
          <w:tcPr>
            <w:tcW w:w="5940" w:type="dxa"/>
          </w:tcPr>
          <w:p w:rsidR="00010B6E" w:rsidRPr="008E692F" w:rsidRDefault="00010B6E" w:rsidP="008E69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692F">
              <w:rPr>
                <w:sz w:val="28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10B6E" w:rsidRPr="00D35253" w:rsidTr="00C922D1">
        <w:tc>
          <w:tcPr>
            <w:tcW w:w="1142" w:type="dxa"/>
          </w:tcPr>
          <w:p w:rsidR="00010B6E" w:rsidRDefault="00010B6E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010B6E" w:rsidRPr="00DA582C" w:rsidRDefault="00010B6E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2 18 60010 10 0000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010B6E" w:rsidRPr="00DA582C" w:rsidRDefault="00010B6E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</w:t>
            </w:r>
            <w:r w:rsidRPr="00DA582C">
              <w:rPr>
                <w:sz w:val="28"/>
                <w:szCs w:val="28"/>
              </w:rPr>
              <w:lastRenderedPageBreak/>
              <w:t>муниципальных районов</w:t>
            </w:r>
          </w:p>
        </w:tc>
      </w:tr>
      <w:tr w:rsidR="00010B6E" w:rsidRPr="00D35253" w:rsidTr="00C922D1">
        <w:tc>
          <w:tcPr>
            <w:tcW w:w="1142" w:type="dxa"/>
          </w:tcPr>
          <w:p w:rsidR="00010B6E" w:rsidRDefault="00010B6E" w:rsidP="00514574">
            <w:pPr>
              <w:jc w:val="center"/>
            </w:pPr>
            <w:r w:rsidRPr="001353CD">
              <w:rPr>
                <w:sz w:val="28"/>
                <w:szCs w:val="28"/>
              </w:rPr>
              <w:lastRenderedPageBreak/>
              <w:t>911</w:t>
            </w:r>
          </w:p>
        </w:tc>
        <w:tc>
          <w:tcPr>
            <w:tcW w:w="3106" w:type="dxa"/>
          </w:tcPr>
          <w:p w:rsidR="00010B6E" w:rsidRPr="00DA582C" w:rsidRDefault="00010B6E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2 18 60020 10 0000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010B6E" w:rsidRPr="00DA582C" w:rsidRDefault="00010B6E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010B6E" w:rsidRPr="00D35253" w:rsidTr="00C922D1">
        <w:tc>
          <w:tcPr>
            <w:tcW w:w="1142" w:type="dxa"/>
          </w:tcPr>
          <w:p w:rsidR="00010B6E" w:rsidRDefault="00010B6E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010B6E" w:rsidRPr="00DA582C" w:rsidRDefault="00010B6E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2 19 45160 10 0000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010B6E" w:rsidRPr="00DA582C" w:rsidRDefault="00010B6E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сельских поселений</w:t>
            </w:r>
          </w:p>
        </w:tc>
      </w:tr>
      <w:tr w:rsidR="00010B6E" w:rsidRPr="00D35253" w:rsidTr="00C922D1">
        <w:tc>
          <w:tcPr>
            <w:tcW w:w="1142" w:type="dxa"/>
          </w:tcPr>
          <w:p w:rsidR="00010B6E" w:rsidRDefault="00010B6E" w:rsidP="00514574">
            <w:pPr>
              <w:jc w:val="center"/>
            </w:pPr>
            <w:r w:rsidRPr="001353CD">
              <w:rPr>
                <w:sz w:val="28"/>
                <w:szCs w:val="28"/>
              </w:rPr>
              <w:t>911</w:t>
            </w:r>
          </w:p>
        </w:tc>
        <w:tc>
          <w:tcPr>
            <w:tcW w:w="3106" w:type="dxa"/>
          </w:tcPr>
          <w:p w:rsidR="00010B6E" w:rsidRPr="00DA582C" w:rsidRDefault="00010B6E" w:rsidP="00074852">
            <w:pPr>
              <w:spacing w:before="40"/>
              <w:jc w:val="center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 xml:space="preserve">2 19 60010 10 0000 </w:t>
            </w:r>
            <w:r>
              <w:rPr>
                <w:sz w:val="28"/>
                <w:szCs w:val="28"/>
              </w:rPr>
              <w:t>150</w:t>
            </w:r>
          </w:p>
        </w:tc>
        <w:tc>
          <w:tcPr>
            <w:tcW w:w="5940" w:type="dxa"/>
          </w:tcPr>
          <w:p w:rsidR="00010B6E" w:rsidRPr="00DA582C" w:rsidRDefault="00010B6E" w:rsidP="00074852">
            <w:pPr>
              <w:spacing w:before="40"/>
              <w:jc w:val="both"/>
              <w:rPr>
                <w:sz w:val="28"/>
                <w:szCs w:val="28"/>
              </w:rPr>
            </w:pPr>
            <w:r w:rsidRPr="00DA582C"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010B6E" w:rsidRDefault="00010B6E"/>
    <w:sectPr w:rsidR="00010B6E" w:rsidSect="00957A83">
      <w:pgSz w:w="11906" w:h="16838"/>
      <w:pgMar w:top="719" w:right="851" w:bottom="53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4168"/>
    <w:rsid w:val="00010B6E"/>
    <w:rsid w:val="00057B1F"/>
    <w:rsid w:val="00074852"/>
    <w:rsid w:val="000A7DAB"/>
    <w:rsid w:val="001353CD"/>
    <w:rsid w:val="00141225"/>
    <w:rsid w:val="0016019A"/>
    <w:rsid w:val="00167431"/>
    <w:rsid w:val="001F1F23"/>
    <w:rsid w:val="00212A15"/>
    <w:rsid w:val="0024202B"/>
    <w:rsid w:val="002A1BA1"/>
    <w:rsid w:val="002C2373"/>
    <w:rsid w:val="00312172"/>
    <w:rsid w:val="003161CC"/>
    <w:rsid w:val="00340FBC"/>
    <w:rsid w:val="00371382"/>
    <w:rsid w:val="003A4175"/>
    <w:rsid w:val="003C066F"/>
    <w:rsid w:val="003E3FDB"/>
    <w:rsid w:val="00422BF1"/>
    <w:rsid w:val="004830A6"/>
    <w:rsid w:val="004961A1"/>
    <w:rsid w:val="004E289F"/>
    <w:rsid w:val="004F00C2"/>
    <w:rsid w:val="005005CF"/>
    <w:rsid w:val="00514574"/>
    <w:rsid w:val="0052389C"/>
    <w:rsid w:val="00595D1D"/>
    <w:rsid w:val="005E4779"/>
    <w:rsid w:val="005E670A"/>
    <w:rsid w:val="006527EB"/>
    <w:rsid w:val="00662AF6"/>
    <w:rsid w:val="00682E94"/>
    <w:rsid w:val="006911A1"/>
    <w:rsid w:val="00693395"/>
    <w:rsid w:val="00757717"/>
    <w:rsid w:val="0078202D"/>
    <w:rsid w:val="007822CB"/>
    <w:rsid w:val="007865B1"/>
    <w:rsid w:val="00792BE0"/>
    <w:rsid w:val="007D3EED"/>
    <w:rsid w:val="007E7D2C"/>
    <w:rsid w:val="008107BC"/>
    <w:rsid w:val="00844805"/>
    <w:rsid w:val="00867BDB"/>
    <w:rsid w:val="008725AF"/>
    <w:rsid w:val="008C08B8"/>
    <w:rsid w:val="008D1B9C"/>
    <w:rsid w:val="008D43D5"/>
    <w:rsid w:val="008E6460"/>
    <w:rsid w:val="008E692F"/>
    <w:rsid w:val="00925FAB"/>
    <w:rsid w:val="00957A83"/>
    <w:rsid w:val="009A751B"/>
    <w:rsid w:val="009C53A8"/>
    <w:rsid w:val="009E163C"/>
    <w:rsid w:val="009F175F"/>
    <w:rsid w:val="009F331F"/>
    <w:rsid w:val="009F6A47"/>
    <w:rsid w:val="00A123C3"/>
    <w:rsid w:val="00A32AA2"/>
    <w:rsid w:val="00A409BE"/>
    <w:rsid w:val="00A56E2D"/>
    <w:rsid w:val="00A74D92"/>
    <w:rsid w:val="00AE7E01"/>
    <w:rsid w:val="00AF11CF"/>
    <w:rsid w:val="00B04571"/>
    <w:rsid w:val="00B17CBD"/>
    <w:rsid w:val="00B27844"/>
    <w:rsid w:val="00B31A89"/>
    <w:rsid w:val="00B60CC7"/>
    <w:rsid w:val="00B763FF"/>
    <w:rsid w:val="00B90D1B"/>
    <w:rsid w:val="00BA316F"/>
    <w:rsid w:val="00BA5A38"/>
    <w:rsid w:val="00C006B3"/>
    <w:rsid w:val="00C37266"/>
    <w:rsid w:val="00C6404D"/>
    <w:rsid w:val="00C922D1"/>
    <w:rsid w:val="00CB6FAF"/>
    <w:rsid w:val="00D173B9"/>
    <w:rsid w:val="00D2341D"/>
    <w:rsid w:val="00D32D09"/>
    <w:rsid w:val="00D35253"/>
    <w:rsid w:val="00D539C8"/>
    <w:rsid w:val="00D7591C"/>
    <w:rsid w:val="00DA1B90"/>
    <w:rsid w:val="00DA582C"/>
    <w:rsid w:val="00DB3FF5"/>
    <w:rsid w:val="00E80791"/>
    <w:rsid w:val="00EA4168"/>
    <w:rsid w:val="00ED1226"/>
    <w:rsid w:val="00F2029F"/>
    <w:rsid w:val="00F72F8F"/>
    <w:rsid w:val="00F82195"/>
    <w:rsid w:val="00FA3063"/>
    <w:rsid w:val="00FD4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168"/>
    <w:rPr>
      <w:rFonts w:ascii="Times New Roman" w:eastAsia="Times New Roman" w:hAnsi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A4168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A416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EA4168"/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EA416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7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1068</Words>
  <Characters>6997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obolenskayavn</cp:lastModifiedBy>
  <cp:revision>9</cp:revision>
  <dcterms:created xsi:type="dcterms:W3CDTF">2019-01-09T13:12:00Z</dcterms:created>
  <dcterms:modified xsi:type="dcterms:W3CDTF">2019-10-16T05:59:00Z</dcterms:modified>
</cp:coreProperties>
</file>