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633" w:rsidRPr="00184C66" w:rsidRDefault="00FA1633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Приложение № 1</w:t>
      </w:r>
    </w:p>
    <w:p w:rsidR="00FA1633" w:rsidRPr="00184C66" w:rsidRDefault="00FA1633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к Решению Совета</w:t>
      </w:r>
    </w:p>
    <w:p w:rsidR="00FA1633" w:rsidRPr="00184C66" w:rsidRDefault="00FA1633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муниципального образования</w:t>
      </w:r>
    </w:p>
    <w:p w:rsidR="00FA1633" w:rsidRPr="00184C66" w:rsidRDefault="00FA1633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«Каминское сельское поселение</w:t>
      </w:r>
    </w:p>
    <w:p w:rsidR="00FA1633" w:rsidRPr="00184C66" w:rsidRDefault="00FA1633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Родниковского муниципального района</w:t>
      </w:r>
    </w:p>
    <w:p w:rsidR="00FA1633" w:rsidRPr="00184C66" w:rsidRDefault="00FA1633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 xml:space="preserve"> Ивановской области»</w:t>
      </w:r>
    </w:p>
    <w:p w:rsidR="00FA1633" w:rsidRPr="00184C66" w:rsidRDefault="00FA1633" w:rsidP="00933324">
      <w:pPr>
        <w:jc w:val="right"/>
        <w:rPr>
          <w:iCs/>
          <w:sz w:val="28"/>
          <w:szCs w:val="28"/>
        </w:rPr>
      </w:pPr>
      <w:r w:rsidRPr="00184C66">
        <w:rPr>
          <w:sz w:val="28"/>
          <w:szCs w:val="28"/>
        </w:rPr>
        <w:t>от</w:t>
      </w:r>
      <w:r>
        <w:rPr>
          <w:sz w:val="28"/>
          <w:szCs w:val="28"/>
        </w:rPr>
        <w:t xml:space="preserve"> 13.12.2018</w:t>
      </w:r>
      <w:r w:rsidRPr="00184C6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27</w:t>
      </w:r>
      <w:r w:rsidRPr="00184C66">
        <w:rPr>
          <w:sz w:val="28"/>
          <w:szCs w:val="28"/>
        </w:rPr>
        <w:t xml:space="preserve"> </w:t>
      </w:r>
    </w:p>
    <w:p w:rsidR="00FA1633" w:rsidRPr="00477471" w:rsidRDefault="00FA1633" w:rsidP="009333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A1633" w:rsidRDefault="00FA1633" w:rsidP="002A62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Нормативы отчислений в бюджет Каминского сельского поселения от поступающих доходов, распределение которых, </w:t>
      </w:r>
      <w:r>
        <w:rPr>
          <w:rFonts w:ascii="Times New Roman" w:hAnsi="Times New Roman"/>
          <w:sz w:val="28"/>
          <w:szCs w:val="28"/>
        </w:rPr>
        <w:t xml:space="preserve">не установлено </w:t>
      </w:r>
      <w:r w:rsidRPr="002A625F">
        <w:rPr>
          <w:rFonts w:ascii="Times New Roman" w:hAnsi="Times New Roman"/>
          <w:sz w:val="28"/>
          <w:szCs w:val="28"/>
        </w:rPr>
        <w:t xml:space="preserve">бюджетным </w:t>
      </w:r>
      <w:hyperlink r:id="rId5" w:history="1">
        <w:r w:rsidRPr="002A625F">
          <w:rPr>
            <w:rStyle w:val="Hyperlink"/>
            <w:rFonts w:ascii="Times New Roman" w:hAnsi="Times New Roman" w:cs="Arial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на 2019 год </w:t>
      </w:r>
    </w:p>
    <w:p w:rsidR="00FA1633" w:rsidRDefault="00FA1633" w:rsidP="002A62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2020 и 2021 годов</w:t>
      </w:r>
    </w:p>
    <w:p w:rsidR="00FA1633" w:rsidRPr="0034440D" w:rsidRDefault="00FA1633" w:rsidP="009333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35" w:type="dxa"/>
        <w:tblCellSpacing w:w="5" w:type="nil"/>
        <w:tblInd w:w="25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100"/>
        <w:gridCol w:w="1835"/>
      </w:tblGrid>
      <w:tr w:rsidR="00FA1633" w:rsidRPr="0034440D" w:rsidTr="00392330">
        <w:trPr>
          <w:trHeight w:val="900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33" w:rsidRPr="005849F8" w:rsidRDefault="00FA1633" w:rsidP="00D32D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</w:t>
            </w:r>
          </w:p>
          <w:p w:rsidR="00FA1633" w:rsidRPr="005849F8" w:rsidRDefault="00FA1633" w:rsidP="00D32D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33" w:rsidRDefault="00FA1633" w:rsidP="00AB32E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  </w:t>
            </w: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отчислений</w:t>
            </w:r>
          </w:p>
          <w:p w:rsidR="00FA1633" w:rsidRPr="005849F8" w:rsidRDefault="00FA1633" w:rsidP="00AB32E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FA1633" w:rsidRPr="0034440D" w:rsidTr="00392330">
        <w:trPr>
          <w:trHeight w:val="317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33" w:rsidRPr="005849F8" w:rsidRDefault="00FA1633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33" w:rsidRPr="005849F8" w:rsidRDefault="00FA1633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A1633" w:rsidRPr="0034440D" w:rsidTr="00392330">
        <w:trPr>
          <w:trHeight w:val="639"/>
          <w:tblCellSpacing w:w="5" w:type="nil"/>
        </w:trPr>
        <w:tc>
          <w:tcPr>
            <w:tcW w:w="99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33" w:rsidRPr="005849F8" w:rsidRDefault="00FA1633" w:rsidP="00D32D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доходов от оказания платных услуг </w:t>
            </w:r>
          </w:p>
          <w:p w:rsidR="00FA1633" w:rsidRPr="005849F8" w:rsidRDefault="00FA1633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>и компенсации  затрат государства</w:t>
            </w:r>
          </w:p>
        </w:tc>
      </w:tr>
      <w:tr w:rsidR="00FA1633" w:rsidRPr="0034440D" w:rsidTr="00AB32ED">
        <w:trPr>
          <w:trHeight w:val="639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33" w:rsidRPr="00426A61" w:rsidRDefault="00FA1633" w:rsidP="007A3209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Прочие   доходы   от    оказания платных услуг (работ) получателями  средств  бюджетов сельских  поселений                   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33" w:rsidRPr="00426A61" w:rsidRDefault="00FA1633" w:rsidP="007A32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A1633" w:rsidRPr="0034440D" w:rsidTr="00392330">
        <w:trPr>
          <w:trHeight w:val="780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33" w:rsidRPr="005849F8" w:rsidRDefault="00FA1633" w:rsidP="00D32D0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sz w:val="28"/>
                <w:szCs w:val="28"/>
              </w:rPr>
              <w:t xml:space="preserve">Прочие  доходы  от   компенсации  затрат  бюджетов сельских  поселений                   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33" w:rsidRPr="005849F8" w:rsidRDefault="00FA1633" w:rsidP="00D32D0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FA1633" w:rsidRPr="0034440D" w:rsidTr="00392330">
        <w:trPr>
          <w:trHeight w:val="359"/>
          <w:tblCellSpacing w:w="5" w:type="nil"/>
        </w:trPr>
        <w:tc>
          <w:tcPr>
            <w:tcW w:w="99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33" w:rsidRPr="00D1394C" w:rsidRDefault="00FA1633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FA1633" w:rsidRPr="0034440D" w:rsidTr="00392330">
        <w:trPr>
          <w:trHeight w:val="719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33" w:rsidRPr="00D1394C" w:rsidRDefault="00FA1633" w:rsidP="00D32D09">
            <w:pPr>
              <w:jc w:val="both"/>
              <w:rPr>
                <w:sz w:val="28"/>
                <w:szCs w:val="28"/>
              </w:rPr>
            </w:pPr>
            <w:r w:rsidRPr="00D1394C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33" w:rsidRPr="00D1394C" w:rsidRDefault="00FA1633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A1633" w:rsidRPr="0034440D" w:rsidTr="00392330">
        <w:trPr>
          <w:trHeight w:val="667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33" w:rsidRPr="00D1394C" w:rsidRDefault="00FA1633" w:rsidP="00D32D09">
            <w:pPr>
              <w:jc w:val="both"/>
              <w:rPr>
                <w:sz w:val="28"/>
                <w:szCs w:val="28"/>
              </w:rPr>
            </w:pPr>
            <w:r w:rsidRPr="00D1394C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33" w:rsidRPr="00D1394C" w:rsidRDefault="00FA1633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FA1633" w:rsidRDefault="00FA1633" w:rsidP="00933324">
      <w:pPr>
        <w:jc w:val="both"/>
      </w:pPr>
    </w:p>
    <w:p w:rsidR="00FA1633" w:rsidRDefault="00FA1633"/>
    <w:sectPr w:rsidR="00FA1633" w:rsidSect="0093332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4687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1A682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BA69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34CC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CB26F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328F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92C5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4B249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60C3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89A78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324"/>
    <w:rsid w:val="000506BD"/>
    <w:rsid w:val="00057EDD"/>
    <w:rsid w:val="00113058"/>
    <w:rsid w:val="00132727"/>
    <w:rsid w:val="00184C66"/>
    <w:rsid w:val="002050F1"/>
    <w:rsid w:val="00205620"/>
    <w:rsid w:val="00212C06"/>
    <w:rsid w:val="00255BAF"/>
    <w:rsid w:val="002861EC"/>
    <w:rsid w:val="002A625F"/>
    <w:rsid w:val="002D0525"/>
    <w:rsid w:val="00316C1B"/>
    <w:rsid w:val="00324B28"/>
    <w:rsid w:val="0034440D"/>
    <w:rsid w:val="00392330"/>
    <w:rsid w:val="00426A61"/>
    <w:rsid w:val="00471BB3"/>
    <w:rsid w:val="00477471"/>
    <w:rsid w:val="004830A6"/>
    <w:rsid w:val="004D10BF"/>
    <w:rsid w:val="0052359D"/>
    <w:rsid w:val="005574CA"/>
    <w:rsid w:val="0056577D"/>
    <w:rsid w:val="005849F8"/>
    <w:rsid w:val="005901C5"/>
    <w:rsid w:val="005955E8"/>
    <w:rsid w:val="005B73EA"/>
    <w:rsid w:val="006C4524"/>
    <w:rsid w:val="00754D3A"/>
    <w:rsid w:val="007A3209"/>
    <w:rsid w:val="007B5F48"/>
    <w:rsid w:val="007C79A0"/>
    <w:rsid w:val="007F5E6B"/>
    <w:rsid w:val="008725AF"/>
    <w:rsid w:val="008D1F0E"/>
    <w:rsid w:val="008D7E2C"/>
    <w:rsid w:val="00933324"/>
    <w:rsid w:val="00963125"/>
    <w:rsid w:val="009C797F"/>
    <w:rsid w:val="009F3926"/>
    <w:rsid w:val="00A90B78"/>
    <w:rsid w:val="00AB32ED"/>
    <w:rsid w:val="00AE19D0"/>
    <w:rsid w:val="00B54E18"/>
    <w:rsid w:val="00B6780F"/>
    <w:rsid w:val="00B7110C"/>
    <w:rsid w:val="00BC52F4"/>
    <w:rsid w:val="00BE28B5"/>
    <w:rsid w:val="00C15928"/>
    <w:rsid w:val="00C41908"/>
    <w:rsid w:val="00C77ACC"/>
    <w:rsid w:val="00D07E2C"/>
    <w:rsid w:val="00D1394C"/>
    <w:rsid w:val="00D32D09"/>
    <w:rsid w:val="00D57C61"/>
    <w:rsid w:val="00F07CE2"/>
    <w:rsid w:val="00F87D7A"/>
    <w:rsid w:val="00FA1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2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33324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3332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2A625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77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64F4E9BB5DAF995B2E28A55507BEDA441AD74C04DC360BD8BEF002E94sFM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155</Words>
  <Characters>886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я</cp:lastModifiedBy>
  <cp:revision>8</cp:revision>
  <dcterms:created xsi:type="dcterms:W3CDTF">2018-10-18T07:55:00Z</dcterms:created>
  <dcterms:modified xsi:type="dcterms:W3CDTF">2018-12-19T12:09:00Z</dcterms:modified>
</cp:coreProperties>
</file>